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39" w:rsidRPr="00665589" w:rsidRDefault="00717223" w:rsidP="001971BC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Cyrl-CS"/>
        </w:rPr>
        <w:t>O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B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R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A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Z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L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O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Ž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E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Nj</w:t>
      </w:r>
      <w:r w:rsidR="008B7736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E</w:t>
      </w:r>
    </w:p>
    <w:p w:rsidR="002D38F1" w:rsidRPr="00665589" w:rsidRDefault="00717223" w:rsidP="001971BC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Cyrl-CS"/>
        </w:rPr>
        <w:t>PRIJEDLOGA</w:t>
      </w:r>
      <w:r w:rsidR="002D38F1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DRUGOG</w:t>
      </w:r>
      <w:r w:rsidR="00494AEC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REBALANSA</w:t>
      </w:r>
      <w:r w:rsidR="003C7339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BUDžETA</w:t>
      </w:r>
      <w:r w:rsidR="00540E39" w:rsidRPr="00665589">
        <w:rPr>
          <w:b/>
          <w:iCs/>
          <w:sz w:val="28"/>
          <w:szCs w:val="28"/>
          <w:lang w:val="sr-Cyrl-CS"/>
        </w:rPr>
        <w:t xml:space="preserve"> </w:t>
      </w:r>
    </w:p>
    <w:p w:rsidR="0007380C" w:rsidRPr="00665589" w:rsidRDefault="00717223" w:rsidP="001971BC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Cyrl-CS"/>
        </w:rPr>
        <w:t>REPUBLIKE</w:t>
      </w:r>
      <w:r w:rsidR="00540E39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SRPSKE</w:t>
      </w:r>
      <w:r w:rsidR="00540E39" w:rsidRPr="00665589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ZA</w:t>
      </w:r>
      <w:r w:rsidR="00540E39" w:rsidRPr="00665589">
        <w:rPr>
          <w:b/>
          <w:iCs/>
          <w:sz w:val="28"/>
          <w:szCs w:val="28"/>
          <w:lang w:val="sr-Cyrl-CS"/>
        </w:rPr>
        <w:t xml:space="preserve"> 20</w:t>
      </w:r>
      <w:r w:rsidR="000B4714">
        <w:rPr>
          <w:b/>
          <w:iCs/>
          <w:sz w:val="28"/>
          <w:szCs w:val="28"/>
          <w:lang w:val="sr-Cyrl-CS"/>
        </w:rPr>
        <w:t>2</w:t>
      </w:r>
      <w:r w:rsidR="000162C8">
        <w:rPr>
          <w:b/>
          <w:iCs/>
          <w:sz w:val="28"/>
          <w:szCs w:val="28"/>
        </w:rPr>
        <w:t>5</w:t>
      </w:r>
      <w:r w:rsidR="00540E39" w:rsidRPr="00665589">
        <w:rPr>
          <w:b/>
          <w:iCs/>
          <w:sz w:val="28"/>
          <w:szCs w:val="28"/>
          <w:lang w:val="sr-Cyrl-CS"/>
        </w:rPr>
        <w:t xml:space="preserve">. </w:t>
      </w:r>
      <w:r>
        <w:rPr>
          <w:b/>
          <w:iCs/>
          <w:sz w:val="28"/>
          <w:szCs w:val="28"/>
          <w:lang w:val="sr-Cyrl-CS"/>
        </w:rPr>
        <w:t>GODINU</w:t>
      </w:r>
    </w:p>
    <w:p w:rsidR="00540E39" w:rsidRPr="00665589" w:rsidRDefault="00083D87" w:rsidP="00083D87">
      <w:pPr>
        <w:pStyle w:val="Header"/>
        <w:tabs>
          <w:tab w:val="clear" w:pos="4320"/>
          <w:tab w:val="clear" w:pos="8640"/>
        </w:tabs>
        <w:spacing w:before="60" w:after="60"/>
        <w:jc w:val="right"/>
        <w:rPr>
          <w:b/>
          <w:iCs/>
          <w:sz w:val="28"/>
          <w:szCs w:val="28"/>
          <w:lang w:val="sr-Cyrl-CS"/>
        </w:rPr>
      </w:pPr>
      <w:r w:rsidRPr="00665589">
        <w:rPr>
          <w:b/>
          <w:iCs/>
          <w:sz w:val="28"/>
          <w:szCs w:val="28"/>
          <w:lang w:val="sr-Cyrl-CS"/>
        </w:rPr>
        <w:t>(</w:t>
      </w:r>
      <w:r w:rsidR="00717223">
        <w:rPr>
          <w:b/>
          <w:iCs/>
          <w:sz w:val="28"/>
          <w:szCs w:val="28"/>
          <w:lang w:val="sr-Cyrl-CS"/>
        </w:rPr>
        <w:t>po</w:t>
      </w:r>
      <w:r w:rsidR="005E49EF" w:rsidRPr="00665589">
        <w:rPr>
          <w:b/>
          <w:iCs/>
          <w:sz w:val="28"/>
          <w:szCs w:val="28"/>
          <w:lang w:val="sr-Cyrl-CS"/>
        </w:rPr>
        <w:t xml:space="preserve"> </w:t>
      </w:r>
      <w:r w:rsidR="00717223">
        <w:rPr>
          <w:b/>
          <w:iCs/>
          <w:sz w:val="28"/>
          <w:szCs w:val="28"/>
          <w:lang w:val="sr-Cyrl-CS"/>
        </w:rPr>
        <w:t>hitnom</w:t>
      </w:r>
      <w:r w:rsidR="005E49EF" w:rsidRPr="00665589">
        <w:rPr>
          <w:b/>
          <w:iCs/>
          <w:sz w:val="28"/>
          <w:szCs w:val="28"/>
          <w:lang w:val="sr-Cyrl-CS"/>
        </w:rPr>
        <w:t xml:space="preserve"> </w:t>
      </w:r>
      <w:r w:rsidR="00717223">
        <w:rPr>
          <w:b/>
          <w:iCs/>
          <w:sz w:val="28"/>
          <w:szCs w:val="28"/>
          <w:lang w:val="sr-Cyrl-CS"/>
        </w:rPr>
        <w:t>postupku</w:t>
      </w:r>
      <w:r w:rsidRPr="00665589">
        <w:rPr>
          <w:b/>
          <w:iCs/>
          <w:sz w:val="28"/>
          <w:szCs w:val="28"/>
        </w:rPr>
        <w:t>)</w:t>
      </w:r>
    </w:p>
    <w:p w:rsidR="001B3CFA" w:rsidRPr="00665589" w:rsidRDefault="001B3CFA" w:rsidP="001971BC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b/>
          <w:iCs/>
          <w:lang w:val="sr-Cyrl-RS"/>
        </w:rPr>
      </w:pPr>
    </w:p>
    <w:p w:rsidR="00A2413F" w:rsidRPr="00665589" w:rsidRDefault="00A2413F" w:rsidP="001971BC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b/>
          <w:iCs/>
          <w:lang w:val="sr-Cyrl-CS"/>
        </w:rPr>
      </w:pPr>
    </w:p>
    <w:p w:rsidR="00540E39" w:rsidRPr="00665589" w:rsidRDefault="001B3CFA" w:rsidP="002D1214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rPr>
          <w:b/>
          <w:iCs/>
          <w:sz w:val="28"/>
          <w:szCs w:val="28"/>
          <w:lang w:val="sr-Cyrl-BA"/>
        </w:rPr>
      </w:pPr>
      <w:r w:rsidRPr="00665589">
        <w:rPr>
          <w:b/>
          <w:iCs/>
          <w:sz w:val="28"/>
          <w:szCs w:val="28"/>
          <w:lang w:val="sr-Latn-CS"/>
        </w:rPr>
        <w:t xml:space="preserve">I </w:t>
      </w:r>
      <w:r w:rsidR="002650A7" w:rsidRPr="00665589">
        <w:rPr>
          <w:b/>
          <w:iCs/>
          <w:sz w:val="28"/>
          <w:szCs w:val="28"/>
          <w:lang w:val="sr-Cyrl-CS"/>
        </w:rPr>
        <w:t xml:space="preserve">       </w:t>
      </w:r>
      <w:r w:rsidR="00717223">
        <w:rPr>
          <w:b/>
          <w:iCs/>
          <w:sz w:val="28"/>
          <w:szCs w:val="28"/>
          <w:lang w:val="sr-Cyrl-BA"/>
        </w:rPr>
        <w:t>USTAVNI</w:t>
      </w:r>
      <w:r w:rsidRPr="00665589">
        <w:rPr>
          <w:b/>
          <w:iCs/>
          <w:sz w:val="28"/>
          <w:szCs w:val="28"/>
          <w:lang w:val="sr-Cyrl-BA"/>
        </w:rPr>
        <w:t xml:space="preserve"> </w:t>
      </w:r>
      <w:r w:rsidR="00717223">
        <w:rPr>
          <w:b/>
          <w:iCs/>
          <w:sz w:val="28"/>
          <w:szCs w:val="28"/>
          <w:lang w:val="sr-Cyrl-BA"/>
        </w:rPr>
        <w:t>I</w:t>
      </w:r>
      <w:r w:rsidR="002D1214" w:rsidRPr="00665589">
        <w:rPr>
          <w:sz w:val="28"/>
          <w:szCs w:val="28"/>
        </w:rPr>
        <w:t xml:space="preserve"> </w:t>
      </w:r>
      <w:r w:rsidR="00717223">
        <w:rPr>
          <w:b/>
          <w:iCs/>
          <w:sz w:val="28"/>
          <w:szCs w:val="28"/>
          <w:lang w:val="sr-Cyrl-BA"/>
        </w:rPr>
        <w:t>ZAKONSKI</w:t>
      </w:r>
      <w:r w:rsidR="002D1214" w:rsidRPr="00665589">
        <w:rPr>
          <w:b/>
          <w:iCs/>
          <w:sz w:val="28"/>
          <w:szCs w:val="28"/>
          <w:lang w:val="sr-Cyrl-BA"/>
        </w:rPr>
        <w:t xml:space="preserve"> </w:t>
      </w:r>
      <w:r w:rsidR="00717223">
        <w:rPr>
          <w:b/>
          <w:iCs/>
          <w:sz w:val="28"/>
          <w:szCs w:val="28"/>
          <w:lang w:val="sr-Cyrl-BA"/>
        </w:rPr>
        <w:t>OSNOV</w:t>
      </w:r>
    </w:p>
    <w:p w:rsidR="002650A7" w:rsidRPr="00665589" w:rsidRDefault="00717223" w:rsidP="00E4689C">
      <w:pPr>
        <w:pStyle w:val="Header"/>
        <w:tabs>
          <w:tab w:val="clear" w:pos="4320"/>
        </w:tabs>
        <w:spacing w:before="60" w:after="60"/>
        <w:ind w:firstLine="709"/>
        <w:jc w:val="both"/>
        <w:rPr>
          <w:iCs/>
        </w:rPr>
      </w:pPr>
      <w:r>
        <w:rPr>
          <w:iCs/>
          <w:lang w:val="sr-Cyrl-CS"/>
        </w:rPr>
        <w:t>O</w:t>
      </w:r>
      <w:r>
        <w:rPr>
          <w:iCs/>
        </w:rPr>
        <w:t>snov</w:t>
      </w:r>
      <w:r w:rsidR="00654540" w:rsidRPr="00665589">
        <w:rPr>
          <w:iCs/>
        </w:rPr>
        <w:t xml:space="preserve"> </w:t>
      </w:r>
      <w:r>
        <w:rPr>
          <w:iCs/>
        </w:rPr>
        <w:t>za</w:t>
      </w:r>
      <w:r w:rsidR="00654540" w:rsidRPr="00665589">
        <w:rPr>
          <w:iCs/>
        </w:rPr>
        <w:t xml:space="preserve"> </w:t>
      </w:r>
      <w:r>
        <w:rPr>
          <w:iCs/>
        </w:rPr>
        <w:t>donošenje</w:t>
      </w:r>
      <w:r w:rsidR="00654540" w:rsidRPr="00665589">
        <w:rPr>
          <w:iCs/>
        </w:rPr>
        <w:t xml:space="preserve"> </w:t>
      </w:r>
      <w:r>
        <w:rPr>
          <w:iCs/>
          <w:lang w:val="sr-Cyrl-RS"/>
        </w:rPr>
        <w:t>drugog</w:t>
      </w:r>
      <w:r w:rsidR="00494AEC" w:rsidRPr="00665589">
        <w:rPr>
          <w:iCs/>
          <w:lang w:val="sr-Cyrl-RS"/>
        </w:rPr>
        <w:t xml:space="preserve"> </w:t>
      </w:r>
      <w:r>
        <w:rPr>
          <w:iCs/>
          <w:lang w:val="sr-Cyrl-RS"/>
        </w:rPr>
        <w:t>r</w:t>
      </w:r>
      <w:r>
        <w:rPr>
          <w:iCs/>
          <w:lang w:val="sr-Cyrl-CS"/>
        </w:rPr>
        <w:t>ebalansa</w:t>
      </w:r>
      <w:r w:rsidR="00654540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B</w:t>
      </w:r>
      <w:r>
        <w:rPr>
          <w:iCs/>
        </w:rPr>
        <w:t>udžeta</w:t>
      </w:r>
      <w:r w:rsidR="00654540" w:rsidRPr="00665589">
        <w:rPr>
          <w:iCs/>
        </w:rPr>
        <w:t xml:space="preserve"> </w:t>
      </w:r>
      <w:r>
        <w:rPr>
          <w:iCs/>
        </w:rPr>
        <w:t>Republike</w:t>
      </w:r>
      <w:r w:rsidR="00654540" w:rsidRPr="00665589">
        <w:rPr>
          <w:iCs/>
        </w:rPr>
        <w:t xml:space="preserve"> </w:t>
      </w:r>
      <w:r>
        <w:rPr>
          <w:iCs/>
        </w:rPr>
        <w:t>Srpske</w:t>
      </w:r>
      <w:r w:rsidR="00654540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654540" w:rsidRPr="00665589">
        <w:rPr>
          <w:iCs/>
          <w:lang w:val="sr-Cyrl-CS"/>
        </w:rPr>
        <w:t xml:space="preserve"> 20</w:t>
      </w:r>
      <w:r w:rsidR="000B4714">
        <w:rPr>
          <w:iCs/>
          <w:lang w:val="sr-Cyrl-CS"/>
        </w:rPr>
        <w:t>2</w:t>
      </w:r>
      <w:r w:rsidR="000162C8">
        <w:rPr>
          <w:iCs/>
        </w:rPr>
        <w:t>5</w:t>
      </w:r>
      <w:r w:rsidR="00654540" w:rsidRPr="00665589">
        <w:rPr>
          <w:iCs/>
          <w:lang w:val="sr-Cyrl-CS"/>
        </w:rPr>
        <w:t xml:space="preserve">. </w:t>
      </w:r>
      <w:r>
        <w:rPr>
          <w:iCs/>
          <w:lang w:val="sr-Cyrl-CS"/>
        </w:rPr>
        <w:t>godinu</w:t>
      </w:r>
      <w:r w:rsidR="00654540" w:rsidRPr="00665589">
        <w:rPr>
          <w:iCs/>
        </w:rPr>
        <w:t xml:space="preserve"> </w:t>
      </w:r>
      <w:r>
        <w:rPr>
          <w:iCs/>
        </w:rPr>
        <w:t>sadržan</w:t>
      </w:r>
      <w:r w:rsidR="00654540" w:rsidRPr="00665589">
        <w:rPr>
          <w:iCs/>
        </w:rPr>
        <w:t xml:space="preserve"> </w:t>
      </w:r>
      <w:r>
        <w:rPr>
          <w:iCs/>
        </w:rPr>
        <w:t>je</w:t>
      </w:r>
      <w:r w:rsidR="00654540" w:rsidRPr="00665589">
        <w:rPr>
          <w:iCs/>
        </w:rPr>
        <w:t xml:space="preserve"> </w:t>
      </w:r>
      <w:r>
        <w:rPr>
          <w:iCs/>
        </w:rPr>
        <w:t>u</w:t>
      </w:r>
      <w:r w:rsidR="00654540" w:rsidRPr="00665589">
        <w:rPr>
          <w:iCs/>
        </w:rPr>
        <w:t xml:space="preserve"> </w:t>
      </w:r>
      <w:r>
        <w:rPr>
          <w:iCs/>
        </w:rPr>
        <w:t>članu</w:t>
      </w:r>
      <w:r w:rsidR="00654540" w:rsidRPr="00665589">
        <w:rPr>
          <w:iCs/>
        </w:rPr>
        <w:t xml:space="preserve"> 70. </w:t>
      </w:r>
      <w:r>
        <w:rPr>
          <w:iCs/>
          <w:lang w:val="sr-Cyrl-CS"/>
        </w:rPr>
        <w:t>stav</w:t>
      </w:r>
      <w:r w:rsidR="001144E1" w:rsidRPr="00665589">
        <w:rPr>
          <w:iCs/>
          <w:lang w:val="sr-Cyrl-CS"/>
        </w:rPr>
        <w:t xml:space="preserve"> 1. </w:t>
      </w:r>
      <w:r>
        <w:rPr>
          <w:iCs/>
          <w:lang w:val="sr-Cyrl-CS"/>
        </w:rPr>
        <w:t>t</w:t>
      </w:r>
      <w:r>
        <w:rPr>
          <w:iCs/>
        </w:rPr>
        <w:t>ačka</w:t>
      </w:r>
      <w:r w:rsidR="00641C25" w:rsidRPr="00665589">
        <w:rPr>
          <w:iCs/>
        </w:rPr>
        <w:t xml:space="preserve"> </w:t>
      </w:r>
      <w:r w:rsidR="006A1E02" w:rsidRPr="00665589">
        <w:rPr>
          <w:iCs/>
          <w:lang w:val="sr-Cyrl-CS"/>
        </w:rPr>
        <w:t xml:space="preserve">3. </w:t>
      </w:r>
      <w:r>
        <w:rPr>
          <w:iCs/>
        </w:rPr>
        <w:t>Ustava</w:t>
      </w:r>
      <w:r w:rsidR="006A1E02" w:rsidRPr="00665589">
        <w:rPr>
          <w:iCs/>
        </w:rPr>
        <w:t xml:space="preserve"> </w:t>
      </w:r>
      <w:r>
        <w:rPr>
          <w:iCs/>
        </w:rPr>
        <w:t>Republike</w:t>
      </w:r>
      <w:r w:rsidR="006A1E02" w:rsidRPr="00665589">
        <w:rPr>
          <w:iCs/>
        </w:rPr>
        <w:t xml:space="preserve"> </w:t>
      </w:r>
      <w:r>
        <w:rPr>
          <w:iCs/>
        </w:rPr>
        <w:t>Srpske</w:t>
      </w:r>
      <w:r w:rsidR="00371226" w:rsidRPr="00665589">
        <w:rPr>
          <w:iCs/>
          <w:lang w:val="sr-Cyrl-CS"/>
        </w:rPr>
        <w:t xml:space="preserve">, </w:t>
      </w:r>
      <w:r>
        <w:rPr>
          <w:iCs/>
          <w:lang w:val="sr-Cyrl-CS"/>
        </w:rPr>
        <w:t>koji</w:t>
      </w:r>
      <w:r w:rsidR="00371226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371226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propisao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da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Narodna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skupština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donosi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plan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razvoja</w:t>
      </w:r>
      <w:r w:rsidR="006A1E02" w:rsidRPr="00665589">
        <w:rPr>
          <w:iCs/>
          <w:lang w:val="sr-Cyrl-CS"/>
        </w:rPr>
        <w:t xml:space="preserve">, </w:t>
      </w:r>
      <w:r>
        <w:rPr>
          <w:iCs/>
          <w:lang w:val="sr-Cyrl-CS"/>
        </w:rPr>
        <w:t>prostorni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plan</w:t>
      </w:r>
      <w:r w:rsidR="006A1E02" w:rsidRPr="00665589">
        <w:rPr>
          <w:iCs/>
          <w:lang w:val="sr-Cyrl-CS"/>
        </w:rPr>
        <w:t xml:space="preserve">, </w:t>
      </w:r>
      <w:r>
        <w:rPr>
          <w:iCs/>
          <w:lang w:val="sr-Cyrl-CS"/>
        </w:rPr>
        <w:t>budžet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završni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račun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članu</w:t>
      </w:r>
      <w:r w:rsidR="006A1E02" w:rsidRPr="00665589">
        <w:rPr>
          <w:iCs/>
          <w:lang w:val="sr-Cyrl-CS"/>
        </w:rPr>
        <w:t xml:space="preserve"> </w:t>
      </w:r>
      <w:r w:rsidR="00C45AC6" w:rsidRPr="00665589">
        <w:rPr>
          <w:iCs/>
          <w:lang w:val="sr-Cyrl-CS"/>
        </w:rPr>
        <w:t>35.</w:t>
      </w:r>
      <w:r w:rsidR="006A1E02" w:rsidRPr="00665589">
        <w:rPr>
          <w:iCs/>
          <w:lang w:val="sr-Cyrl-CS"/>
        </w:rPr>
        <w:t xml:space="preserve"> </w:t>
      </w:r>
      <w:r>
        <w:rPr>
          <w:iCs/>
        </w:rPr>
        <w:t>Zakon</w:t>
      </w:r>
      <w:r>
        <w:rPr>
          <w:iCs/>
          <w:lang w:val="sr-Cyrl-CS"/>
        </w:rPr>
        <w:t>a</w:t>
      </w:r>
      <w:r w:rsidR="006A1E02" w:rsidRPr="00665589">
        <w:rPr>
          <w:iCs/>
        </w:rPr>
        <w:t xml:space="preserve"> </w:t>
      </w:r>
      <w:r>
        <w:rPr>
          <w:iCs/>
        </w:rPr>
        <w:t>o</w:t>
      </w:r>
      <w:r w:rsidR="006A1E02" w:rsidRPr="00665589">
        <w:rPr>
          <w:iCs/>
        </w:rPr>
        <w:t xml:space="preserve"> </w:t>
      </w:r>
      <w:r>
        <w:rPr>
          <w:iCs/>
        </w:rPr>
        <w:t>budžetskom</w:t>
      </w:r>
      <w:r w:rsidR="006A1E02" w:rsidRPr="00665589">
        <w:rPr>
          <w:iCs/>
        </w:rPr>
        <w:t xml:space="preserve"> </w:t>
      </w:r>
      <w:r>
        <w:rPr>
          <w:iCs/>
        </w:rPr>
        <w:t>sistemu</w:t>
      </w:r>
      <w:r w:rsidR="006A1E02" w:rsidRPr="00665589">
        <w:rPr>
          <w:iCs/>
        </w:rPr>
        <w:t xml:space="preserve"> </w:t>
      </w:r>
      <w:r>
        <w:rPr>
          <w:iCs/>
        </w:rPr>
        <w:t>Republike</w:t>
      </w:r>
      <w:r w:rsidR="006A1E02" w:rsidRPr="00665589">
        <w:rPr>
          <w:iCs/>
        </w:rPr>
        <w:t xml:space="preserve"> </w:t>
      </w:r>
      <w:r>
        <w:rPr>
          <w:iCs/>
        </w:rPr>
        <w:t>Srpske</w:t>
      </w:r>
      <w:r w:rsidR="006A1E02" w:rsidRPr="00665589">
        <w:rPr>
          <w:iCs/>
        </w:rPr>
        <w:t xml:space="preserve"> („</w:t>
      </w:r>
      <w:r>
        <w:rPr>
          <w:iCs/>
        </w:rPr>
        <w:t>Službeni</w:t>
      </w:r>
      <w:r w:rsidR="006A1E02" w:rsidRPr="00665589">
        <w:rPr>
          <w:iCs/>
        </w:rPr>
        <w:t xml:space="preserve"> </w:t>
      </w:r>
      <w:r>
        <w:rPr>
          <w:iCs/>
        </w:rPr>
        <w:t>glasnik</w:t>
      </w:r>
      <w:r w:rsidR="006A1E02" w:rsidRPr="00665589">
        <w:rPr>
          <w:iCs/>
        </w:rPr>
        <w:t xml:space="preserve"> </w:t>
      </w:r>
      <w:r>
        <w:rPr>
          <w:iCs/>
        </w:rPr>
        <w:t>Republike</w:t>
      </w:r>
      <w:r w:rsidR="006A1E02" w:rsidRPr="00665589">
        <w:rPr>
          <w:iCs/>
        </w:rPr>
        <w:t xml:space="preserve"> </w:t>
      </w:r>
      <w:r>
        <w:rPr>
          <w:iCs/>
        </w:rPr>
        <w:t>Srpske</w:t>
      </w:r>
      <w:r w:rsidR="006A1E02" w:rsidRPr="00665589">
        <w:rPr>
          <w:iCs/>
        </w:rPr>
        <w:t>“</w:t>
      </w:r>
      <w:r w:rsidR="006A1E02" w:rsidRPr="00665589">
        <w:rPr>
          <w:iCs/>
          <w:lang w:val="sr-Cyrl-CS"/>
        </w:rPr>
        <w:t>,</w:t>
      </w:r>
      <w:r w:rsidR="006A1E02" w:rsidRPr="00665589">
        <w:rPr>
          <w:iCs/>
        </w:rPr>
        <w:t xml:space="preserve"> </w:t>
      </w:r>
      <w:r>
        <w:rPr>
          <w:iCs/>
        </w:rPr>
        <w:t>br</w:t>
      </w:r>
      <w:r>
        <w:rPr>
          <w:iCs/>
          <w:lang w:val="sr-Cyrl-RS"/>
        </w:rPr>
        <w:t>oj</w:t>
      </w:r>
      <w:r w:rsidR="00606DFE" w:rsidRPr="00665589">
        <w:rPr>
          <w:iCs/>
          <w:lang w:val="sr-Cyrl-RS"/>
        </w:rPr>
        <w:t>:</w:t>
      </w:r>
      <w:r w:rsidR="006A1E02" w:rsidRPr="00665589">
        <w:rPr>
          <w:iCs/>
        </w:rPr>
        <w:t xml:space="preserve"> </w:t>
      </w:r>
      <w:r w:rsidR="00E246DC" w:rsidRPr="00665589">
        <w:rPr>
          <w:iCs/>
          <w:lang w:val="sr-Cyrl-CS"/>
        </w:rPr>
        <w:t>121/1</w:t>
      </w:r>
      <w:r w:rsidR="0097393D" w:rsidRPr="00665589">
        <w:rPr>
          <w:iCs/>
          <w:lang w:val="sr-Cyrl-CS"/>
        </w:rPr>
        <w:t>2</w:t>
      </w:r>
      <w:r w:rsidR="00B3567F" w:rsidRPr="00665589">
        <w:rPr>
          <w:iCs/>
          <w:lang w:val="sr-Cyrl-CS"/>
        </w:rPr>
        <w:t xml:space="preserve">, </w:t>
      </w:r>
      <w:r w:rsidR="00D55833" w:rsidRPr="00665589">
        <w:rPr>
          <w:iCs/>
          <w:lang w:val="sr-Cyrl-CS"/>
        </w:rPr>
        <w:t>52/14</w:t>
      </w:r>
      <w:r w:rsidR="000162C8">
        <w:rPr>
          <w:iCs/>
          <w:lang w:val="sr-Cyrl-CS"/>
        </w:rPr>
        <w:t>, 103/15,</w:t>
      </w:r>
      <w:r w:rsidR="00B3567F" w:rsidRPr="00665589">
        <w:rPr>
          <w:iCs/>
          <w:lang w:val="sr-Cyrl-CS"/>
        </w:rPr>
        <w:t xml:space="preserve"> 15/16</w:t>
      </w:r>
      <w:r w:rsidR="000162C8">
        <w:rPr>
          <w:iCs/>
        </w:rPr>
        <w:t xml:space="preserve"> </w:t>
      </w:r>
      <w:r>
        <w:rPr>
          <w:iCs/>
          <w:lang w:val="sr-Cyrl-BA"/>
        </w:rPr>
        <w:t>i</w:t>
      </w:r>
      <w:r w:rsidR="000162C8">
        <w:rPr>
          <w:iCs/>
          <w:lang w:val="sr-Cyrl-BA"/>
        </w:rPr>
        <w:t xml:space="preserve"> 110/24</w:t>
      </w:r>
      <w:r w:rsidR="006A1E02" w:rsidRPr="00665589">
        <w:rPr>
          <w:iCs/>
        </w:rPr>
        <w:t>)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kojim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predviđeno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da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se</w:t>
      </w:r>
      <w:r w:rsidR="006A1E02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rebalansom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budžeta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382F73" w:rsidRPr="00665589">
        <w:rPr>
          <w:iCs/>
          <w:lang w:val="sr-Cyrl-CS"/>
        </w:rPr>
        <w:t>,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koji</w:t>
      </w:r>
      <w:r w:rsidR="00382F73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na</w:t>
      </w:r>
      <w:r w:rsidR="00382F73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prijedlog</w:t>
      </w:r>
      <w:r w:rsidR="00382F73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Vlade</w:t>
      </w:r>
      <w:r w:rsidR="00382F73" w:rsidRPr="00665589">
        <w:rPr>
          <w:iCs/>
          <w:lang w:val="sr-Cyrl-CS"/>
        </w:rPr>
        <w:t xml:space="preserve">, </w:t>
      </w:r>
      <w:r>
        <w:rPr>
          <w:iCs/>
          <w:lang w:val="sr-Cyrl-CS"/>
        </w:rPr>
        <w:t>usvaja</w:t>
      </w:r>
      <w:r w:rsidR="00382F73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Narodna</w:t>
      </w:r>
      <w:r w:rsidR="00382F73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skupština</w:t>
      </w:r>
      <w:r w:rsidR="00382F73" w:rsidRPr="00665589">
        <w:rPr>
          <w:iCs/>
          <w:lang w:val="sr-Cyrl-CS"/>
        </w:rPr>
        <w:t xml:space="preserve">, </w:t>
      </w:r>
      <w:r>
        <w:rPr>
          <w:iCs/>
          <w:lang w:val="sr-Cyrl-CS"/>
        </w:rPr>
        <w:t>vrši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usklađivanje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budžetskih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sredstava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izdataka</w:t>
      </w:r>
      <w:r w:rsidR="00DD42A7" w:rsidRPr="00665589">
        <w:rPr>
          <w:iCs/>
          <w:lang w:val="sr-Cyrl-CS"/>
        </w:rPr>
        <w:t xml:space="preserve">, </w:t>
      </w:r>
      <w:r>
        <w:rPr>
          <w:iCs/>
          <w:lang w:val="sr-Cyrl-CS"/>
        </w:rPr>
        <w:t>na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nižem</w:t>
      </w:r>
      <w:r w:rsidR="00DD42A7" w:rsidRPr="00665589">
        <w:rPr>
          <w:iCs/>
          <w:lang w:val="sr-Cyrl-CS"/>
        </w:rPr>
        <w:t xml:space="preserve">, </w:t>
      </w:r>
      <w:r>
        <w:rPr>
          <w:iCs/>
          <w:lang w:val="sr-Cyrl-CS"/>
        </w:rPr>
        <w:t>višem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ili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istom</w:t>
      </w:r>
      <w:r w:rsidR="00DD42A7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nivou</w:t>
      </w:r>
      <w:r w:rsidR="00EF32CF" w:rsidRPr="00665589">
        <w:rPr>
          <w:iCs/>
          <w:lang w:val="sr-Cyrl-CS"/>
        </w:rPr>
        <w:t xml:space="preserve">, </w:t>
      </w:r>
      <w:r>
        <w:rPr>
          <w:iCs/>
          <w:lang w:val="sr-Cyrl-CS"/>
        </w:rPr>
        <w:t>po</w:t>
      </w:r>
      <w:r w:rsidR="00EF32CF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postupku</w:t>
      </w:r>
      <w:r w:rsidR="00EF32CF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identičnom</w:t>
      </w:r>
      <w:r w:rsidR="00EF32CF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postupku</w:t>
      </w:r>
      <w:r w:rsidR="00EF32CF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EF32CF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donošenje</w:t>
      </w:r>
      <w:r w:rsidR="00EF32CF" w:rsidRPr="00665589">
        <w:rPr>
          <w:iCs/>
          <w:lang w:val="sr-Cyrl-CS"/>
        </w:rPr>
        <w:t xml:space="preserve"> </w:t>
      </w:r>
      <w:r>
        <w:rPr>
          <w:iCs/>
          <w:lang w:val="sr-Cyrl-CS"/>
        </w:rPr>
        <w:t>budžeta</w:t>
      </w:r>
      <w:r w:rsidR="006A1E02" w:rsidRPr="00665589">
        <w:rPr>
          <w:iCs/>
          <w:lang w:val="sr-Cyrl-CS"/>
        </w:rPr>
        <w:t>.</w:t>
      </w:r>
    </w:p>
    <w:p w:rsidR="001D4448" w:rsidRPr="00665589" w:rsidRDefault="001D4448" w:rsidP="001971BC">
      <w:pPr>
        <w:pStyle w:val="Header"/>
        <w:tabs>
          <w:tab w:val="clear" w:pos="4320"/>
        </w:tabs>
        <w:spacing w:before="60" w:after="60"/>
        <w:jc w:val="both"/>
        <w:rPr>
          <w:iCs/>
          <w:lang w:val="sr-Cyrl-RS"/>
        </w:rPr>
      </w:pPr>
    </w:p>
    <w:p w:rsidR="00A2413F" w:rsidRPr="00665589" w:rsidRDefault="00A2413F" w:rsidP="001971BC">
      <w:pPr>
        <w:pStyle w:val="Header"/>
        <w:tabs>
          <w:tab w:val="clear" w:pos="4320"/>
        </w:tabs>
        <w:spacing w:before="60" w:after="60"/>
        <w:jc w:val="both"/>
        <w:rPr>
          <w:iCs/>
          <w:lang w:val="sr-Cyrl-RS"/>
        </w:rPr>
      </w:pPr>
    </w:p>
    <w:p w:rsidR="001D63A1" w:rsidRPr="00665589" w:rsidRDefault="001D63A1" w:rsidP="002650A7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rPr>
          <w:b/>
          <w:iCs/>
          <w:sz w:val="28"/>
          <w:szCs w:val="28"/>
          <w:lang w:val="sr-Cyrl-CS"/>
        </w:rPr>
      </w:pPr>
      <w:r w:rsidRPr="00665589">
        <w:rPr>
          <w:b/>
          <w:iCs/>
          <w:sz w:val="28"/>
          <w:szCs w:val="28"/>
          <w:lang w:val="sr-Latn-CS"/>
        </w:rPr>
        <w:t>II</w:t>
      </w:r>
      <w:r w:rsidR="002650A7" w:rsidRPr="00665589">
        <w:rPr>
          <w:b/>
          <w:iCs/>
          <w:sz w:val="28"/>
          <w:szCs w:val="28"/>
          <w:lang w:val="sr-Cyrl-CS"/>
        </w:rPr>
        <w:t xml:space="preserve">      </w:t>
      </w:r>
      <w:r w:rsidR="00717223">
        <w:rPr>
          <w:b/>
          <w:iCs/>
          <w:sz w:val="28"/>
          <w:szCs w:val="28"/>
          <w:lang w:val="sr-Latn-CS"/>
        </w:rPr>
        <w:t>USKLAĐENOST</w:t>
      </w:r>
      <w:r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SA</w:t>
      </w:r>
      <w:r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PRAVNIM</w:t>
      </w:r>
      <w:r w:rsidR="00083D87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PORETKOM</w:t>
      </w:r>
      <w:r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EVROPSKE</w:t>
      </w:r>
      <w:r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UNIJE</w:t>
      </w:r>
    </w:p>
    <w:p w:rsidR="00A2413F" w:rsidRPr="00665589" w:rsidRDefault="00717223" w:rsidP="00E4689C">
      <w:pPr>
        <w:pStyle w:val="Header"/>
        <w:tabs>
          <w:tab w:val="clear" w:pos="4320"/>
          <w:tab w:val="clear" w:pos="8640"/>
        </w:tabs>
        <w:spacing w:before="60" w:after="60"/>
        <w:ind w:firstLine="709"/>
        <w:jc w:val="both"/>
        <w:rPr>
          <w:iCs/>
        </w:rPr>
      </w:pPr>
      <w:r>
        <w:rPr>
          <w:iCs/>
        </w:rPr>
        <w:t>Prema</w:t>
      </w:r>
      <w:r w:rsidR="00FF7CF1" w:rsidRPr="00BA3CAF">
        <w:rPr>
          <w:iCs/>
        </w:rPr>
        <w:t xml:space="preserve"> </w:t>
      </w:r>
      <w:r>
        <w:rPr>
          <w:iCs/>
        </w:rPr>
        <w:t>Mišljenju</w:t>
      </w:r>
      <w:r w:rsidR="00FF7CF1" w:rsidRPr="00BA3CAF">
        <w:rPr>
          <w:iCs/>
        </w:rPr>
        <w:t xml:space="preserve"> </w:t>
      </w:r>
      <w:r>
        <w:rPr>
          <w:iCs/>
        </w:rPr>
        <w:t>Ministarstva</w:t>
      </w:r>
      <w:r w:rsidR="000B4714" w:rsidRPr="00BA3CAF">
        <w:rPr>
          <w:iCs/>
        </w:rPr>
        <w:t xml:space="preserve"> </w:t>
      </w:r>
      <w:r>
        <w:rPr>
          <w:iCs/>
        </w:rPr>
        <w:t>za</w:t>
      </w:r>
      <w:r w:rsidR="000B4714" w:rsidRPr="00BA3CAF">
        <w:rPr>
          <w:iCs/>
        </w:rPr>
        <w:t xml:space="preserve"> </w:t>
      </w:r>
      <w:r>
        <w:rPr>
          <w:iCs/>
        </w:rPr>
        <w:t>evropske</w:t>
      </w:r>
      <w:r w:rsidR="004144F5" w:rsidRPr="00BA3CAF">
        <w:rPr>
          <w:iCs/>
        </w:rPr>
        <w:t xml:space="preserve"> </w:t>
      </w:r>
      <w:r>
        <w:rPr>
          <w:iCs/>
        </w:rPr>
        <w:t>integracije</w:t>
      </w:r>
      <w:r w:rsidR="004144F5" w:rsidRPr="00BA3CAF">
        <w:rPr>
          <w:iCs/>
        </w:rPr>
        <w:t xml:space="preserve"> </w:t>
      </w:r>
      <w:r>
        <w:rPr>
          <w:iCs/>
        </w:rPr>
        <w:t>i</w:t>
      </w:r>
      <w:r w:rsidR="004144F5" w:rsidRPr="00BA3CAF">
        <w:rPr>
          <w:iCs/>
        </w:rPr>
        <w:t xml:space="preserve"> </w:t>
      </w:r>
      <w:r>
        <w:rPr>
          <w:iCs/>
        </w:rPr>
        <w:t>međunarodnu</w:t>
      </w:r>
      <w:r w:rsidR="004144F5" w:rsidRPr="00BA3CAF">
        <w:rPr>
          <w:iCs/>
        </w:rPr>
        <w:t xml:space="preserve"> </w:t>
      </w:r>
      <w:r>
        <w:rPr>
          <w:iCs/>
        </w:rPr>
        <w:t>saradnju</w:t>
      </w:r>
      <w:r w:rsidR="004144F5" w:rsidRPr="00BA3CAF">
        <w:rPr>
          <w:iCs/>
        </w:rPr>
        <w:t xml:space="preserve"> </w:t>
      </w:r>
      <w:r>
        <w:rPr>
          <w:iCs/>
        </w:rPr>
        <w:t>broj</w:t>
      </w:r>
      <w:r w:rsidR="00FF7CF1" w:rsidRPr="00BA3CAF">
        <w:rPr>
          <w:iCs/>
        </w:rPr>
        <w:t xml:space="preserve">: </w:t>
      </w:r>
      <w:r w:rsidR="0005450D" w:rsidRPr="00BA3CAF">
        <w:rPr>
          <w:iCs/>
        </w:rPr>
        <w:t>17.03-020-3</w:t>
      </w:r>
      <w:r w:rsidR="00BA3CAF" w:rsidRPr="00BA3CAF">
        <w:rPr>
          <w:iCs/>
          <w:lang w:val="sr-Cyrl-BA"/>
        </w:rPr>
        <w:t>217</w:t>
      </w:r>
      <w:r w:rsidR="0005450D" w:rsidRPr="00BA3CAF">
        <w:rPr>
          <w:iCs/>
        </w:rPr>
        <w:t>/2</w:t>
      </w:r>
      <w:r w:rsidR="000162C8" w:rsidRPr="00BA3CAF">
        <w:rPr>
          <w:iCs/>
          <w:lang w:val="sr-Cyrl-BA"/>
        </w:rPr>
        <w:t>5</w:t>
      </w:r>
      <w:r w:rsidR="00FF7CF1" w:rsidRPr="00BA3CAF">
        <w:rPr>
          <w:iCs/>
        </w:rPr>
        <w:t xml:space="preserve"> </w:t>
      </w:r>
      <w:r>
        <w:rPr>
          <w:iCs/>
        </w:rPr>
        <w:t>od</w:t>
      </w:r>
      <w:r w:rsidR="00FF7CF1" w:rsidRPr="00BA3CAF">
        <w:rPr>
          <w:iCs/>
        </w:rPr>
        <w:t xml:space="preserve"> </w:t>
      </w:r>
      <w:r w:rsidR="00BA3CAF" w:rsidRPr="00BA3CAF">
        <w:rPr>
          <w:iCs/>
          <w:lang w:val="sr-Cyrl-BA"/>
        </w:rPr>
        <w:t>13</w:t>
      </w:r>
      <w:r w:rsidR="00FF7CF1" w:rsidRPr="00BA3CAF">
        <w:rPr>
          <w:iCs/>
        </w:rPr>
        <w:t xml:space="preserve">. </w:t>
      </w:r>
      <w:r>
        <w:rPr>
          <w:iCs/>
          <w:lang w:val="sr-Cyrl-RS"/>
        </w:rPr>
        <w:t>novembra</w:t>
      </w:r>
      <w:r w:rsidR="00B3567F" w:rsidRPr="00BA3CAF">
        <w:rPr>
          <w:iCs/>
          <w:lang w:val="sr-Cyrl-RS"/>
        </w:rPr>
        <w:t xml:space="preserve"> </w:t>
      </w:r>
      <w:r w:rsidR="00FF7CF1" w:rsidRPr="00BA3CAF">
        <w:rPr>
          <w:iCs/>
        </w:rPr>
        <w:t>20</w:t>
      </w:r>
      <w:r w:rsidR="000B4714" w:rsidRPr="00BA3CAF">
        <w:rPr>
          <w:iCs/>
          <w:lang w:val="sr-Cyrl-RS"/>
        </w:rPr>
        <w:t>2</w:t>
      </w:r>
      <w:r w:rsidR="000162C8" w:rsidRPr="00BA3CAF">
        <w:rPr>
          <w:iCs/>
          <w:lang w:val="sr-Cyrl-RS"/>
        </w:rPr>
        <w:t>5</w:t>
      </w:r>
      <w:r w:rsidR="00FF7CF1" w:rsidRPr="00BA3CAF">
        <w:rPr>
          <w:iCs/>
        </w:rPr>
        <w:t xml:space="preserve">. </w:t>
      </w:r>
      <w:r>
        <w:rPr>
          <w:iCs/>
        </w:rPr>
        <w:t>godine</w:t>
      </w:r>
      <w:r w:rsidR="00FF7CF1" w:rsidRPr="00BA3CAF">
        <w:rPr>
          <w:iCs/>
        </w:rPr>
        <w:t xml:space="preserve">, </w:t>
      </w:r>
      <w:r>
        <w:rPr>
          <w:iCs/>
        </w:rPr>
        <w:t>a</w:t>
      </w:r>
      <w:r w:rsidR="00FF7CF1" w:rsidRPr="00BA3CAF">
        <w:rPr>
          <w:iCs/>
        </w:rPr>
        <w:t xml:space="preserve"> </w:t>
      </w:r>
      <w:r>
        <w:rPr>
          <w:iCs/>
          <w:lang w:val="sr-Cyrl-BA"/>
        </w:rPr>
        <w:t>n</w:t>
      </w:r>
      <w:r>
        <w:rPr>
          <w:iCs/>
        </w:rPr>
        <w:t>akon</w:t>
      </w:r>
      <w:r w:rsidR="0005450D" w:rsidRPr="00BA3CAF">
        <w:rPr>
          <w:iCs/>
        </w:rPr>
        <w:t xml:space="preserve"> </w:t>
      </w:r>
      <w:r>
        <w:rPr>
          <w:iCs/>
        </w:rPr>
        <w:t>uvida</w:t>
      </w:r>
      <w:r w:rsidR="0005450D" w:rsidRPr="0005450D">
        <w:rPr>
          <w:iCs/>
        </w:rPr>
        <w:t xml:space="preserve"> </w:t>
      </w:r>
      <w:r>
        <w:rPr>
          <w:iCs/>
        </w:rPr>
        <w:t>u</w:t>
      </w:r>
      <w:r w:rsidR="0005450D" w:rsidRPr="0005450D">
        <w:rPr>
          <w:iCs/>
        </w:rPr>
        <w:t xml:space="preserve"> </w:t>
      </w:r>
      <w:r>
        <w:rPr>
          <w:iCs/>
        </w:rPr>
        <w:t>propise</w:t>
      </w:r>
      <w:r w:rsidR="0005450D" w:rsidRPr="0005450D">
        <w:rPr>
          <w:iCs/>
        </w:rPr>
        <w:t xml:space="preserve"> </w:t>
      </w:r>
      <w:r>
        <w:rPr>
          <w:iCs/>
        </w:rPr>
        <w:t>Evropske</w:t>
      </w:r>
      <w:r w:rsidR="0005450D" w:rsidRPr="0005450D">
        <w:rPr>
          <w:iCs/>
        </w:rPr>
        <w:t xml:space="preserve"> </w:t>
      </w:r>
      <w:r>
        <w:rPr>
          <w:iCs/>
        </w:rPr>
        <w:t>unije</w:t>
      </w:r>
      <w:r w:rsidR="0005450D" w:rsidRPr="0005450D">
        <w:rPr>
          <w:iCs/>
        </w:rPr>
        <w:t xml:space="preserve"> </w:t>
      </w:r>
      <w:r>
        <w:rPr>
          <w:iCs/>
        </w:rPr>
        <w:t>i</w:t>
      </w:r>
      <w:r w:rsidR="0005450D" w:rsidRPr="0005450D">
        <w:rPr>
          <w:iCs/>
        </w:rPr>
        <w:t xml:space="preserve"> </w:t>
      </w:r>
      <w:r>
        <w:rPr>
          <w:iCs/>
        </w:rPr>
        <w:t>analize</w:t>
      </w:r>
      <w:r w:rsidR="0005450D" w:rsidRPr="0005450D">
        <w:rPr>
          <w:iCs/>
        </w:rPr>
        <w:t xml:space="preserve"> </w:t>
      </w:r>
      <w:r>
        <w:rPr>
          <w:iCs/>
        </w:rPr>
        <w:t>Prijedloga</w:t>
      </w:r>
      <w:r w:rsidR="0005450D" w:rsidRPr="0005450D">
        <w:rPr>
          <w:iCs/>
        </w:rPr>
        <w:t xml:space="preserve"> </w:t>
      </w:r>
      <w:r>
        <w:rPr>
          <w:iCs/>
        </w:rPr>
        <w:t>drugog</w:t>
      </w:r>
      <w:r w:rsidR="0005450D" w:rsidRPr="0005450D">
        <w:rPr>
          <w:iCs/>
        </w:rPr>
        <w:t xml:space="preserve"> </w:t>
      </w:r>
      <w:r>
        <w:rPr>
          <w:iCs/>
        </w:rPr>
        <w:t>rebalansa</w:t>
      </w:r>
      <w:r w:rsidR="0005450D" w:rsidRPr="0005450D">
        <w:rPr>
          <w:iCs/>
        </w:rPr>
        <w:t xml:space="preserve"> </w:t>
      </w:r>
      <w:r>
        <w:rPr>
          <w:iCs/>
        </w:rPr>
        <w:t>Budžeta</w:t>
      </w:r>
      <w:r w:rsidR="0005450D" w:rsidRPr="0005450D">
        <w:rPr>
          <w:iCs/>
        </w:rPr>
        <w:t xml:space="preserve"> </w:t>
      </w:r>
      <w:r>
        <w:rPr>
          <w:iCs/>
        </w:rPr>
        <w:t>Republike</w:t>
      </w:r>
      <w:r w:rsidR="0005450D" w:rsidRPr="0005450D">
        <w:rPr>
          <w:iCs/>
        </w:rPr>
        <w:t xml:space="preserve"> </w:t>
      </w:r>
      <w:r>
        <w:rPr>
          <w:iCs/>
        </w:rPr>
        <w:t>Srpske</w:t>
      </w:r>
      <w:r w:rsidR="0005450D" w:rsidRPr="0005450D">
        <w:rPr>
          <w:iCs/>
        </w:rPr>
        <w:t xml:space="preserve"> </w:t>
      </w:r>
      <w:r>
        <w:rPr>
          <w:iCs/>
        </w:rPr>
        <w:t>za</w:t>
      </w:r>
      <w:r w:rsidR="0005450D" w:rsidRPr="0005450D">
        <w:rPr>
          <w:iCs/>
        </w:rPr>
        <w:t xml:space="preserve"> 202</w:t>
      </w:r>
      <w:r w:rsidR="000162C8">
        <w:rPr>
          <w:iCs/>
          <w:lang w:val="sr-Cyrl-BA"/>
        </w:rPr>
        <w:t>5</w:t>
      </w:r>
      <w:r w:rsidR="0005450D" w:rsidRPr="0005450D">
        <w:rPr>
          <w:iCs/>
        </w:rPr>
        <w:t>.</w:t>
      </w:r>
      <w:r w:rsidR="00BA3CAF">
        <w:rPr>
          <w:iCs/>
        </w:rPr>
        <w:t xml:space="preserve"> </w:t>
      </w:r>
      <w:r>
        <w:rPr>
          <w:iCs/>
        </w:rPr>
        <w:t>godinu</w:t>
      </w:r>
      <w:r w:rsidR="00BA3CAF">
        <w:rPr>
          <w:iCs/>
        </w:rPr>
        <w:t xml:space="preserve">, </w:t>
      </w:r>
      <w:r>
        <w:rPr>
          <w:iCs/>
        </w:rPr>
        <w:t>po</w:t>
      </w:r>
      <w:r w:rsidR="00BA3CAF">
        <w:rPr>
          <w:iCs/>
        </w:rPr>
        <w:t xml:space="preserve"> </w:t>
      </w:r>
      <w:r>
        <w:rPr>
          <w:iCs/>
        </w:rPr>
        <w:t>hitnom</w:t>
      </w:r>
      <w:r w:rsidR="00BA3CAF">
        <w:rPr>
          <w:iCs/>
        </w:rPr>
        <w:t xml:space="preserve"> </w:t>
      </w:r>
      <w:r>
        <w:rPr>
          <w:iCs/>
        </w:rPr>
        <w:t>postupku</w:t>
      </w:r>
      <w:r w:rsidR="00BA3CAF">
        <w:rPr>
          <w:iCs/>
        </w:rPr>
        <w:t xml:space="preserve">, </w:t>
      </w:r>
      <w:r>
        <w:rPr>
          <w:iCs/>
        </w:rPr>
        <w:t>nije</w:t>
      </w:r>
      <w:r w:rsidR="0005450D" w:rsidRPr="0005450D">
        <w:rPr>
          <w:iCs/>
        </w:rPr>
        <w:t xml:space="preserve"> </w:t>
      </w:r>
      <w:r>
        <w:rPr>
          <w:iCs/>
        </w:rPr>
        <w:t>ustanovljen</w:t>
      </w:r>
      <w:r>
        <w:rPr>
          <w:iCs/>
          <w:lang w:val="sr-Cyrl-BA"/>
        </w:rPr>
        <w:t>o</w:t>
      </w:r>
      <w:r w:rsidR="00BA3CAF" w:rsidRPr="00BA3CAF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BA3CAF" w:rsidRPr="00BA3CAF">
        <w:rPr>
          <w:iCs/>
          <w:lang w:val="sr-Cyrl-BA"/>
        </w:rPr>
        <w:t xml:space="preserve"> </w:t>
      </w:r>
      <w:r>
        <w:rPr>
          <w:iCs/>
          <w:lang w:val="sr-Cyrl-BA"/>
        </w:rPr>
        <w:t>postoje</w:t>
      </w:r>
      <w:r w:rsidR="0005450D" w:rsidRPr="00BA3CAF">
        <w:rPr>
          <w:iCs/>
        </w:rPr>
        <w:t xml:space="preserve"> </w:t>
      </w:r>
      <w:r>
        <w:rPr>
          <w:iCs/>
        </w:rPr>
        <w:t>obavezujući</w:t>
      </w:r>
      <w:r w:rsidR="0005450D" w:rsidRPr="00BA3CAF">
        <w:rPr>
          <w:iCs/>
        </w:rPr>
        <w:t xml:space="preserve"> </w:t>
      </w:r>
      <w:r>
        <w:rPr>
          <w:iCs/>
        </w:rPr>
        <w:t>sekundarni</w:t>
      </w:r>
      <w:r w:rsidR="0005450D" w:rsidRPr="00BA3CAF">
        <w:rPr>
          <w:iCs/>
        </w:rPr>
        <w:t xml:space="preserve"> </w:t>
      </w:r>
      <w:r>
        <w:rPr>
          <w:iCs/>
        </w:rPr>
        <w:t>izvori</w:t>
      </w:r>
      <w:r w:rsidR="0005450D" w:rsidRPr="00BA3CAF">
        <w:rPr>
          <w:iCs/>
        </w:rPr>
        <w:t xml:space="preserve"> </w:t>
      </w:r>
      <w:r>
        <w:rPr>
          <w:iCs/>
        </w:rPr>
        <w:t>prava</w:t>
      </w:r>
      <w:r w:rsidR="0005450D" w:rsidRPr="00BA3CAF">
        <w:rPr>
          <w:iCs/>
        </w:rPr>
        <w:t xml:space="preserve"> </w:t>
      </w:r>
      <w:r>
        <w:rPr>
          <w:iCs/>
        </w:rPr>
        <w:t>relevantni</w:t>
      </w:r>
      <w:r w:rsidR="0005450D" w:rsidRPr="00BA3CAF">
        <w:rPr>
          <w:iCs/>
        </w:rPr>
        <w:t xml:space="preserve"> </w:t>
      </w:r>
      <w:r>
        <w:rPr>
          <w:iCs/>
        </w:rPr>
        <w:t>za</w:t>
      </w:r>
      <w:r w:rsidR="0005450D" w:rsidRPr="00BA3CAF">
        <w:rPr>
          <w:iCs/>
        </w:rPr>
        <w:t xml:space="preserve"> </w:t>
      </w:r>
      <w:r>
        <w:rPr>
          <w:iCs/>
        </w:rPr>
        <w:t>predmet</w:t>
      </w:r>
      <w:r w:rsidR="0005450D" w:rsidRPr="00BA3CAF">
        <w:rPr>
          <w:iCs/>
        </w:rPr>
        <w:t xml:space="preserve"> </w:t>
      </w:r>
      <w:r>
        <w:rPr>
          <w:iCs/>
        </w:rPr>
        <w:t>uređivanja</w:t>
      </w:r>
      <w:r w:rsidR="0005450D" w:rsidRPr="00BA3CAF">
        <w:rPr>
          <w:iCs/>
        </w:rPr>
        <w:t xml:space="preserve"> </w:t>
      </w:r>
      <w:r>
        <w:rPr>
          <w:iCs/>
        </w:rPr>
        <w:t>dostavljenog</w:t>
      </w:r>
      <w:r w:rsidR="0005450D" w:rsidRPr="00BA3CAF">
        <w:rPr>
          <w:iCs/>
        </w:rPr>
        <w:t xml:space="preserve"> </w:t>
      </w:r>
      <w:r>
        <w:rPr>
          <w:iCs/>
        </w:rPr>
        <w:t>prijedloga</w:t>
      </w:r>
      <w:r w:rsidR="0005450D" w:rsidRPr="00BA3CAF">
        <w:rPr>
          <w:iCs/>
        </w:rPr>
        <w:t xml:space="preserve">. </w:t>
      </w:r>
      <w:r>
        <w:rPr>
          <w:iCs/>
        </w:rPr>
        <w:t>Zbog</w:t>
      </w:r>
      <w:r w:rsidR="0005450D" w:rsidRPr="00BA3CAF">
        <w:rPr>
          <w:iCs/>
        </w:rPr>
        <w:t xml:space="preserve"> </w:t>
      </w:r>
      <w:r>
        <w:rPr>
          <w:iCs/>
        </w:rPr>
        <w:t>toga</w:t>
      </w:r>
      <w:r w:rsidR="0005450D" w:rsidRPr="00BA3CAF">
        <w:rPr>
          <w:iCs/>
        </w:rPr>
        <w:t xml:space="preserve"> </w:t>
      </w:r>
      <w:r>
        <w:rPr>
          <w:iCs/>
        </w:rPr>
        <w:t>u</w:t>
      </w:r>
      <w:r w:rsidR="0005450D" w:rsidRPr="00BA3CAF">
        <w:rPr>
          <w:iCs/>
        </w:rPr>
        <w:t xml:space="preserve"> </w:t>
      </w:r>
      <w:r>
        <w:rPr>
          <w:iCs/>
        </w:rPr>
        <w:t>Izjavi</w:t>
      </w:r>
      <w:r w:rsidR="0005450D" w:rsidRPr="00BA3CAF">
        <w:rPr>
          <w:iCs/>
        </w:rPr>
        <w:t xml:space="preserve"> </w:t>
      </w:r>
      <w:r>
        <w:rPr>
          <w:iCs/>
        </w:rPr>
        <w:t>o</w:t>
      </w:r>
      <w:r w:rsidR="0005450D" w:rsidRPr="00BA3CAF">
        <w:rPr>
          <w:iCs/>
        </w:rPr>
        <w:t xml:space="preserve"> </w:t>
      </w:r>
      <w:r>
        <w:rPr>
          <w:iCs/>
        </w:rPr>
        <w:t>usklađenosti</w:t>
      </w:r>
      <w:r w:rsidR="0005450D" w:rsidRPr="00BA3CAF">
        <w:rPr>
          <w:iCs/>
        </w:rPr>
        <w:t xml:space="preserve"> </w:t>
      </w:r>
      <w:r>
        <w:rPr>
          <w:iCs/>
        </w:rPr>
        <w:t>stoji</w:t>
      </w:r>
      <w:r w:rsidR="0005450D" w:rsidRPr="00BA3CAF">
        <w:rPr>
          <w:iCs/>
        </w:rPr>
        <w:t xml:space="preserve"> </w:t>
      </w:r>
      <w:r>
        <w:rPr>
          <w:iCs/>
        </w:rPr>
        <w:t>ocjena</w:t>
      </w:r>
      <w:r w:rsidR="0005450D" w:rsidRPr="00BA3CAF">
        <w:rPr>
          <w:iCs/>
        </w:rPr>
        <w:t xml:space="preserve"> „</w:t>
      </w:r>
      <w:r>
        <w:rPr>
          <w:iCs/>
        </w:rPr>
        <w:t>Neprimjenjivo</w:t>
      </w:r>
      <w:r w:rsidR="0005450D" w:rsidRPr="00BA3CAF">
        <w:rPr>
          <w:iCs/>
        </w:rPr>
        <w:t>“.</w:t>
      </w:r>
    </w:p>
    <w:p w:rsidR="006D677B" w:rsidRPr="00832098" w:rsidRDefault="006D677B" w:rsidP="001971BC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iCs/>
          <w:lang w:val="sr-Cyrl-RS"/>
        </w:rPr>
      </w:pPr>
    </w:p>
    <w:p w:rsidR="00FF7CF1" w:rsidRPr="00665589" w:rsidRDefault="00FF7CF1" w:rsidP="001971BC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iCs/>
        </w:rPr>
      </w:pPr>
    </w:p>
    <w:p w:rsidR="00540E39" w:rsidRPr="00665589" w:rsidRDefault="002650A7" w:rsidP="002650A7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rPr>
          <w:b/>
          <w:iCs/>
          <w:sz w:val="28"/>
          <w:szCs w:val="28"/>
          <w:lang w:val="sr-Latn-CS"/>
        </w:rPr>
      </w:pPr>
      <w:r w:rsidRPr="00665589">
        <w:rPr>
          <w:b/>
          <w:iCs/>
          <w:sz w:val="28"/>
          <w:szCs w:val="28"/>
          <w:lang w:val="sr-Latn-CS"/>
        </w:rPr>
        <w:t>I</w:t>
      </w:r>
      <w:r w:rsidR="00273FE8" w:rsidRPr="00665589">
        <w:rPr>
          <w:b/>
          <w:iCs/>
          <w:sz w:val="28"/>
          <w:szCs w:val="28"/>
          <w:lang w:val="sr-Latn-CS"/>
        </w:rPr>
        <w:t>II</w:t>
      </w:r>
      <w:r w:rsidR="001B3CFA" w:rsidRPr="00665589">
        <w:rPr>
          <w:b/>
          <w:iCs/>
          <w:sz w:val="28"/>
          <w:szCs w:val="28"/>
          <w:lang w:val="sr-Latn-CS"/>
        </w:rPr>
        <w:t xml:space="preserve"> </w:t>
      </w:r>
      <w:r w:rsidRPr="00665589">
        <w:rPr>
          <w:b/>
          <w:iCs/>
          <w:sz w:val="28"/>
          <w:szCs w:val="28"/>
          <w:lang w:val="sr-Latn-CS"/>
        </w:rPr>
        <w:t xml:space="preserve">     </w:t>
      </w:r>
      <w:r w:rsidR="00717223">
        <w:rPr>
          <w:b/>
          <w:iCs/>
          <w:sz w:val="28"/>
          <w:szCs w:val="28"/>
          <w:lang w:val="sr-Latn-CS"/>
        </w:rPr>
        <w:t>RAZLOZI</w:t>
      </w:r>
      <w:r w:rsidR="001B3CFA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ZA</w:t>
      </w:r>
      <w:r w:rsidR="001B3CFA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DONOŠENjE</w:t>
      </w:r>
      <w:r w:rsidR="001B3CFA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DRUGOG</w:t>
      </w:r>
      <w:r w:rsidR="00E20C88" w:rsidRPr="00665589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REBALANSA</w:t>
      </w:r>
      <w:r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BU</w:t>
      </w:r>
      <w:r w:rsidR="00717223">
        <w:rPr>
          <w:b/>
          <w:iCs/>
          <w:sz w:val="28"/>
          <w:szCs w:val="28"/>
          <w:lang w:val="sr-Cyrl-CS"/>
        </w:rPr>
        <w:t>Dž</w:t>
      </w:r>
      <w:r w:rsidR="00717223">
        <w:rPr>
          <w:b/>
          <w:iCs/>
          <w:sz w:val="28"/>
          <w:szCs w:val="28"/>
          <w:lang w:val="sr-Latn-CS"/>
        </w:rPr>
        <w:t>ETA</w:t>
      </w:r>
    </w:p>
    <w:p w:rsidR="002E4AD2" w:rsidRPr="002E4AD2" w:rsidRDefault="00717223" w:rsidP="002E4AD2">
      <w:pPr>
        <w:autoSpaceDE w:val="0"/>
        <w:autoSpaceDN w:val="0"/>
        <w:adjustRightInd w:val="0"/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Rebalans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E4AD2" w:rsidRPr="002E4AD2">
        <w:rPr>
          <w:iCs/>
          <w:lang w:val="sr-Cyrl-BA"/>
        </w:rPr>
        <w:t xml:space="preserve"> 202</w:t>
      </w:r>
      <w:r w:rsidR="000162C8">
        <w:rPr>
          <w:iCs/>
          <w:lang w:val="sr-Cyrl-BA"/>
        </w:rPr>
        <w:t>5</w:t>
      </w:r>
      <w:r w:rsidR="002E4AD2" w:rsidRPr="002E4AD2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2E4AD2" w:rsidRPr="002E4AD2">
        <w:rPr>
          <w:iCs/>
          <w:lang w:val="sr-Cyrl-BA"/>
        </w:rPr>
        <w:t xml:space="preserve">, </w:t>
      </w:r>
      <w:r>
        <w:rPr>
          <w:iCs/>
          <w:lang w:val="sr-Cyrl-BA"/>
        </w:rPr>
        <w:t>usvojila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Narodna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skupština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0162C8">
        <w:rPr>
          <w:iCs/>
          <w:lang w:val="sr-Cyrl-BA"/>
        </w:rPr>
        <w:t xml:space="preserve">, </w:t>
      </w:r>
      <w:r>
        <w:rPr>
          <w:iCs/>
          <w:lang w:val="sr-Cyrl-BA"/>
        </w:rPr>
        <w:t>na</w:t>
      </w:r>
      <w:r w:rsidR="000162C8">
        <w:rPr>
          <w:iCs/>
          <w:lang w:val="sr-Cyrl-BA"/>
        </w:rPr>
        <w:t xml:space="preserve"> 15. </w:t>
      </w:r>
      <w:r>
        <w:rPr>
          <w:iCs/>
          <w:lang w:val="sr-Cyrl-BA"/>
        </w:rPr>
        <w:t>redovnoj</w:t>
      </w:r>
      <w:r w:rsidR="000162C8">
        <w:rPr>
          <w:iCs/>
          <w:lang w:val="sr-Cyrl-BA"/>
        </w:rPr>
        <w:t xml:space="preserve"> </w:t>
      </w:r>
      <w:r>
        <w:rPr>
          <w:iCs/>
          <w:lang w:val="sr-Cyrl-BA"/>
        </w:rPr>
        <w:t>sjednici</w:t>
      </w:r>
      <w:r w:rsidR="000162C8">
        <w:rPr>
          <w:iCs/>
          <w:lang w:val="sr-Cyrl-BA"/>
        </w:rPr>
        <w:t xml:space="preserve">, </w:t>
      </w:r>
      <w:r>
        <w:rPr>
          <w:iCs/>
          <w:lang w:val="sr-Cyrl-BA"/>
        </w:rPr>
        <w:t>održanoj</w:t>
      </w:r>
      <w:r w:rsidR="000162C8">
        <w:rPr>
          <w:iCs/>
          <w:lang w:val="sr-Cyrl-BA"/>
        </w:rPr>
        <w:t xml:space="preserve"> 03</w:t>
      </w:r>
      <w:r w:rsidR="002E4AD2" w:rsidRPr="002E4AD2">
        <w:rPr>
          <w:iCs/>
          <w:lang w:val="sr-Cyrl-BA"/>
        </w:rPr>
        <w:t xml:space="preserve">. </w:t>
      </w:r>
      <w:r>
        <w:rPr>
          <w:iCs/>
          <w:lang w:val="sr-Cyrl-BA"/>
        </w:rPr>
        <w:t>jula</w:t>
      </w:r>
      <w:r w:rsidR="002E4AD2" w:rsidRPr="002E4AD2">
        <w:rPr>
          <w:iCs/>
          <w:lang w:val="sr-Cyrl-BA"/>
        </w:rPr>
        <w:t xml:space="preserve"> 202</w:t>
      </w:r>
      <w:r w:rsidR="000162C8">
        <w:rPr>
          <w:iCs/>
          <w:lang w:val="sr-Latn-BA"/>
        </w:rPr>
        <w:t>5</w:t>
      </w:r>
      <w:r w:rsidR="002E4AD2" w:rsidRPr="002E4AD2">
        <w:rPr>
          <w:iCs/>
          <w:lang w:val="sr-Cyrl-BA"/>
        </w:rPr>
        <w:t xml:space="preserve">. </w:t>
      </w:r>
      <w:r>
        <w:rPr>
          <w:iCs/>
          <w:lang w:val="sr-Cyrl-BA"/>
        </w:rPr>
        <w:t>godine</w:t>
      </w:r>
      <w:r w:rsidR="002E4AD2" w:rsidRPr="002E4AD2">
        <w:rPr>
          <w:iCs/>
          <w:lang w:val="sr-Cyrl-BA"/>
        </w:rPr>
        <w:t xml:space="preserve"> („</w:t>
      </w:r>
      <w:r>
        <w:rPr>
          <w:iCs/>
          <w:lang w:val="sr-Cyrl-BA"/>
        </w:rPr>
        <w:t>Službeni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glasnik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E4AD2" w:rsidRPr="002E4AD2">
        <w:rPr>
          <w:iCs/>
          <w:lang w:val="sr-Cyrl-BA"/>
        </w:rPr>
        <w:t xml:space="preserve">“, </w:t>
      </w:r>
      <w:r>
        <w:rPr>
          <w:iCs/>
          <w:lang w:val="sr-Cyrl-BA"/>
        </w:rPr>
        <w:t>broj</w:t>
      </w:r>
      <w:r w:rsidR="002E4AD2" w:rsidRPr="002E4AD2">
        <w:rPr>
          <w:iCs/>
          <w:lang w:val="sr-Cyrl-BA"/>
        </w:rPr>
        <w:t xml:space="preserve"> </w:t>
      </w:r>
      <w:r w:rsidR="000162C8">
        <w:rPr>
          <w:iCs/>
          <w:lang w:val="sr-Cyrl-BA"/>
        </w:rPr>
        <w:t>61/25</w:t>
      </w:r>
      <w:r w:rsidR="002E4AD2" w:rsidRPr="002E4AD2">
        <w:rPr>
          <w:iCs/>
          <w:lang w:val="sr-Cyrl-BA"/>
        </w:rPr>
        <w:t xml:space="preserve">), </w:t>
      </w:r>
      <w:r>
        <w:rPr>
          <w:iCs/>
          <w:lang w:val="sr-Cyrl-BA"/>
        </w:rPr>
        <w:t>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2E4AD2" w:rsidRPr="002E4AD2">
        <w:rPr>
          <w:iCs/>
          <w:lang w:val="sr-Cyrl-BA"/>
        </w:rPr>
        <w:t xml:space="preserve"> </w:t>
      </w:r>
      <w:r w:rsidR="000162C8">
        <w:rPr>
          <w:iCs/>
          <w:lang w:val="sr-Cyrl-BA"/>
        </w:rPr>
        <w:t>6.490</w:t>
      </w:r>
      <w:r w:rsidR="002E4AD2" w:rsidRPr="002E4AD2">
        <w:rPr>
          <w:iCs/>
          <w:lang w:val="sr-Cyrl-BA"/>
        </w:rPr>
        <w:t xml:space="preserve">,0 </w:t>
      </w:r>
      <w:r>
        <w:rPr>
          <w:iCs/>
          <w:lang w:val="sr-Cyrl-BA"/>
        </w:rPr>
        <w:t>miliona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2E4AD2" w:rsidRPr="002E4AD2">
        <w:rPr>
          <w:iCs/>
          <w:lang w:val="sr-Cyrl-BA"/>
        </w:rPr>
        <w:t xml:space="preserve">. </w:t>
      </w:r>
    </w:p>
    <w:p w:rsidR="002E4AD2" w:rsidRPr="002E4AD2" w:rsidRDefault="00717223" w:rsidP="009C6DE8">
      <w:pPr>
        <w:autoSpaceDE w:val="0"/>
        <w:autoSpaceDN w:val="0"/>
        <w:adjustRightInd w:val="0"/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Po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usvajanju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E4AD2" w:rsidRPr="002E4AD2">
        <w:rPr>
          <w:iCs/>
          <w:lang w:val="sr-Cyrl-BA"/>
        </w:rPr>
        <w:t xml:space="preserve"> 202</w:t>
      </w:r>
      <w:r w:rsidR="000162C8">
        <w:rPr>
          <w:iCs/>
          <w:lang w:val="sr-Cyrl-BA"/>
        </w:rPr>
        <w:t>5</w:t>
      </w:r>
      <w:r w:rsidR="002E4AD2" w:rsidRPr="002E4AD2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2E4AD2" w:rsidRPr="002E4AD2">
        <w:rPr>
          <w:iCs/>
          <w:lang w:val="sr-Cyrl-BA"/>
        </w:rPr>
        <w:t xml:space="preserve">, </w:t>
      </w:r>
      <w:r>
        <w:rPr>
          <w:iCs/>
          <w:lang w:val="sr-Cyrl-BA"/>
        </w:rPr>
        <w:t>unos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trezorski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sistem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vršen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prema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usvojenom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Rebalansu</w:t>
      </w:r>
      <w:r w:rsidR="002E4AD2" w:rsidRPr="002E4AD2">
        <w:rPr>
          <w:iCs/>
          <w:lang w:val="sr-Cyrl-BA"/>
        </w:rPr>
        <w:t xml:space="preserve">, </w:t>
      </w:r>
      <w:r>
        <w:rPr>
          <w:iCs/>
          <w:lang w:val="sr-Cyrl-BA"/>
        </w:rPr>
        <w:t>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procjenom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ostvarenja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priliva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2E4AD2" w:rsidRPr="002E4AD2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definisano</w:t>
      </w:r>
      <w:r w:rsidR="002E4AD2" w:rsidRPr="002E4AD2">
        <w:rPr>
          <w:iCs/>
          <w:lang w:val="sr-Cyrl-BA"/>
        </w:rPr>
        <w:t xml:space="preserve">  </w:t>
      </w:r>
      <w:r>
        <w:rPr>
          <w:iCs/>
          <w:lang w:val="sr-Cyrl-BA"/>
        </w:rPr>
        <w:t>članom</w:t>
      </w:r>
      <w:r w:rsidR="002E4AD2" w:rsidRPr="002E4AD2">
        <w:rPr>
          <w:iCs/>
          <w:lang w:val="sr-Cyrl-BA"/>
        </w:rPr>
        <w:t xml:space="preserve"> 7. </w:t>
      </w:r>
      <w:r>
        <w:rPr>
          <w:iCs/>
          <w:lang w:val="sr-Cyrl-BA"/>
        </w:rPr>
        <w:t>Zakona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izvršenju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E4AD2" w:rsidRPr="002E4AD2">
        <w:rPr>
          <w:iCs/>
          <w:lang w:val="sr-Cyrl-BA"/>
        </w:rPr>
        <w:t xml:space="preserve"> 202</w:t>
      </w:r>
      <w:r w:rsidR="000162C8">
        <w:rPr>
          <w:iCs/>
          <w:lang w:val="sr-Cyrl-BA"/>
        </w:rPr>
        <w:t>5</w:t>
      </w:r>
      <w:r w:rsidR="002E4AD2" w:rsidRPr="002E4AD2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2E4AD2" w:rsidRPr="002E4AD2">
        <w:rPr>
          <w:iCs/>
          <w:lang w:val="sr-Cyrl-BA"/>
        </w:rPr>
        <w:t xml:space="preserve"> („</w:t>
      </w:r>
      <w:r>
        <w:rPr>
          <w:iCs/>
          <w:lang w:val="sr-Cyrl-BA"/>
        </w:rPr>
        <w:t>Službeni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glasnik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E4AD2" w:rsidRPr="002E4AD2">
        <w:rPr>
          <w:iCs/>
          <w:lang w:val="sr-Cyrl-BA"/>
        </w:rPr>
        <w:t xml:space="preserve">“, </w:t>
      </w:r>
      <w:r>
        <w:rPr>
          <w:iCs/>
          <w:lang w:val="sr-Cyrl-BA"/>
        </w:rPr>
        <w:t>broj</w:t>
      </w:r>
      <w:r w:rsidR="009E26A7">
        <w:rPr>
          <w:iCs/>
        </w:rPr>
        <w:t>:</w:t>
      </w:r>
      <w:r w:rsidR="002E4AD2" w:rsidRPr="002E4AD2">
        <w:rPr>
          <w:iCs/>
          <w:lang w:val="sr-Cyrl-BA"/>
        </w:rPr>
        <w:t xml:space="preserve"> </w:t>
      </w:r>
      <w:r w:rsidR="000162C8">
        <w:rPr>
          <w:iCs/>
          <w:lang w:val="sr-Cyrl-BA"/>
        </w:rPr>
        <w:t xml:space="preserve">110/24 </w:t>
      </w:r>
      <w:r>
        <w:rPr>
          <w:iCs/>
          <w:lang w:val="sr-Cyrl-BA"/>
        </w:rPr>
        <w:t>i</w:t>
      </w:r>
      <w:r w:rsidR="000162C8">
        <w:rPr>
          <w:iCs/>
          <w:lang w:val="sr-Cyrl-BA"/>
        </w:rPr>
        <w:t xml:space="preserve"> 61/25</w:t>
      </w:r>
      <w:r w:rsidR="002E4AD2" w:rsidRPr="002E4AD2">
        <w:rPr>
          <w:iCs/>
          <w:lang w:val="sr-Cyrl-BA"/>
        </w:rPr>
        <w:t>).</w:t>
      </w:r>
    </w:p>
    <w:p w:rsidR="002E4AD2" w:rsidRPr="002E4AD2" w:rsidRDefault="002E4AD2" w:rsidP="002E4AD2">
      <w:pPr>
        <w:autoSpaceDE w:val="0"/>
        <w:autoSpaceDN w:val="0"/>
        <w:adjustRightInd w:val="0"/>
        <w:jc w:val="both"/>
        <w:rPr>
          <w:iCs/>
          <w:lang w:val="sr-Cyrl-BA"/>
        </w:rPr>
      </w:pPr>
      <w:r w:rsidRPr="002E4AD2">
        <w:rPr>
          <w:iCs/>
          <w:lang w:val="sr-Cyrl-BA"/>
        </w:rPr>
        <w:tab/>
      </w:r>
      <w:r w:rsidR="00717223">
        <w:rPr>
          <w:iCs/>
          <w:lang w:val="sr-Cyrl-BA"/>
        </w:rPr>
        <w:t>U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skladu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odredbama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navedenog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Zakona</w:t>
      </w:r>
      <w:r w:rsidRPr="002E4AD2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vršene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su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preraspodjele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sredstava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unutar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između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budžetskih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korisnika</w:t>
      </w:r>
      <w:r w:rsidRPr="002E4AD2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što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je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uticalo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izmjenu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strukture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rashodovne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strane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budžeta</w:t>
      </w:r>
      <w:r w:rsidRPr="002E4AD2">
        <w:rPr>
          <w:iCs/>
          <w:lang w:val="sr-Cyrl-BA"/>
        </w:rPr>
        <w:t>.</w:t>
      </w:r>
    </w:p>
    <w:p w:rsidR="00FF50F9" w:rsidRPr="00FF50F9" w:rsidRDefault="00717223" w:rsidP="00FF50F9">
      <w:pPr>
        <w:autoSpaceDE w:val="0"/>
        <w:autoSpaceDN w:val="0"/>
        <w:adjustRightInd w:val="0"/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Budući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drugoj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polovini</w:t>
      </w:r>
      <w:r w:rsidR="00FF50F9" w:rsidRPr="00FF50F9">
        <w:rPr>
          <w:iCs/>
          <w:lang w:val="sr-Cyrl-BA"/>
        </w:rPr>
        <w:t xml:space="preserve"> 2025. </w:t>
      </w:r>
      <w:r>
        <w:rPr>
          <w:iCs/>
          <w:lang w:val="sr-Cyrl-BA"/>
        </w:rPr>
        <w:t>godine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došlo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promjene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strukturi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visini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FF50F9" w:rsidRPr="00FF50F9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promjene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prioriteta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finansiraju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FF50F9" w:rsidRPr="00FF50F9">
        <w:rPr>
          <w:iCs/>
          <w:lang w:val="sr-Cyrl-BA"/>
        </w:rPr>
        <w:t xml:space="preserve">, </w:t>
      </w:r>
      <w:r>
        <w:rPr>
          <w:iCs/>
          <w:lang w:val="sr-Cyrl-BA"/>
        </w:rPr>
        <w:t>pristupilo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izradi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Latn-BA"/>
        </w:rPr>
        <w:t>d</w:t>
      </w:r>
      <w:r>
        <w:rPr>
          <w:iCs/>
          <w:lang w:val="sr-Cyrl-BA"/>
        </w:rPr>
        <w:t>rugog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FF50F9" w:rsidRPr="00FF50F9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FF50F9" w:rsidRPr="00FF50F9">
        <w:rPr>
          <w:iCs/>
          <w:lang w:val="sr-Cyrl-BA"/>
        </w:rPr>
        <w:t xml:space="preserve">, </w:t>
      </w:r>
      <w:r>
        <w:rPr>
          <w:iCs/>
          <w:lang w:val="sr-Cyrl-BA"/>
        </w:rPr>
        <w:t>po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hitnom</w:t>
      </w:r>
      <w:r w:rsidR="00FF50F9" w:rsidRPr="00FF50F9">
        <w:rPr>
          <w:iCs/>
          <w:lang w:val="sr-Cyrl-BA"/>
        </w:rPr>
        <w:t xml:space="preserve"> </w:t>
      </w:r>
      <w:r>
        <w:rPr>
          <w:iCs/>
          <w:lang w:val="sr-Cyrl-BA"/>
        </w:rPr>
        <w:t>postupku</w:t>
      </w:r>
      <w:r w:rsidR="00FF50F9" w:rsidRPr="00FF50F9">
        <w:rPr>
          <w:iCs/>
          <w:lang w:val="sr-Cyrl-BA"/>
        </w:rPr>
        <w:t xml:space="preserve">. </w:t>
      </w:r>
    </w:p>
    <w:p w:rsidR="00FF50F9" w:rsidRDefault="00FF50F9" w:rsidP="00FF50F9">
      <w:pPr>
        <w:autoSpaceDE w:val="0"/>
        <w:autoSpaceDN w:val="0"/>
        <w:adjustRightInd w:val="0"/>
        <w:jc w:val="both"/>
        <w:rPr>
          <w:iCs/>
          <w:lang w:val="sr-Cyrl-BA"/>
        </w:rPr>
      </w:pPr>
      <w:r w:rsidRPr="00FF50F9">
        <w:rPr>
          <w:iCs/>
          <w:lang w:val="sr-Cyrl-BA"/>
        </w:rPr>
        <w:tab/>
      </w:r>
      <w:r w:rsidR="00717223">
        <w:rPr>
          <w:iCs/>
          <w:lang w:val="sr-Cyrl-BA"/>
        </w:rPr>
        <w:t>Uslovi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za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pokretanje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izrade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drugog</w:t>
      </w:r>
      <w:r w:rsidR="00980F44" w:rsidRPr="00980F4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rebalansa</w:t>
      </w:r>
      <w:r w:rsidR="00980F44" w:rsidRPr="00980F4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Budžeta</w:t>
      </w:r>
      <w:r w:rsidR="00980F44" w:rsidRPr="00980F4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Republike</w:t>
      </w:r>
      <w:r w:rsidR="00980F44" w:rsidRPr="00980F4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Srpske</w:t>
      </w:r>
      <w:r w:rsidR="00980F44" w:rsidRPr="00980F4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stvoreni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su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zbog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izmjene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strukturi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realizovanih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budžetskih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sredstava</w:t>
      </w:r>
      <w:r w:rsidRPr="00FF50F9">
        <w:rPr>
          <w:iCs/>
          <w:lang w:val="sr-Cyrl-BA"/>
        </w:rPr>
        <w:t xml:space="preserve"> </w:t>
      </w:r>
      <w:r>
        <w:rPr>
          <w:iCs/>
        </w:rPr>
        <w:t>-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izvršenje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budžetskih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prihoda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je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značajno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izmjenjeno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odnosu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na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planirani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iznos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za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ovaj</w:t>
      </w:r>
      <w:r w:rsidRPr="00FF50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period</w:t>
      </w:r>
      <w:r w:rsidRPr="00FF50F9">
        <w:rPr>
          <w:iCs/>
          <w:lang w:val="sr-Cyrl-BA"/>
        </w:rPr>
        <w:t>.</w:t>
      </w:r>
    </w:p>
    <w:p w:rsidR="002E4AD2" w:rsidRPr="002E4AD2" w:rsidRDefault="002E4AD2" w:rsidP="00FF50F9">
      <w:pPr>
        <w:autoSpaceDE w:val="0"/>
        <w:autoSpaceDN w:val="0"/>
        <w:adjustRightInd w:val="0"/>
        <w:jc w:val="both"/>
        <w:rPr>
          <w:iCs/>
          <w:lang w:val="sr-Cyrl-BA"/>
        </w:rPr>
      </w:pPr>
      <w:r w:rsidRPr="002E4AD2">
        <w:rPr>
          <w:iCs/>
          <w:lang w:val="sr-Cyrl-BA"/>
        </w:rPr>
        <w:tab/>
      </w:r>
      <w:r w:rsidR="00717223">
        <w:rPr>
          <w:iCs/>
          <w:lang w:val="sr-Cyrl-BA"/>
        </w:rPr>
        <w:t>Članom</w:t>
      </w:r>
      <w:r w:rsidRPr="002E4AD2">
        <w:rPr>
          <w:iCs/>
          <w:lang w:val="sr-Cyrl-BA"/>
        </w:rPr>
        <w:t xml:space="preserve"> 35. </w:t>
      </w:r>
      <w:r w:rsidR="00717223">
        <w:rPr>
          <w:iCs/>
          <w:lang w:val="sr-Cyrl-BA"/>
        </w:rPr>
        <w:t>Zakona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budžetskom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sistemu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Republike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Srpske</w:t>
      </w:r>
      <w:r w:rsidRPr="002E4AD2">
        <w:rPr>
          <w:iCs/>
          <w:lang w:val="sr-Cyrl-BA"/>
        </w:rPr>
        <w:t xml:space="preserve"> („</w:t>
      </w:r>
      <w:r w:rsidR="00717223">
        <w:rPr>
          <w:iCs/>
          <w:lang w:val="sr-Cyrl-BA"/>
        </w:rPr>
        <w:t>Službeni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glasnik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Republike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Srpske</w:t>
      </w:r>
      <w:r w:rsidR="000162C8">
        <w:rPr>
          <w:iCs/>
          <w:lang w:val="sr-Cyrl-BA"/>
        </w:rPr>
        <w:t xml:space="preserve">“, </w:t>
      </w:r>
      <w:r w:rsidR="00717223">
        <w:rPr>
          <w:iCs/>
          <w:lang w:val="sr-Cyrl-BA"/>
        </w:rPr>
        <w:t>broj</w:t>
      </w:r>
      <w:r w:rsidR="000162C8">
        <w:rPr>
          <w:iCs/>
          <w:lang w:val="sr-Cyrl-BA"/>
        </w:rPr>
        <w:t>: 121/12, 52/14, 103/15,</w:t>
      </w:r>
      <w:r w:rsidRPr="002E4AD2">
        <w:rPr>
          <w:iCs/>
          <w:lang w:val="sr-Cyrl-BA"/>
        </w:rPr>
        <w:t xml:space="preserve"> 15/16</w:t>
      </w:r>
      <w:r w:rsidR="000162C8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="000162C8">
        <w:rPr>
          <w:iCs/>
          <w:lang w:val="sr-Cyrl-BA"/>
        </w:rPr>
        <w:t xml:space="preserve"> 110/24</w:t>
      </w:r>
      <w:r w:rsidRPr="002E4AD2">
        <w:rPr>
          <w:iCs/>
          <w:lang w:val="sr-Cyrl-BA"/>
        </w:rPr>
        <w:t xml:space="preserve">) </w:t>
      </w:r>
      <w:r w:rsidR="00717223">
        <w:rPr>
          <w:iCs/>
          <w:lang w:val="sr-Cyrl-BA"/>
        </w:rPr>
        <w:t>definisano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je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da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usklađivanje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budžetskih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sredstava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izdataka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nižem</w:t>
      </w:r>
      <w:r w:rsidRPr="002E4AD2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višem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ili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istom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nivou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može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vršiti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putem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Rebalansa</w:t>
      </w:r>
      <w:r w:rsidRPr="002E4AD2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budžeta</w:t>
      </w:r>
      <w:r w:rsidRPr="002E4AD2">
        <w:rPr>
          <w:iCs/>
          <w:lang w:val="sr-Cyrl-BA"/>
        </w:rPr>
        <w:t>.</w:t>
      </w:r>
      <w:r w:rsidRPr="002E4AD2">
        <w:rPr>
          <w:iCs/>
          <w:lang w:val="sr-Cyrl-BA"/>
        </w:rPr>
        <w:tab/>
      </w:r>
    </w:p>
    <w:p w:rsidR="003C7339" w:rsidRDefault="00717223" w:rsidP="002E4AD2">
      <w:pPr>
        <w:autoSpaceDE w:val="0"/>
        <w:autoSpaceDN w:val="0"/>
        <w:adjustRightInd w:val="0"/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Budući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toku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fiskalne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došlo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promjene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strukturi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9E26A7" w:rsidRPr="009E26A7">
        <w:rPr>
          <w:iCs/>
          <w:lang w:val="sr-Cyrl-BA"/>
        </w:rPr>
        <w:t xml:space="preserve">, </w:t>
      </w:r>
      <w:r>
        <w:rPr>
          <w:iCs/>
          <w:lang w:val="sr-Cyrl-BA"/>
        </w:rPr>
        <w:t>Ministarstvo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finansija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pokrenulo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proceduru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izrade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donošenja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E26A7" w:rsidRPr="009E26A7">
        <w:rPr>
          <w:iCs/>
          <w:lang w:val="sr-Cyrl-BA"/>
        </w:rPr>
        <w:t xml:space="preserve"> 202</w:t>
      </w:r>
      <w:r w:rsidR="000162C8">
        <w:rPr>
          <w:iCs/>
          <w:lang w:val="sr-Cyrl-BA"/>
        </w:rPr>
        <w:t>5</w:t>
      </w:r>
      <w:r w:rsidR="009E26A7" w:rsidRPr="009E26A7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2E4AD2" w:rsidRPr="002E4AD2">
        <w:rPr>
          <w:iCs/>
          <w:lang w:val="sr-Cyrl-BA"/>
        </w:rPr>
        <w:t xml:space="preserve">, </w:t>
      </w:r>
      <w:r>
        <w:rPr>
          <w:iCs/>
          <w:lang w:val="sr-Cyrl-BA"/>
        </w:rPr>
        <w:t>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što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članom</w:t>
      </w:r>
      <w:r w:rsidR="002E4AD2" w:rsidRPr="002E4AD2">
        <w:rPr>
          <w:iCs/>
          <w:lang w:val="sr-Cyrl-BA"/>
        </w:rPr>
        <w:t xml:space="preserve"> 35. </w:t>
      </w:r>
      <w:r>
        <w:rPr>
          <w:iCs/>
          <w:lang w:val="sr-Cyrl-BA"/>
        </w:rPr>
        <w:t>Zakona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sistemu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E4AD2" w:rsidRPr="002E4AD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E4AD2" w:rsidRPr="002E4AD2">
        <w:rPr>
          <w:iCs/>
          <w:lang w:val="sr-Cyrl-BA"/>
        </w:rPr>
        <w:t>.</w:t>
      </w:r>
    </w:p>
    <w:p w:rsidR="002E4AD2" w:rsidRDefault="002E4AD2" w:rsidP="002E4AD2">
      <w:pPr>
        <w:autoSpaceDE w:val="0"/>
        <w:autoSpaceDN w:val="0"/>
        <w:adjustRightInd w:val="0"/>
        <w:jc w:val="both"/>
        <w:rPr>
          <w:lang w:val="sr-Cyrl-BA" w:eastAsia="bs-Latn-BA"/>
        </w:rPr>
      </w:pPr>
    </w:p>
    <w:p w:rsidR="002E4AD2" w:rsidRPr="00665589" w:rsidRDefault="002E4AD2" w:rsidP="002E4AD2">
      <w:pPr>
        <w:autoSpaceDE w:val="0"/>
        <w:autoSpaceDN w:val="0"/>
        <w:adjustRightInd w:val="0"/>
        <w:jc w:val="both"/>
        <w:rPr>
          <w:lang w:val="sr-Cyrl-BA" w:eastAsia="bs-Latn-BA"/>
        </w:rPr>
      </w:pPr>
    </w:p>
    <w:p w:rsidR="00645079" w:rsidRDefault="00273FE8" w:rsidP="00CC6271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jc w:val="both"/>
        <w:rPr>
          <w:b/>
          <w:iCs/>
          <w:sz w:val="28"/>
          <w:szCs w:val="28"/>
          <w:lang w:val="sr-Latn-CS"/>
        </w:rPr>
      </w:pPr>
      <w:r w:rsidRPr="00665589">
        <w:rPr>
          <w:b/>
          <w:iCs/>
          <w:sz w:val="28"/>
          <w:szCs w:val="28"/>
          <w:lang w:val="sr-Latn-CS"/>
        </w:rPr>
        <w:t>I</w:t>
      </w:r>
      <w:r w:rsidR="001D63A1" w:rsidRPr="00665589">
        <w:rPr>
          <w:b/>
          <w:iCs/>
          <w:sz w:val="28"/>
          <w:szCs w:val="28"/>
          <w:lang w:val="sr-Latn-CS"/>
        </w:rPr>
        <w:t>V</w:t>
      </w:r>
      <w:r w:rsidR="00E97DB9" w:rsidRPr="00665589">
        <w:rPr>
          <w:b/>
          <w:iCs/>
          <w:sz w:val="28"/>
          <w:szCs w:val="28"/>
          <w:lang w:val="sr-Latn-CS"/>
        </w:rPr>
        <w:t xml:space="preserve"> </w:t>
      </w:r>
      <w:r w:rsidR="002650A7" w:rsidRPr="00665589">
        <w:rPr>
          <w:b/>
          <w:iCs/>
          <w:sz w:val="28"/>
          <w:szCs w:val="28"/>
          <w:lang w:val="sr-Latn-CS"/>
        </w:rPr>
        <w:t xml:space="preserve">   </w:t>
      </w:r>
      <w:r w:rsidR="00717223">
        <w:rPr>
          <w:b/>
          <w:iCs/>
          <w:sz w:val="28"/>
          <w:szCs w:val="28"/>
          <w:lang w:val="sr-Latn-CS"/>
        </w:rPr>
        <w:t>RAZLOZI</w:t>
      </w:r>
      <w:r w:rsidR="00645079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ZA</w:t>
      </w:r>
      <w:r w:rsidR="00645079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DONOŠENjE</w:t>
      </w:r>
      <w:r w:rsidR="00645079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DRUGOG</w:t>
      </w:r>
      <w:r w:rsidR="00E20C88" w:rsidRPr="00665589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REBALANSA</w:t>
      </w:r>
      <w:r w:rsidR="0066571D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BUDžETA</w:t>
      </w:r>
      <w:r w:rsidR="00645079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PO</w:t>
      </w:r>
      <w:r w:rsidR="00645079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HITNOM</w:t>
      </w:r>
      <w:r w:rsidR="00645079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POSTUPKU</w:t>
      </w:r>
    </w:p>
    <w:p w:rsidR="00921364" w:rsidRPr="00921364" w:rsidRDefault="00921364" w:rsidP="00CC6271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jc w:val="both"/>
        <w:rPr>
          <w:iCs/>
          <w:lang w:val="sr-Latn-CS"/>
        </w:rPr>
      </w:pPr>
      <w:r>
        <w:rPr>
          <w:b/>
          <w:iCs/>
          <w:sz w:val="28"/>
          <w:szCs w:val="28"/>
          <w:lang w:val="sr-Latn-CS"/>
        </w:rPr>
        <w:tab/>
      </w:r>
      <w:r w:rsidRPr="00921364">
        <w:rPr>
          <w:iCs/>
          <w:lang w:val="sr-Latn-CS"/>
        </w:rPr>
        <w:tab/>
      </w:r>
      <w:r w:rsidR="00717223">
        <w:rPr>
          <w:iCs/>
          <w:lang w:val="sr-Latn-CS"/>
        </w:rPr>
        <w:t>U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skladu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sa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članom</w:t>
      </w:r>
      <w:r w:rsidRPr="00921364">
        <w:rPr>
          <w:iCs/>
          <w:lang w:val="sr-Latn-CS"/>
        </w:rPr>
        <w:t xml:space="preserve"> 213. </w:t>
      </w:r>
      <w:r w:rsidR="00717223">
        <w:rPr>
          <w:iCs/>
          <w:lang w:val="sr-Latn-CS"/>
        </w:rPr>
        <w:t>stav</w:t>
      </w:r>
      <w:r w:rsidRPr="00921364">
        <w:rPr>
          <w:iCs/>
          <w:lang w:val="sr-Latn-CS"/>
        </w:rPr>
        <w:t xml:space="preserve"> 2. </w:t>
      </w:r>
      <w:r w:rsidR="00717223">
        <w:rPr>
          <w:iCs/>
          <w:lang w:val="sr-Latn-CS"/>
        </w:rPr>
        <w:t>Poslovnika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Narodne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skupštine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Republike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Srpske</w:t>
      </w:r>
      <w:r w:rsidRPr="00921364">
        <w:rPr>
          <w:iCs/>
          <w:lang w:val="sr-Latn-CS"/>
        </w:rPr>
        <w:t xml:space="preserve"> („</w:t>
      </w:r>
      <w:r w:rsidR="00717223">
        <w:rPr>
          <w:iCs/>
          <w:lang w:val="sr-Latn-CS"/>
        </w:rPr>
        <w:t>Službeni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glasnik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Republike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Srpske</w:t>
      </w:r>
      <w:r w:rsidRPr="00921364">
        <w:rPr>
          <w:iCs/>
          <w:lang w:val="sr-Latn-CS"/>
        </w:rPr>
        <w:t xml:space="preserve">“, </w:t>
      </w:r>
      <w:r w:rsidR="00717223">
        <w:rPr>
          <w:iCs/>
          <w:lang w:val="sr-Latn-CS"/>
        </w:rPr>
        <w:t>broj</w:t>
      </w:r>
      <w:r w:rsidRPr="00921364">
        <w:rPr>
          <w:iCs/>
          <w:lang w:val="sr-Latn-CS"/>
        </w:rPr>
        <w:t xml:space="preserve"> 66/20) </w:t>
      </w:r>
      <w:r w:rsidR="00717223">
        <w:rPr>
          <w:iCs/>
          <w:lang w:val="sr-Latn-CS"/>
        </w:rPr>
        <w:t>data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je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mogućnost</w:t>
      </w:r>
      <w:r w:rsidRPr="00921364">
        <w:rPr>
          <w:iCs/>
          <w:lang w:val="sr-Latn-CS"/>
        </w:rPr>
        <w:t xml:space="preserve">, </w:t>
      </w:r>
      <w:r w:rsidR="00717223">
        <w:rPr>
          <w:iCs/>
          <w:lang w:val="sr-Latn-CS"/>
        </w:rPr>
        <w:t>izuzetno</w:t>
      </w:r>
      <w:r w:rsidRPr="00921364">
        <w:rPr>
          <w:iCs/>
          <w:lang w:val="sr-Latn-CS"/>
        </w:rPr>
        <w:t xml:space="preserve">, </w:t>
      </w:r>
      <w:r w:rsidR="00717223">
        <w:rPr>
          <w:iCs/>
          <w:lang w:val="sr-Latn-CS"/>
        </w:rPr>
        <w:t>za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donošenje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zakona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drugih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opštih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akata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po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hitnom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postupku</w:t>
      </w:r>
      <w:r w:rsidRPr="00921364">
        <w:rPr>
          <w:iCs/>
          <w:lang w:val="sr-Latn-CS"/>
        </w:rPr>
        <w:t xml:space="preserve">, </w:t>
      </w:r>
      <w:r w:rsidR="00717223">
        <w:rPr>
          <w:iCs/>
          <w:lang w:val="sr-Latn-CS"/>
        </w:rPr>
        <w:t>u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slučaju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kada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se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uređuju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pitanja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odnosi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nastali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usljed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okolnosti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koje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nisu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mogle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da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se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predvide</w:t>
      </w:r>
      <w:r w:rsidRPr="00921364">
        <w:rPr>
          <w:iCs/>
          <w:lang w:val="sr-Latn-CS"/>
        </w:rPr>
        <w:t xml:space="preserve">, </w:t>
      </w:r>
      <w:r w:rsidR="00717223">
        <w:rPr>
          <w:iCs/>
          <w:lang w:val="sr-Latn-CS"/>
        </w:rPr>
        <w:t>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nedonošenje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zakona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ili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opšteg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akta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po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hitnom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postupku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moglo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bi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prouzrokovati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štetne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posljedice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po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život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zdravlje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ljudi</w:t>
      </w:r>
      <w:r w:rsidRPr="00921364">
        <w:rPr>
          <w:iCs/>
          <w:lang w:val="sr-Latn-CS"/>
        </w:rPr>
        <w:t xml:space="preserve">, </w:t>
      </w:r>
      <w:r w:rsidR="00717223">
        <w:rPr>
          <w:iCs/>
          <w:lang w:val="sr-Latn-CS"/>
        </w:rPr>
        <w:t>bezbjednost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Republike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rad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organa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organizacija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ili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ako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je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to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u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opštem</w:t>
      </w:r>
      <w:r w:rsidRPr="00921364">
        <w:rPr>
          <w:iCs/>
          <w:lang w:val="sr-Latn-CS"/>
        </w:rPr>
        <w:t xml:space="preserve"> </w:t>
      </w:r>
      <w:r w:rsidR="00717223">
        <w:rPr>
          <w:iCs/>
          <w:lang w:val="sr-Latn-CS"/>
        </w:rPr>
        <w:t>interesu</w:t>
      </w:r>
      <w:r w:rsidRPr="00921364">
        <w:rPr>
          <w:iCs/>
          <w:lang w:val="sr-Latn-CS"/>
        </w:rPr>
        <w:t>.</w:t>
      </w:r>
    </w:p>
    <w:p w:rsidR="009E26A7" w:rsidRDefault="00717223" w:rsidP="00E4689C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Razlog</w:t>
      </w:r>
      <w:r w:rsidR="002520A9" w:rsidRPr="002520A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520A9" w:rsidRPr="002520A9">
        <w:rPr>
          <w:iCs/>
          <w:lang w:val="sr-Cyrl-BA"/>
        </w:rPr>
        <w:t xml:space="preserve"> </w:t>
      </w:r>
      <w:r>
        <w:rPr>
          <w:iCs/>
          <w:lang w:val="sr-Cyrl-BA"/>
        </w:rPr>
        <w:t>donošenje</w:t>
      </w:r>
      <w:r w:rsidR="002520A9" w:rsidRPr="002520A9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2520A9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2520A9" w:rsidRPr="002520A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520A9" w:rsidRPr="002520A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520A9" w:rsidRPr="002520A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520A9" w:rsidRPr="002520A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520A9" w:rsidRPr="002520A9">
        <w:rPr>
          <w:iCs/>
          <w:lang w:val="sr-Cyrl-BA"/>
        </w:rPr>
        <w:t xml:space="preserve"> 202</w:t>
      </w:r>
      <w:r w:rsidR="000162C8">
        <w:rPr>
          <w:iCs/>
          <w:lang w:val="sr-Cyrl-BA"/>
        </w:rPr>
        <w:t>5</w:t>
      </w:r>
      <w:r w:rsidR="002520A9" w:rsidRPr="002520A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2520A9" w:rsidRPr="002520A9">
        <w:rPr>
          <w:iCs/>
          <w:lang w:val="sr-Cyrl-BA"/>
        </w:rPr>
        <w:t xml:space="preserve">, </w:t>
      </w:r>
      <w:r>
        <w:rPr>
          <w:iCs/>
          <w:lang w:val="sr-Cyrl-BA"/>
        </w:rPr>
        <w:t>po</w:t>
      </w:r>
      <w:r w:rsidR="002520A9" w:rsidRPr="002520A9">
        <w:rPr>
          <w:iCs/>
          <w:lang w:val="sr-Cyrl-BA"/>
        </w:rPr>
        <w:t xml:space="preserve"> </w:t>
      </w:r>
      <w:r>
        <w:rPr>
          <w:iCs/>
          <w:lang w:val="sr-Cyrl-BA"/>
        </w:rPr>
        <w:t>hitnom</w:t>
      </w:r>
      <w:r w:rsidR="002520A9" w:rsidRPr="002520A9">
        <w:rPr>
          <w:iCs/>
          <w:lang w:val="sr-Cyrl-BA"/>
        </w:rPr>
        <w:t xml:space="preserve"> </w:t>
      </w:r>
      <w:r>
        <w:rPr>
          <w:iCs/>
          <w:lang w:val="sr-Cyrl-BA"/>
        </w:rPr>
        <w:t>postupku</w:t>
      </w:r>
      <w:r w:rsidR="002520A9" w:rsidRPr="002520A9">
        <w:rPr>
          <w:iCs/>
          <w:lang w:val="sr-Cyrl-BA"/>
        </w:rPr>
        <w:t xml:space="preserve">, </w:t>
      </w:r>
      <w:r>
        <w:rPr>
          <w:iCs/>
          <w:lang w:val="sr-Cyrl-BA"/>
        </w:rPr>
        <w:t>je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obezbjeđenje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realizaciju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proistekle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zakonskih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podzakonskih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akata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tekućoj</w:t>
      </w:r>
      <w:r w:rsidR="009E26A7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godini</w:t>
      </w:r>
      <w:r w:rsidR="002520A9" w:rsidRPr="002520A9">
        <w:rPr>
          <w:iCs/>
          <w:lang w:val="sr-Cyrl-BA"/>
        </w:rPr>
        <w:t>.</w:t>
      </w:r>
    </w:p>
    <w:p w:rsidR="002520A9" w:rsidRPr="00AF6E63" w:rsidRDefault="00717223" w:rsidP="00E4689C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Naime</w:t>
      </w:r>
      <w:r w:rsidR="009E26A7" w:rsidRPr="00AF6E63">
        <w:rPr>
          <w:iCs/>
          <w:lang w:val="sr-Cyrl-BA"/>
        </w:rPr>
        <w:t xml:space="preserve">, </w:t>
      </w:r>
      <w:r>
        <w:rPr>
          <w:iCs/>
          <w:lang w:val="sr-Cyrl-BA"/>
        </w:rPr>
        <w:t>zbog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neophodnosti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stvaranja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preduslova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realizaciju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stvorenih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9E26A7" w:rsidRPr="00AF6E63">
        <w:rPr>
          <w:iCs/>
          <w:lang w:val="sr-Cyrl-BA"/>
        </w:rPr>
        <w:t>,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te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obračun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penzija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Odlukom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vanrednom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usklađivanju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opšteg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boda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penzija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obračun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naknad</w:t>
      </w:r>
      <w:r w:rsidR="00AF6E63" w:rsidRPr="00AF6E63">
        <w:rPr>
          <w:iCs/>
          <w:lang w:val="sr-Cyrl-BA"/>
        </w:rPr>
        <w:t xml:space="preserve">a </w:t>
      </w:r>
      <w:r>
        <w:rPr>
          <w:iCs/>
          <w:lang w:val="sr-Cyrl-BA"/>
        </w:rPr>
        <w:t>korisnicima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prava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boračko</w:t>
      </w:r>
      <w:r w:rsidR="00AF6E63" w:rsidRPr="00AF6E63">
        <w:rPr>
          <w:iCs/>
          <w:lang w:val="sr-Cyrl-BA"/>
        </w:rPr>
        <w:t xml:space="preserve"> - </w:t>
      </w:r>
      <w:r>
        <w:rPr>
          <w:iCs/>
          <w:lang w:val="sr-Cyrl-BA"/>
        </w:rPr>
        <w:t>invalidske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zaštite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izmijenjenim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Odlukama</w:t>
      </w:r>
      <w:r w:rsidR="00AF6E63" w:rsidRPr="00AF6E63">
        <w:rPr>
          <w:iCs/>
          <w:lang w:val="sr-Cyrl-BA"/>
        </w:rPr>
        <w:t xml:space="preserve">, </w:t>
      </w:r>
      <w:r>
        <w:rPr>
          <w:iCs/>
          <w:lang w:val="sr-Cyrl-BA"/>
        </w:rPr>
        <w:t>počevši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AF6E63" w:rsidRPr="00AF6E63">
        <w:rPr>
          <w:iCs/>
          <w:lang w:val="sr-Cyrl-BA"/>
        </w:rPr>
        <w:t xml:space="preserve"> 01. </w:t>
      </w:r>
      <w:r>
        <w:rPr>
          <w:iCs/>
          <w:lang w:val="sr-Cyrl-BA"/>
        </w:rPr>
        <w:t>avgusta</w:t>
      </w:r>
      <w:r w:rsidR="00AF6E63" w:rsidRPr="00AF6E63">
        <w:rPr>
          <w:iCs/>
          <w:lang w:val="sr-Cyrl-BA"/>
        </w:rPr>
        <w:t xml:space="preserve"> 2025. </w:t>
      </w:r>
      <w:r>
        <w:rPr>
          <w:iCs/>
          <w:lang w:val="sr-Cyrl-BA"/>
        </w:rPr>
        <w:t>godine</w:t>
      </w:r>
      <w:r w:rsidR="00D30E44" w:rsidRPr="00AF6E63">
        <w:rPr>
          <w:iCs/>
          <w:lang w:val="sr-Cyrl-BA"/>
        </w:rPr>
        <w:t>,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potrebno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usvojiti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Prijedlog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E26A7" w:rsidRPr="00AF6E63">
        <w:rPr>
          <w:iCs/>
          <w:lang w:val="sr-Cyrl-BA"/>
        </w:rPr>
        <w:t xml:space="preserve"> 202</w:t>
      </w:r>
      <w:r w:rsidR="000162C8" w:rsidRPr="00AF6E63">
        <w:rPr>
          <w:iCs/>
          <w:lang w:val="sr-Cyrl-BA"/>
        </w:rPr>
        <w:t>5</w:t>
      </w:r>
      <w:r w:rsidR="009E26A7" w:rsidRPr="00AF6E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hitnom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postupku</w:t>
      </w:r>
      <w:r w:rsidR="009E26A7" w:rsidRPr="00AF6E63">
        <w:rPr>
          <w:iCs/>
          <w:lang w:val="sr-Cyrl-BA"/>
        </w:rPr>
        <w:t xml:space="preserve">, </w:t>
      </w:r>
      <w:r>
        <w:rPr>
          <w:iCs/>
          <w:lang w:val="sr-Cyrl-BA"/>
        </w:rPr>
        <w:t>kako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bi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mogli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ispoštovati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svi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predviđeni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rokovi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realizaciju</w:t>
      </w:r>
      <w:r w:rsidR="009E26A7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istih</w:t>
      </w:r>
      <w:r w:rsidR="009E26A7" w:rsidRPr="00AF6E63">
        <w:rPr>
          <w:iCs/>
          <w:lang w:val="sr-Cyrl-BA"/>
        </w:rPr>
        <w:t>.</w:t>
      </w:r>
    </w:p>
    <w:p w:rsidR="00A145BC" w:rsidRPr="00665589" w:rsidRDefault="00717223" w:rsidP="00E4689C">
      <w:pPr>
        <w:pStyle w:val="Header"/>
        <w:spacing w:before="60" w:after="60"/>
        <w:ind w:firstLine="709"/>
        <w:jc w:val="both"/>
        <w:rPr>
          <w:iCs/>
        </w:rPr>
      </w:pPr>
      <w:r>
        <w:rPr>
          <w:iCs/>
          <w:lang w:val="sr-Cyrl-BA"/>
        </w:rPr>
        <w:t>Neusvajanje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Prijedloga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E26A7" w:rsidRPr="00AF6E63">
        <w:rPr>
          <w:iCs/>
          <w:lang w:val="sr-Cyrl-BA"/>
        </w:rPr>
        <w:t xml:space="preserve"> 202</w:t>
      </w:r>
      <w:r w:rsidR="000162C8" w:rsidRPr="00AF6E63">
        <w:rPr>
          <w:iCs/>
          <w:lang w:val="sr-Cyrl-BA"/>
        </w:rPr>
        <w:t>5</w:t>
      </w:r>
      <w:r w:rsidR="002520A9" w:rsidRPr="00AF6E6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2520A9" w:rsidRPr="00AF6E63">
        <w:rPr>
          <w:iCs/>
          <w:lang w:val="sr-Cyrl-BA"/>
        </w:rPr>
        <w:t xml:space="preserve"> - </w:t>
      </w:r>
      <w:r>
        <w:rPr>
          <w:iCs/>
          <w:lang w:val="sr-Cyrl-BA"/>
        </w:rPr>
        <w:t>po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hitnom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postupku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može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ima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posljedicu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neizmirivanje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2520A9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dinamikom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njihovog</w:t>
      </w:r>
      <w:r w:rsidR="00AF6E63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dospjeća</w:t>
      </w:r>
      <w:r w:rsidR="00921364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nemogućnosti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realizacije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mjera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proistekle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zakonskih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podzakonskih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akata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toku</w:t>
      </w:r>
      <w:r w:rsidR="00921364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921364">
        <w:rPr>
          <w:iCs/>
          <w:lang w:val="sr-Cyrl-BA"/>
        </w:rPr>
        <w:t>.</w:t>
      </w:r>
    </w:p>
    <w:p w:rsidR="00921364" w:rsidRPr="00AF6E63" w:rsidRDefault="00717223" w:rsidP="00921364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Uvažavajući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gore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navedeno</w:t>
      </w:r>
      <w:r w:rsidR="00921364" w:rsidRPr="00AF6E63">
        <w:rPr>
          <w:iCs/>
          <w:lang w:val="sr-Cyrl-BA"/>
        </w:rPr>
        <w:t xml:space="preserve">, </w:t>
      </w:r>
      <w:r>
        <w:rPr>
          <w:iCs/>
          <w:lang w:val="sr-Cyrl-BA"/>
        </w:rPr>
        <w:t>pripremljen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Prijedlog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21364" w:rsidRPr="00AF6E63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921364" w:rsidRPr="00AF6E63">
        <w:rPr>
          <w:iCs/>
          <w:lang w:val="sr-Cyrl-BA"/>
        </w:rPr>
        <w:t xml:space="preserve">, </w:t>
      </w:r>
      <w:r>
        <w:rPr>
          <w:iCs/>
          <w:lang w:val="sr-Cyrl-BA"/>
        </w:rPr>
        <w:t>po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hitnom</w:t>
      </w:r>
      <w:r w:rsidR="00921364" w:rsidRPr="00AF6E63">
        <w:rPr>
          <w:iCs/>
          <w:lang w:val="sr-Cyrl-BA"/>
        </w:rPr>
        <w:t xml:space="preserve"> </w:t>
      </w:r>
      <w:r>
        <w:rPr>
          <w:iCs/>
          <w:lang w:val="sr-Cyrl-BA"/>
        </w:rPr>
        <w:t>postupku</w:t>
      </w:r>
      <w:r w:rsidR="00921364" w:rsidRPr="00AF6E63">
        <w:rPr>
          <w:iCs/>
          <w:lang w:val="sr-Cyrl-BA"/>
        </w:rPr>
        <w:t>.</w:t>
      </w:r>
    </w:p>
    <w:p w:rsidR="002616CE" w:rsidRDefault="002616CE" w:rsidP="001971BC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b/>
          <w:iCs/>
          <w:lang w:val="sr-Cyrl-CS"/>
        </w:rPr>
      </w:pPr>
    </w:p>
    <w:p w:rsidR="002E4AD2" w:rsidRPr="00665589" w:rsidRDefault="002E4AD2" w:rsidP="001971BC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b/>
          <w:iCs/>
          <w:lang w:val="sr-Cyrl-CS"/>
        </w:rPr>
      </w:pPr>
    </w:p>
    <w:p w:rsidR="00540E39" w:rsidRPr="00665589" w:rsidRDefault="001D63A1" w:rsidP="002650A7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jc w:val="both"/>
        <w:rPr>
          <w:b/>
          <w:iCs/>
          <w:sz w:val="28"/>
          <w:szCs w:val="28"/>
          <w:lang w:val="sr-Cyrl-RS"/>
        </w:rPr>
      </w:pPr>
      <w:r w:rsidRPr="00665589">
        <w:rPr>
          <w:b/>
          <w:iCs/>
          <w:sz w:val="28"/>
          <w:szCs w:val="28"/>
          <w:lang w:val="sr-Latn-CS"/>
        </w:rPr>
        <w:t>V</w:t>
      </w:r>
      <w:r w:rsidR="002650A7" w:rsidRPr="00665589">
        <w:rPr>
          <w:b/>
          <w:iCs/>
          <w:sz w:val="28"/>
          <w:szCs w:val="28"/>
          <w:lang w:val="sr-Latn-CS"/>
        </w:rPr>
        <w:t xml:space="preserve">    </w:t>
      </w:r>
      <w:r w:rsidR="00083D87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OBRAZLOŽENjE</w:t>
      </w:r>
      <w:r w:rsidR="00083D87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P</w:t>
      </w:r>
      <w:r w:rsidR="00717223">
        <w:rPr>
          <w:b/>
          <w:iCs/>
          <w:sz w:val="28"/>
          <w:szCs w:val="28"/>
          <w:lang w:val="sr-Cyrl-CS"/>
        </w:rPr>
        <w:t>REDLOŽE</w:t>
      </w:r>
      <w:r w:rsidR="00717223">
        <w:rPr>
          <w:b/>
          <w:iCs/>
          <w:sz w:val="28"/>
          <w:szCs w:val="28"/>
          <w:lang w:val="sr-Latn-CS"/>
        </w:rPr>
        <w:t>NIH</w:t>
      </w:r>
      <w:r w:rsidR="001B3CFA" w:rsidRPr="00665589">
        <w:rPr>
          <w:b/>
          <w:iCs/>
          <w:sz w:val="28"/>
          <w:szCs w:val="28"/>
          <w:lang w:val="sr-Latn-CS"/>
        </w:rPr>
        <w:t xml:space="preserve"> </w:t>
      </w:r>
      <w:r w:rsidR="00717223">
        <w:rPr>
          <w:b/>
          <w:iCs/>
          <w:sz w:val="28"/>
          <w:szCs w:val="28"/>
          <w:lang w:val="sr-Latn-CS"/>
        </w:rPr>
        <w:t>RJEŠENjA</w:t>
      </w:r>
    </w:p>
    <w:p w:rsidR="0043236B" w:rsidRPr="00665589" w:rsidRDefault="0043236B" w:rsidP="002650A7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jc w:val="both"/>
        <w:rPr>
          <w:b/>
          <w:iCs/>
          <w:sz w:val="28"/>
          <w:szCs w:val="28"/>
          <w:lang w:val="sr-Cyrl-RS"/>
        </w:rPr>
      </w:pPr>
    </w:p>
    <w:p w:rsidR="007D5059" w:rsidRDefault="00717223" w:rsidP="001971BC">
      <w:pPr>
        <w:pStyle w:val="Header"/>
        <w:spacing w:before="60" w:after="120"/>
        <w:jc w:val="both"/>
        <w:rPr>
          <w:b/>
          <w:iCs/>
          <w:sz w:val="28"/>
          <w:szCs w:val="28"/>
          <w:lang w:val="sr-Cyrl-BA"/>
        </w:rPr>
      </w:pPr>
      <w:r>
        <w:rPr>
          <w:b/>
          <w:iCs/>
          <w:sz w:val="28"/>
          <w:szCs w:val="28"/>
          <w:lang w:val="sr-Cyrl-RS"/>
        </w:rPr>
        <w:t>DRUGI</w:t>
      </w:r>
      <w:r w:rsidR="00E20C88" w:rsidRPr="00665589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REBALANS</w:t>
      </w:r>
      <w:r w:rsidR="000B4714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BUDžETA</w:t>
      </w:r>
      <w:r w:rsidR="000B4714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REPUBLIKE</w:t>
      </w:r>
      <w:r w:rsidR="000B4714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SRPSKE</w:t>
      </w:r>
      <w:r w:rsidR="000B4714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ZA</w:t>
      </w:r>
      <w:r w:rsidR="000B4714">
        <w:rPr>
          <w:b/>
          <w:iCs/>
          <w:sz w:val="28"/>
          <w:szCs w:val="28"/>
          <w:lang w:val="sr-Cyrl-RS"/>
        </w:rPr>
        <w:t xml:space="preserve"> 202</w:t>
      </w:r>
      <w:r w:rsidR="000162C8">
        <w:rPr>
          <w:b/>
          <w:iCs/>
          <w:sz w:val="28"/>
          <w:szCs w:val="28"/>
          <w:lang w:val="sr-Cyrl-RS"/>
        </w:rPr>
        <w:t>5</w:t>
      </w:r>
      <w:r w:rsidR="00DA5119" w:rsidRPr="00665589">
        <w:rPr>
          <w:b/>
          <w:iCs/>
          <w:sz w:val="28"/>
          <w:szCs w:val="28"/>
          <w:lang w:val="sr-Cyrl-RS"/>
        </w:rPr>
        <w:t xml:space="preserve">. </w:t>
      </w:r>
      <w:r>
        <w:rPr>
          <w:b/>
          <w:iCs/>
          <w:sz w:val="28"/>
          <w:szCs w:val="28"/>
          <w:lang w:val="sr-Cyrl-RS"/>
        </w:rPr>
        <w:t>GODINU</w:t>
      </w:r>
      <w:r w:rsidR="00DA5119" w:rsidRPr="00665589">
        <w:rPr>
          <w:b/>
          <w:iCs/>
          <w:sz w:val="28"/>
          <w:szCs w:val="28"/>
          <w:lang w:val="sr-Cyrl-RS"/>
        </w:rPr>
        <w:t xml:space="preserve"> - </w:t>
      </w:r>
      <w:r>
        <w:rPr>
          <w:b/>
          <w:iCs/>
          <w:sz w:val="28"/>
          <w:szCs w:val="28"/>
          <w:lang w:val="sr-Cyrl-BA"/>
        </w:rPr>
        <w:t>OPŠTI</w:t>
      </w:r>
      <w:r w:rsidR="007D5059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DIO</w:t>
      </w:r>
    </w:p>
    <w:p w:rsidR="00705DB4" w:rsidRDefault="00705DB4" w:rsidP="00705DB4">
      <w:pPr>
        <w:pStyle w:val="Header"/>
        <w:tabs>
          <w:tab w:val="left" w:pos="567"/>
        </w:tabs>
        <w:spacing w:before="60" w:after="120"/>
        <w:jc w:val="both"/>
        <w:rPr>
          <w:b/>
          <w:iCs/>
          <w:sz w:val="28"/>
          <w:szCs w:val="28"/>
          <w:lang w:val="sr-Cyrl-BA"/>
        </w:rPr>
      </w:pPr>
    </w:p>
    <w:p w:rsidR="00705DB4" w:rsidRPr="00705DB4" w:rsidRDefault="00705DB4" w:rsidP="00705DB4">
      <w:pPr>
        <w:pStyle w:val="Header"/>
        <w:tabs>
          <w:tab w:val="clear" w:pos="4320"/>
        </w:tabs>
        <w:spacing w:before="60" w:after="12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ab/>
      </w:r>
      <w:r w:rsidR="00717223">
        <w:rPr>
          <w:iCs/>
          <w:lang w:val="sr-Cyrl-BA"/>
        </w:rPr>
        <w:t>Pravilnikom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formi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sadržaju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budžeta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izvještaja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izvršenju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budžeta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uređuje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se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forma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sadržaj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budžeta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izvještaja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izvršenju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budžeta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Republike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Srpske</w:t>
      </w:r>
      <w:r w:rsidRPr="00705DB4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budžeta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opština</w:t>
      </w:r>
      <w:r w:rsidRPr="00705DB4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gradova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705DB4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fondova</w:t>
      </w:r>
      <w:r w:rsidRPr="00705DB4">
        <w:rPr>
          <w:iCs/>
          <w:lang w:val="sr-Cyrl-BA"/>
        </w:rPr>
        <w:t>.</w:t>
      </w:r>
    </w:p>
    <w:p w:rsidR="003E188E" w:rsidRPr="00665589" w:rsidRDefault="00717223" w:rsidP="00E4689C">
      <w:pPr>
        <w:pStyle w:val="Header"/>
        <w:tabs>
          <w:tab w:val="clear" w:pos="4320"/>
        </w:tabs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Opšti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dio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agregirani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prikaz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kategorija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osmišljen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kao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koncizan</w:t>
      </w:r>
      <w:r w:rsidR="003E188E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kratak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uvod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ekonomsku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organizacionu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analitiku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E188E" w:rsidRPr="00665589">
        <w:rPr>
          <w:iCs/>
          <w:lang w:val="sr-Cyrl-BA"/>
        </w:rPr>
        <w:t xml:space="preserve">. </w:t>
      </w:r>
    </w:p>
    <w:p w:rsidR="003E188E" w:rsidRPr="00665589" w:rsidRDefault="00717223" w:rsidP="00E4689C">
      <w:pPr>
        <w:pStyle w:val="Header"/>
        <w:tabs>
          <w:tab w:val="clear" w:pos="4320"/>
        </w:tabs>
        <w:spacing w:before="60" w:after="60"/>
        <w:ind w:firstLine="709"/>
        <w:jc w:val="both"/>
        <w:rPr>
          <w:iCs/>
        </w:rPr>
      </w:pPr>
      <w:r>
        <w:rPr>
          <w:iCs/>
          <w:lang w:val="sr-Cyrl-BA"/>
        </w:rPr>
        <w:t>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Opštem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dijelu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E188E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stavljanjem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3E188E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3E188E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prezentuju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informacije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planiranom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3E188E" w:rsidRPr="00665589">
        <w:rPr>
          <w:iCs/>
          <w:lang w:val="sr-Cyrl-BA"/>
        </w:rPr>
        <w:t xml:space="preserve"> (</w:t>
      </w:r>
      <w:r>
        <w:rPr>
          <w:iCs/>
          <w:lang w:val="sr-Cyrl-BA"/>
        </w:rPr>
        <w:t>budžetskom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suficitu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deficitu</w:t>
      </w:r>
      <w:r w:rsidR="003E188E" w:rsidRPr="00665589">
        <w:rPr>
          <w:iCs/>
          <w:lang w:val="sr-Cyrl-BA"/>
        </w:rPr>
        <w:t xml:space="preserve">) </w:t>
      </w:r>
      <w:r>
        <w:rPr>
          <w:iCs/>
          <w:lang w:val="sr-Cyrl-BA"/>
        </w:rPr>
        <w:t>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načinu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njegovog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finansiranja</w:t>
      </w:r>
      <w:r w:rsidR="003E188E" w:rsidRPr="00665589">
        <w:rPr>
          <w:iCs/>
          <w:lang w:val="sr-Cyrl-BA"/>
        </w:rPr>
        <w:t xml:space="preserve"> (</w:t>
      </w:r>
      <w:r>
        <w:rPr>
          <w:iCs/>
          <w:lang w:val="sr-Cyrl-BA"/>
        </w:rPr>
        <w:t>tj</w:t>
      </w:r>
      <w:r w:rsidR="003E188E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raspodjele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pokrivanja</w:t>
      </w:r>
      <w:r w:rsidR="003E188E" w:rsidRPr="00665589">
        <w:rPr>
          <w:iCs/>
          <w:lang w:val="sr-Cyrl-BA"/>
        </w:rPr>
        <w:t xml:space="preserve">), </w:t>
      </w:r>
      <w:r>
        <w:rPr>
          <w:iCs/>
          <w:lang w:val="sr-Cyrl-BA"/>
        </w:rPr>
        <w:t>sve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propisanom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usvojenom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metodologijom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utvrđivanja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izvještavanja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izvršenju</w:t>
      </w:r>
      <w:r w:rsidR="003E188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E188E" w:rsidRPr="00665589">
        <w:rPr>
          <w:iCs/>
          <w:lang w:val="sr-Cyrl-BA"/>
        </w:rPr>
        <w:t xml:space="preserve">. </w:t>
      </w:r>
    </w:p>
    <w:p w:rsidR="00F37336" w:rsidRDefault="00717223" w:rsidP="00E4689C">
      <w:pPr>
        <w:pStyle w:val="Header"/>
        <w:tabs>
          <w:tab w:val="clear" w:pos="4320"/>
        </w:tabs>
        <w:spacing w:before="60" w:after="60"/>
        <w:ind w:firstLine="709"/>
        <w:jc w:val="both"/>
        <w:rPr>
          <w:iCs/>
        </w:rPr>
      </w:pPr>
      <w:r>
        <w:rPr>
          <w:iCs/>
          <w:lang w:val="sr-Cyrl-RS"/>
        </w:rPr>
        <w:t>Rebalansom</w:t>
      </w:r>
      <w:r w:rsidR="00F805F1" w:rsidRPr="00665589">
        <w:rPr>
          <w:iCs/>
          <w:lang w:val="sr-Cyrl-RS"/>
        </w:rPr>
        <w:t xml:space="preserve"> </w:t>
      </w:r>
      <w:r>
        <w:rPr>
          <w:iCs/>
          <w:lang w:val="sr-Cyrl-RS"/>
        </w:rPr>
        <w:t>B</w:t>
      </w:r>
      <w:r>
        <w:rPr>
          <w:iCs/>
        </w:rPr>
        <w:t>udžeta</w:t>
      </w:r>
      <w:r w:rsidR="00F37336" w:rsidRPr="00665589">
        <w:rPr>
          <w:iCs/>
        </w:rPr>
        <w:t xml:space="preserve"> </w:t>
      </w:r>
      <w:r>
        <w:rPr>
          <w:iCs/>
        </w:rPr>
        <w:t>za</w:t>
      </w:r>
      <w:r w:rsidR="00F37336" w:rsidRPr="00665589">
        <w:rPr>
          <w:iCs/>
        </w:rPr>
        <w:t xml:space="preserve"> 20</w:t>
      </w:r>
      <w:r w:rsidR="000B4714">
        <w:rPr>
          <w:iCs/>
          <w:lang w:val="sr-Cyrl-RS"/>
        </w:rPr>
        <w:t>2</w:t>
      </w:r>
      <w:r w:rsidR="000162C8">
        <w:rPr>
          <w:iCs/>
          <w:lang w:val="sr-Cyrl-RS"/>
        </w:rPr>
        <w:t>5</w:t>
      </w:r>
      <w:r w:rsidR="00F37336" w:rsidRPr="00665589">
        <w:rPr>
          <w:iCs/>
        </w:rPr>
        <w:t xml:space="preserve">. </w:t>
      </w:r>
      <w:r>
        <w:rPr>
          <w:iCs/>
        </w:rPr>
        <w:t>godinu</w:t>
      </w:r>
      <w:r w:rsidR="00705DB4">
        <w:rPr>
          <w:iCs/>
          <w:lang w:val="sr-Cyrl-BA"/>
        </w:rPr>
        <w:t xml:space="preserve">, </w:t>
      </w:r>
      <w:r>
        <w:rPr>
          <w:iCs/>
          <w:lang w:val="sr-Cyrl-BA"/>
        </w:rPr>
        <w:t>za</w:t>
      </w:r>
      <w:r w:rsidR="00705DB4">
        <w:rPr>
          <w:iCs/>
          <w:lang w:val="sr-Cyrl-BA"/>
        </w:rPr>
        <w:t xml:space="preserve"> </w:t>
      </w:r>
      <w:r>
        <w:rPr>
          <w:iCs/>
          <w:lang w:val="sr-Cyrl-BA"/>
        </w:rPr>
        <w:t>opšti</w:t>
      </w:r>
      <w:r w:rsidR="00705DB4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705DB4">
        <w:rPr>
          <w:iCs/>
          <w:lang w:val="sr-Cyrl-BA"/>
        </w:rPr>
        <w:t xml:space="preserve"> (01),</w:t>
      </w:r>
      <w:r w:rsidR="00F37336" w:rsidRPr="00665589">
        <w:rPr>
          <w:iCs/>
        </w:rPr>
        <w:t xml:space="preserve"> </w:t>
      </w:r>
      <w:r>
        <w:rPr>
          <w:iCs/>
        </w:rPr>
        <w:t>planiran</w:t>
      </w:r>
      <w:r w:rsidR="00F37336" w:rsidRPr="00665589">
        <w:rPr>
          <w:iCs/>
        </w:rPr>
        <w:t xml:space="preserve"> </w:t>
      </w:r>
      <w:r>
        <w:rPr>
          <w:iCs/>
        </w:rPr>
        <w:t>je</w:t>
      </w:r>
      <w:r w:rsidR="00F37336" w:rsidRPr="00665589">
        <w:rPr>
          <w:iCs/>
        </w:rPr>
        <w:t xml:space="preserve"> </w:t>
      </w:r>
      <w:r>
        <w:rPr>
          <w:iCs/>
        </w:rPr>
        <w:t>budžetski</w:t>
      </w:r>
      <w:r w:rsidR="00F37336" w:rsidRPr="00665589">
        <w:rPr>
          <w:iCs/>
        </w:rPr>
        <w:t xml:space="preserve"> </w:t>
      </w:r>
      <w:r>
        <w:rPr>
          <w:iCs/>
          <w:lang w:val="sr-Cyrl-RS"/>
        </w:rPr>
        <w:t>deficit</w:t>
      </w:r>
      <w:r w:rsidR="00F37336" w:rsidRPr="00665589">
        <w:rPr>
          <w:iCs/>
        </w:rPr>
        <w:t xml:space="preserve"> </w:t>
      </w:r>
      <w:r>
        <w:rPr>
          <w:iCs/>
        </w:rPr>
        <w:t>u</w:t>
      </w:r>
      <w:r w:rsidR="00F37336" w:rsidRPr="00665589">
        <w:rPr>
          <w:iCs/>
        </w:rPr>
        <w:t xml:space="preserve"> </w:t>
      </w:r>
      <w:r>
        <w:rPr>
          <w:iCs/>
        </w:rPr>
        <w:t>iznosu</w:t>
      </w:r>
      <w:r w:rsidR="00F37336" w:rsidRPr="00665589">
        <w:rPr>
          <w:iCs/>
        </w:rPr>
        <w:t xml:space="preserve"> </w:t>
      </w:r>
      <w:r>
        <w:rPr>
          <w:iCs/>
        </w:rPr>
        <w:t>od</w:t>
      </w:r>
      <w:r w:rsidR="00F37336" w:rsidRPr="00665589">
        <w:rPr>
          <w:iCs/>
        </w:rPr>
        <w:t xml:space="preserve"> </w:t>
      </w:r>
      <w:r w:rsidR="000162C8">
        <w:rPr>
          <w:iCs/>
          <w:lang w:val="sr-Cyrl-BA"/>
        </w:rPr>
        <w:t>97,2</w:t>
      </w:r>
      <w:r w:rsidR="00F37336" w:rsidRPr="00665589">
        <w:rPr>
          <w:iCs/>
        </w:rPr>
        <w:t xml:space="preserve"> </w:t>
      </w:r>
      <w:r>
        <w:rPr>
          <w:iCs/>
        </w:rPr>
        <w:t>milion</w:t>
      </w:r>
      <w:r w:rsidR="00F37336" w:rsidRPr="00665589">
        <w:rPr>
          <w:iCs/>
        </w:rPr>
        <w:t xml:space="preserve">a </w:t>
      </w:r>
      <w:r>
        <w:rPr>
          <w:iCs/>
        </w:rPr>
        <w:t>KM</w:t>
      </w:r>
      <w:r w:rsidR="00F37336" w:rsidRPr="00665589">
        <w:rPr>
          <w:iCs/>
        </w:rPr>
        <w:t xml:space="preserve">, </w:t>
      </w:r>
      <w:r>
        <w:rPr>
          <w:iCs/>
        </w:rPr>
        <w:t>dok</w:t>
      </w:r>
      <w:r w:rsidR="00F37336" w:rsidRPr="00665589">
        <w:rPr>
          <w:iCs/>
        </w:rPr>
        <w:t xml:space="preserve"> </w:t>
      </w:r>
      <w:r>
        <w:rPr>
          <w:iCs/>
        </w:rPr>
        <w:t>je</w:t>
      </w:r>
      <w:r w:rsidR="00F37336" w:rsidRPr="00665589">
        <w:rPr>
          <w:iCs/>
          <w:lang w:val="sr-Cyrl-RS"/>
        </w:rPr>
        <w:t xml:space="preserve"> </w:t>
      </w:r>
      <w:r>
        <w:rPr>
          <w:iCs/>
        </w:rPr>
        <w:t>Prijedlogom</w:t>
      </w:r>
      <w:r w:rsidR="00F37336" w:rsidRPr="00665589">
        <w:rPr>
          <w:iCs/>
        </w:rPr>
        <w:t xml:space="preserve"> </w:t>
      </w:r>
      <w:r>
        <w:rPr>
          <w:iCs/>
          <w:lang w:val="sr-Cyrl-RS"/>
        </w:rPr>
        <w:t>drugog</w:t>
      </w:r>
      <w:r w:rsidR="00DC4BB4" w:rsidRPr="00665589">
        <w:rPr>
          <w:iCs/>
          <w:lang w:val="sr-Cyrl-RS"/>
        </w:rPr>
        <w:t xml:space="preserve"> </w:t>
      </w:r>
      <w:r>
        <w:rPr>
          <w:iCs/>
          <w:lang w:val="sr-Cyrl-RS"/>
        </w:rPr>
        <w:t>r</w:t>
      </w:r>
      <w:r>
        <w:rPr>
          <w:iCs/>
        </w:rPr>
        <w:t>ebalansa</w:t>
      </w:r>
      <w:r w:rsidR="00A30968" w:rsidRPr="00665589">
        <w:rPr>
          <w:iCs/>
        </w:rPr>
        <w:t xml:space="preserve"> </w:t>
      </w:r>
      <w:r>
        <w:rPr>
          <w:iCs/>
        </w:rPr>
        <w:t>Budžeta</w:t>
      </w:r>
      <w:r w:rsidR="00F37336" w:rsidRPr="00665589">
        <w:rPr>
          <w:iCs/>
        </w:rPr>
        <w:t xml:space="preserve"> </w:t>
      </w:r>
      <w:r>
        <w:rPr>
          <w:iCs/>
        </w:rPr>
        <w:t>Republike</w:t>
      </w:r>
      <w:r w:rsidR="00F37336" w:rsidRPr="00665589">
        <w:rPr>
          <w:iCs/>
        </w:rPr>
        <w:t xml:space="preserve"> </w:t>
      </w:r>
      <w:r>
        <w:rPr>
          <w:iCs/>
        </w:rPr>
        <w:t>Srpske</w:t>
      </w:r>
      <w:r w:rsidR="00F37336" w:rsidRPr="00665589">
        <w:rPr>
          <w:iCs/>
        </w:rPr>
        <w:t xml:space="preserve"> </w:t>
      </w:r>
      <w:r>
        <w:rPr>
          <w:iCs/>
        </w:rPr>
        <w:t>za</w:t>
      </w:r>
      <w:r w:rsidR="00F37336" w:rsidRPr="00665589">
        <w:rPr>
          <w:iCs/>
        </w:rPr>
        <w:t xml:space="preserve"> 20</w:t>
      </w:r>
      <w:r w:rsidR="009E26A7">
        <w:rPr>
          <w:iCs/>
          <w:lang w:val="sr-Cyrl-RS"/>
        </w:rPr>
        <w:t>2</w:t>
      </w:r>
      <w:r w:rsidR="000162C8">
        <w:rPr>
          <w:iCs/>
          <w:lang w:val="sr-Cyrl-RS"/>
        </w:rPr>
        <w:t>5</w:t>
      </w:r>
      <w:r w:rsidR="00F37336" w:rsidRPr="00665589">
        <w:rPr>
          <w:iCs/>
        </w:rPr>
        <w:t xml:space="preserve">. </w:t>
      </w:r>
      <w:r>
        <w:rPr>
          <w:iCs/>
        </w:rPr>
        <w:t>godinu</w:t>
      </w:r>
      <w:r w:rsidR="00F37336" w:rsidRPr="00665589">
        <w:rPr>
          <w:iCs/>
        </w:rPr>
        <w:t xml:space="preserve"> </w:t>
      </w:r>
      <w:r>
        <w:rPr>
          <w:iCs/>
        </w:rPr>
        <w:t>planiran</w:t>
      </w:r>
      <w:r w:rsidR="00F37336" w:rsidRPr="00665589">
        <w:rPr>
          <w:iCs/>
        </w:rPr>
        <w:t xml:space="preserve"> </w:t>
      </w:r>
      <w:r>
        <w:rPr>
          <w:iCs/>
        </w:rPr>
        <w:t>budžetski</w:t>
      </w:r>
      <w:r w:rsidR="00F37336" w:rsidRPr="00665589">
        <w:rPr>
          <w:iCs/>
        </w:rPr>
        <w:t xml:space="preserve"> </w:t>
      </w:r>
      <w:r>
        <w:rPr>
          <w:iCs/>
          <w:lang w:val="sr-Cyrl-RS"/>
        </w:rPr>
        <w:t>deficit</w:t>
      </w:r>
      <w:r w:rsidR="00F37336" w:rsidRPr="00665589">
        <w:rPr>
          <w:iCs/>
        </w:rPr>
        <w:t xml:space="preserve"> </w:t>
      </w:r>
      <w:r>
        <w:rPr>
          <w:iCs/>
        </w:rPr>
        <w:t>u</w:t>
      </w:r>
      <w:r w:rsidR="00F37336" w:rsidRPr="00665589">
        <w:rPr>
          <w:iCs/>
        </w:rPr>
        <w:t xml:space="preserve"> </w:t>
      </w:r>
      <w:r>
        <w:rPr>
          <w:iCs/>
        </w:rPr>
        <w:t>iznosu</w:t>
      </w:r>
      <w:r w:rsidR="00F37336" w:rsidRPr="00665589">
        <w:rPr>
          <w:iCs/>
        </w:rPr>
        <w:t xml:space="preserve"> </w:t>
      </w:r>
      <w:r>
        <w:rPr>
          <w:iCs/>
        </w:rPr>
        <w:t>od</w:t>
      </w:r>
      <w:r w:rsidR="00F37336" w:rsidRPr="00665589">
        <w:rPr>
          <w:iCs/>
        </w:rPr>
        <w:t xml:space="preserve"> </w:t>
      </w:r>
      <w:r w:rsidR="00400584">
        <w:rPr>
          <w:iCs/>
          <w:lang w:val="sr-Cyrl-RS"/>
        </w:rPr>
        <w:t>152,9</w:t>
      </w:r>
      <w:r w:rsidR="00F37336" w:rsidRPr="00665589">
        <w:rPr>
          <w:iCs/>
        </w:rPr>
        <w:t xml:space="preserve"> </w:t>
      </w:r>
      <w:r>
        <w:rPr>
          <w:iCs/>
        </w:rPr>
        <w:t>miliona</w:t>
      </w:r>
      <w:r w:rsidR="00F37336" w:rsidRPr="00665589">
        <w:rPr>
          <w:iCs/>
        </w:rPr>
        <w:t xml:space="preserve"> </w:t>
      </w:r>
      <w:r>
        <w:rPr>
          <w:iCs/>
        </w:rPr>
        <w:t>KM</w:t>
      </w:r>
      <w:r w:rsidR="00F37336" w:rsidRPr="00665589">
        <w:rPr>
          <w:iCs/>
        </w:rPr>
        <w:t>.</w:t>
      </w:r>
    </w:p>
    <w:p w:rsidR="000B4714" w:rsidRDefault="00717223" w:rsidP="00E4689C">
      <w:pPr>
        <w:pStyle w:val="Header"/>
        <w:tabs>
          <w:tab w:val="clear" w:pos="4320"/>
        </w:tabs>
        <w:spacing w:before="60" w:after="60"/>
        <w:ind w:firstLine="709"/>
        <w:jc w:val="both"/>
        <w:rPr>
          <w:iCs/>
        </w:rPr>
      </w:pPr>
      <w:r>
        <w:rPr>
          <w:iCs/>
        </w:rPr>
        <w:t>Planirani</w:t>
      </w:r>
      <w:r w:rsidR="000B4714" w:rsidRPr="000B4714">
        <w:rPr>
          <w:iCs/>
        </w:rPr>
        <w:t xml:space="preserve"> </w:t>
      </w:r>
      <w:r>
        <w:rPr>
          <w:iCs/>
        </w:rPr>
        <w:t>budžetski</w:t>
      </w:r>
      <w:r w:rsidR="000B4714" w:rsidRPr="000B4714">
        <w:rPr>
          <w:iCs/>
        </w:rPr>
        <w:t xml:space="preserve"> </w:t>
      </w:r>
      <w:r>
        <w:rPr>
          <w:iCs/>
        </w:rPr>
        <w:t>deficit</w:t>
      </w:r>
      <w:r w:rsidR="000B4714" w:rsidRPr="000B4714">
        <w:rPr>
          <w:iCs/>
        </w:rPr>
        <w:t xml:space="preserve"> </w:t>
      </w:r>
      <w:r>
        <w:rPr>
          <w:iCs/>
        </w:rPr>
        <w:t>u</w:t>
      </w:r>
      <w:r w:rsidR="000B4714" w:rsidRPr="000B4714">
        <w:rPr>
          <w:iCs/>
        </w:rPr>
        <w:t xml:space="preserve"> </w:t>
      </w:r>
      <w:r>
        <w:rPr>
          <w:iCs/>
        </w:rPr>
        <w:t>iznosu</w:t>
      </w:r>
      <w:r w:rsidR="000B4714" w:rsidRPr="000B4714">
        <w:rPr>
          <w:iCs/>
        </w:rPr>
        <w:t xml:space="preserve"> </w:t>
      </w:r>
      <w:r>
        <w:rPr>
          <w:iCs/>
        </w:rPr>
        <w:t>od</w:t>
      </w:r>
      <w:r w:rsidR="000B4714" w:rsidRPr="000B4714">
        <w:rPr>
          <w:iCs/>
        </w:rPr>
        <w:t xml:space="preserve"> </w:t>
      </w:r>
      <w:r w:rsidR="00784729">
        <w:rPr>
          <w:iCs/>
          <w:lang w:val="sr-Cyrl-RS"/>
        </w:rPr>
        <w:t xml:space="preserve">152,9 </w:t>
      </w:r>
      <w:r>
        <w:rPr>
          <w:iCs/>
        </w:rPr>
        <w:t>miliona</w:t>
      </w:r>
      <w:r w:rsidR="000B4714" w:rsidRPr="000B4714">
        <w:rPr>
          <w:iCs/>
        </w:rPr>
        <w:t xml:space="preserve"> </w:t>
      </w:r>
      <w:r>
        <w:rPr>
          <w:iCs/>
        </w:rPr>
        <w:t>KM</w:t>
      </w:r>
      <w:r w:rsidR="000B4714" w:rsidRPr="000B4714">
        <w:rPr>
          <w:iCs/>
        </w:rPr>
        <w:t xml:space="preserve"> </w:t>
      </w:r>
      <w:r>
        <w:rPr>
          <w:iCs/>
        </w:rPr>
        <w:t>pokriće</w:t>
      </w:r>
      <w:r w:rsidR="000B4714" w:rsidRPr="000B4714">
        <w:rPr>
          <w:iCs/>
        </w:rPr>
        <w:t xml:space="preserve"> </w:t>
      </w:r>
      <w:r>
        <w:rPr>
          <w:iCs/>
        </w:rPr>
        <w:t>se</w:t>
      </w:r>
      <w:r w:rsidR="000B4714" w:rsidRPr="000B4714">
        <w:rPr>
          <w:iCs/>
        </w:rPr>
        <w:t xml:space="preserve"> </w:t>
      </w:r>
      <w:r>
        <w:rPr>
          <w:iCs/>
        </w:rPr>
        <w:t>neto</w:t>
      </w:r>
      <w:r w:rsidR="000B4714" w:rsidRPr="000B4714">
        <w:rPr>
          <w:iCs/>
        </w:rPr>
        <w:t xml:space="preserve"> </w:t>
      </w:r>
      <w:r>
        <w:rPr>
          <w:iCs/>
        </w:rPr>
        <w:t>finansiranjem</w:t>
      </w:r>
      <w:r w:rsidR="000B4714" w:rsidRPr="000B4714">
        <w:rPr>
          <w:iCs/>
        </w:rPr>
        <w:t xml:space="preserve">, </w:t>
      </w:r>
      <w:r>
        <w:rPr>
          <w:iCs/>
        </w:rPr>
        <w:t>odnosno</w:t>
      </w:r>
      <w:r w:rsidR="000B4714" w:rsidRPr="000B4714">
        <w:rPr>
          <w:iCs/>
        </w:rPr>
        <w:t xml:space="preserve">  </w:t>
      </w:r>
      <w:r>
        <w:rPr>
          <w:iCs/>
        </w:rPr>
        <w:t>razlikom</w:t>
      </w:r>
      <w:r w:rsidR="000B4714" w:rsidRPr="000B4714">
        <w:rPr>
          <w:iCs/>
        </w:rPr>
        <w:t xml:space="preserve"> </w:t>
      </w:r>
      <w:r>
        <w:rPr>
          <w:iCs/>
        </w:rPr>
        <w:t>između</w:t>
      </w:r>
      <w:r w:rsidR="000B4714" w:rsidRPr="000B4714">
        <w:rPr>
          <w:iCs/>
        </w:rPr>
        <w:t xml:space="preserve"> </w:t>
      </w:r>
      <w:r>
        <w:rPr>
          <w:iCs/>
        </w:rPr>
        <w:t>planiranih</w:t>
      </w:r>
      <w:r w:rsidR="000B4714" w:rsidRPr="000B4714">
        <w:rPr>
          <w:iCs/>
        </w:rPr>
        <w:t xml:space="preserve"> </w:t>
      </w:r>
      <w:r>
        <w:rPr>
          <w:iCs/>
        </w:rPr>
        <w:t>primitaka</w:t>
      </w:r>
      <w:r w:rsidR="000B4714" w:rsidRPr="000B4714">
        <w:rPr>
          <w:iCs/>
        </w:rPr>
        <w:t xml:space="preserve"> </w:t>
      </w:r>
      <w:r>
        <w:rPr>
          <w:iCs/>
        </w:rPr>
        <w:t>od</w:t>
      </w:r>
      <w:r w:rsidR="000B4714" w:rsidRPr="000B4714">
        <w:rPr>
          <w:iCs/>
        </w:rPr>
        <w:t xml:space="preserve"> </w:t>
      </w:r>
      <w:r>
        <w:rPr>
          <w:iCs/>
        </w:rPr>
        <w:t>finansijske</w:t>
      </w:r>
      <w:r w:rsidR="000B4714" w:rsidRPr="000B4714">
        <w:rPr>
          <w:iCs/>
        </w:rPr>
        <w:t xml:space="preserve"> </w:t>
      </w:r>
      <w:r>
        <w:rPr>
          <w:iCs/>
        </w:rPr>
        <w:t>imovine</w:t>
      </w:r>
      <w:r w:rsidR="000B4714" w:rsidRPr="000B4714">
        <w:rPr>
          <w:iCs/>
        </w:rPr>
        <w:t xml:space="preserve">, </w:t>
      </w:r>
      <w:r>
        <w:rPr>
          <w:iCs/>
        </w:rPr>
        <w:t>zaduživanja</w:t>
      </w:r>
      <w:r w:rsidR="000B4714" w:rsidRPr="000B4714">
        <w:rPr>
          <w:iCs/>
        </w:rPr>
        <w:t xml:space="preserve"> </w:t>
      </w:r>
      <w:r>
        <w:rPr>
          <w:iCs/>
        </w:rPr>
        <w:t>i</w:t>
      </w:r>
      <w:r w:rsidR="000B4714" w:rsidRPr="000B4714">
        <w:rPr>
          <w:iCs/>
        </w:rPr>
        <w:t xml:space="preserve"> </w:t>
      </w:r>
      <w:r>
        <w:rPr>
          <w:iCs/>
        </w:rPr>
        <w:t>ostalih</w:t>
      </w:r>
      <w:r w:rsidR="000B4714" w:rsidRPr="000B4714">
        <w:rPr>
          <w:iCs/>
        </w:rPr>
        <w:t xml:space="preserve"> </w:t>
      </w:r>
      <w:r>
        <w:rPr>
          <w:iCs/>
        </w:rPr>
        <w:t>primitaka</w:t>
      </w:r>
      <w:r w:rsidR="000B4714" w:rsidRPr="000B4714">
        <w:rPr>
          <w:iCs/>
        </w:rPr>
        <w:t xml:space="preserve"> </w:t>
      </w:r>
      <w:r>
        <w:rPr>
          <w:iCs/>
        </w:rPr>
        <w:t>i</w:t>
      </w:r>
      <w:r w:rsidR="000B4714" w:rsidRPr="000B4714">
        <w:rPr>
          <w:iCs/>
        </w:rPr>
        <w:t xml:space="preserve"> </w:t>
      </w:r>
      <w:r>
        <w:rPr>
          <w:iCs/>
        </w:rPr>
        <w:t>izdataka</w:t>
      </w:r>
      <w:r w:rsidR="000B4714" w:rsidRPr="000B4714">
        <w:rPr>
          <w:iCs/>
        </w:rPr>
        <w:t xml:space="preserve"> </w:t>
      </w:r>
      <w:r>
        <w:rPr>
          <w:iCs/>
        </w:rPr>
        <w:t>za</w:t>
      </w:r>
      <w:r w:rsidR="000B4714" w:rsidRPr="000B4714">
        <w:rPr>
          <w:iCs/>
        </w:rPr>
        <w:t xml:space="preserve"> </w:t>
      </w:r>
      <w:r>
        <w:rPr>
          <w:iCs/>
        </w:rPr>
        <w:t>finansijsku</w:t>
      </w:r>
      <w:r w:rsidR="000B4714" w:rsidRPr="000B4714">
        <w:rPr>
          <w:iCs/>
        </w:rPr>
        <w:t xml:space="preserve"> </w:t>
      </w:r>
      <w:r>
        <w:rPr>
          <w:iCs/>
        </w:rPr>
        <w:t>imovinu</w:t>
      </w:r>
      <w:r w:rsidR="000B4714" w:rsidRPr="000B4714">
        <w:rPr>
          <w:iCs/>
        </w:rPr>
        <w:t xml:space="preserve">, </w:t>
      </w:r>
      <w:r>
        <w:rPr>
          <w:iCs/>
        </w:rPr>
        <w:t>izdataka</w:t>
      </w:r>
      <w:r w:rsidR="000B4714" w:rsidRPr="000B4714">
        <w:rPr>
          <w:iCs/>
        </w:rPr>
        <w:t xml:space="preserve"> </w:t>
      </w:r>
      <w:r>
        <w:rPr>
          <w:iCs/>
        </w:rPr>
        <w:t>za</w:t>
      </w:r>
      <w:r w:rsidR="000B4714" w:rsidRPr="000B4714">
        <w:rPr>
          <w:iCs/>
        </w:rPr>
        <w:t xml:space="preserve"> </w:t>
      </w:r>
      <w:r>
        <w:rPr>
          <w:iCs/>
        </w:rPr>
        <w:t>otplatu</w:t>
      </w:r>
      <w:r w:rsidR="000B4714" w:rsidRPr="000B4714">
        <w:rPr>
          <w:iCs/>
        </w:rPr>
        <w:t xml:space="preserve"> </w:t>
      </w:r>
      <w:r>
        <w:rPr>
          <w:iCs/>
        </w:rPr>
        <w:t>duga</w:t>
      </w:r>
      <w:r w:rsidR="000B4714" w:rsidRPr="000B4714">
        <w:rPr>
          <w:iCs/>
        </w:rPr>
        <w:t xml:space="preserve"> </w:t>
      </w:r>
      <w:r>
        <w:rPr>
          <w:iCs/>
        </w:rPr>
        <w:t>i</w:t>
      </w:r>
      <w:r w:rsidR="000B4714" w:rsidRPr="000B4714">
        <w:rPr>
          <w:iCs/>
        </w:rPr>
        <w:t xml:space="preserve"> </w:t>
      </w:r>
      <w:r>
        <w:rPr>
          <w:iCs/>
        </w:rPr>
        <w:t>ostalih</w:t>
      </w:r>
      <w:r w:rsidR="000B4714" w:rsidRPr="000B4714">
        <w:rPr>
          <w:iCs/>
        </w:rPr>
        <w:t xml:space="preserve"> </w:t>
      </w:r>
      <w:r>
        <w:rPr>
          <w:iCs/>
        </w:rPr>
        <w:t>izdataka</w:t>
      </w:r>
      <w:r w:rsidR="000B4714" w:rsidRPr="000B4714">
        <w:rPr>
          <w:iCs/>
        </w:rPr>
        <w:t>.</w:t>
      </w:r>
    </w:p>
    <w:p w:rsidR="00705DB4" w:rsidRPr="00AC01F9" w:rsidRDefault="00717223" w:rsidP="00E4689C">
      <w:pPr>
        <w:pStyle w:val="Header"/>
        <w:tabs>
          <w:tab w:val="clear" w:pos="4320"/>
        </w:tabs>
        <w:spacing w:before="60" w:after="60"/>
        <w:ind w:firstLine="709"/>
        <w:jc w:val="both"/>
        <w:rPr>
          <w:iCs/>
          <w:lang w:val="sr-Cyrl-BA"/>
        </w:rPr>
      </w:pPr>
      <w:r>
        <w:rPr>
          <w:iCs/>
        </w:rPr>
        <w:lastRenderedPageBreak/>
        <w:t>Prijedlogom</w:t>
      </w:r>
      <w:r w:rsidR="00AC01F9" w:rsidRPr="00AC01F9">
        <w:rPr>
          <w:iCs/>
        </w:rPr>
        <w:t xml:space="preserve"> </w:t>
      </w:r>
      <w:r>
        <w:rPr>
          <w:iCs/>
          <w:lang w:val="sr-Cyrl-BA"/>
        </w:rPr>
        <w:t>drugog</w:t>
      </w:r>
      <w:r w:rsidR="00AC01F9">
        <w:rPr>
          <w:iCs/>
          <w:lang w:val="sr-Cyrl-BA"/>
        </w:rPr>
        <w:t xml:space="preserve"> </w:t>
      </w:r>
      <w:r>
        <w:rPr>
          <w:iCs/>
          <w:lang w:val="sr-Cyrl-BA"/>
        </w:rPr>
        <w:t>r</w:t>
      </w:r>
      <w:r>
        <w:rPr>
          <w:iCs/>
        </w:rPr>
        <w:t>ebalansa</w:t>
      </w:r>
      <w:r w:rsidR="00AC01F9" w:rsidRPr="00AC01F9">
        <w:rPr>
          <w:iCs/>
        </w:rPr>
        <w:t xml:space="preserve"> </w:t>
      </w:r>
      <w:r>
        <w:rPr>
          <w:iCs/>
        </w:rPr>
        <w:t>budžeta</w:t>
      </w:r>
      <w:r w:rsidR="00AC01F9" w:rsidRPr="00AC01F9">
        <w:rPr>
          <w:iCs/>
        </w:rPr>
        <w:t xml:space="preserve"> </w:t>
      </w:r>
      <w:r>
        <w:rPr>
          <w:iCs/>
        </w:rPr>
        <w:t>Republike</w:t>
      </w:r>
      <w:r w:rsidR="00AC01F9" w:rsidRPr="00AC01F9">
        <w:rPr>
          <w:iCs/>
        </w:rPr>
        <w:t xml:space="preserve"> </w:t>
      </w:r>
      <w:r>
        <w:rPr>
          <w:iCs/>
        </w:rPr>
        <w:t>Srpske</w:t>
      </w:r>
      <w:r w:rsidR="00AC01F9" w:rsidRPr="00AC01F9">
        <w:rPr>
          <w:iCs/>
        </w:rPr>
        <w:t xml:space="preserve"> </w:t>
      </w:r>
      <w:r>
        <w:rPr>
          <w:iCs/>
        </w:rPr>
        <w:t>za</w:t>
      </w:r>
      <w:r w:rsidR="00AC01F9" w:rsidRPr="00AC01F9">
        <w:rPr>
          <w:iCs/>
        </w:rPr>
        <w:t xml:space="preserve"> 202</w:t>
      </w:r>
      <w:r w:rsidR="000162C8">
        <w:rPr>
          <w:iCs/>
          <w:lang w:val="sr-Cyrl-BA"/>
        </w:rPr>
        <w:t>5</w:t>
      </w:r>
      <w:r w:rsidR="00AC01F9" w:rsidRPr="00AC01F9">
        <w:rPr>
          <w:iCs/>
        </w:rPr>
        <w:t xml:space="preserve">. </w:t>
      </w:r>
      <w:r>
        <w:rPr>
          <w:iCs/>
        </w:rPr>
        <w:t>godinu</w:t>
      </w:r>
      <w:r w:rsidR="00AC01F9" w:rsidRPr="00AC01F9">
        <w:rPr>
          <w:iCs/>
        </w:rPr>
        <w:t xml:space="preserve">, </w:t>
      </w:r>
      <w:r>
        <w:rPr>
          <w:iCs/>
        </w:rPr>
        <w:t>za</w:t>
      </w:r>
      <w:r w:rsidR="00AC01F9" w:rsidRPr="00AC01F9">
        <w:rPr>
          <w:iCs/>
        </w:rPr>
        <w:t xml:space="preserve"> </w:t>
      </w:r>
      <w:r>
        <w:rPr>
          <w:iCs/>
        </w:rPr>
        <w:t>fond</w:t>
      </w:r>
      <w:r w:rsidR="00AC01F9" w:rsidRPr="00AC01F9">
        <w:rPr>
          <w:iCs/>
        </w:rPr>
        <w:t xml:space="preserve"> </w:t>
      </w:r>
      <w:r>
        <w:rPr>
          <w:iCs/>
        </w:rPr>
        <w:t>po</w:t>
      </w:r>
      <w:r w:rsidR="00AC01F9" w:rsidRPr="00AC01F9">
        <w:rPr>
          <w:iCs/>
        </w:rPr>
        <w:t xml:space="preserve"> </w:t>
      </w:r>
      <w:r>
        <w:rPr>
          <w:iCs/>
        </w:rPr>
        <w:t>posebnim</w:t>
      </w:r>
      <w:r w:rsidR="00AC01F9" w:rsidRPr="00AC01F9">
        <w:rPr>
          <w:iCs/>
        </w:rPr>
        <w:t xml:space="preserve"> </w:t>
      </w:r>
      <w:r>
        <w:rPr>
          <w:iCs/>
        </w:rPr>
        <w:t>propisima</w:t>
      </w:r>
      <w:r w:rsidR="00AC01F9" w:rsidRPr="00AC01F9">
        <w:rPr>
          <w:iCs/>
        </w:rPr>
        <w:t xml:space="preserve"> (02)</w:t>
      </w:r>
      <w:r w:rsidR="00AC01F9">
        <w:rPr>
          <w:iCs/>
          <w:lang w:val="sr-Cyrl-BA"/>
        </w:rPr>
        <w:t>,</w:t>
      </w:r>
      <w:r w:rsidR="00AC01F9" w:rsidRPr="00AC01F9">
        <w:rPr>
          <w:iCs/>
        </w:rPr>
        <w:t xml:space="preserve"> </w:t>
      </w:r>
      <w:r>
        <w:rPr>
          <w:iCs/>
        </w:rPr>
        <w:t>planiran</w:t>
      </w:r>
      <w:r w:rsidR="00FC6C5B">
        <w:rPr>
          <w:iCs/>
        </w:rPr>
        <w:t xml:space="preserve"> </w:t>
      </w:r>
      <w:r>
        <w:rPr>
          <w:iCs/>
        </w:rPr>
        <w:t>je</w:t>
      </w:r>
      <w:r w:rsidR="00FC6C5B">
        <w:rPr>
          <w:iCs/>
        </w:rPr>
        <w:t xml:space="preserve"> </w:t>
      </w:r>
      <w:r>
        <w:rPr>
          <w:iCs/>
        </w:rPr>
        <w:t>budžetski</w:t>
      </w:r>
      <w:r w:rsidR="00FC6C5B">
        <w:rPr>
          <w:iCs/>
        </w:rPr>
        <w:t xml:space="preserve"> </w:t>
      </w:r>
      <w:r>
        <w:rPr>
          <w:iCs/>
        </w:rPr>
        <w:t>deficit</w:t>
      </w:r>
      <w:r w:rsidR="00FC6C5B">
        <w:rPr>
          <w:iCs/>
        </w:rPr>
        <w:t xml:space="preserve"> </w:t>
      </w:r>
      <w:r>
        <w:rPr>
          <w:iCs/>
        </w:rPr>
        <w:t>od</w:t>
      </w:r>
      <w:r w:rsidR="00FC6C5B" w:rsidRPr="00887F44">
        <w:rPr>
          <w:iCs/>
        </w:rPr>
        <w:t xml:space="preserve"> </w:t>
      </w:r>
      <w:r w:rsidR="00F25395">
        <w:rPr>
          <w:iCs/>
          <w:lang w:val="sr-Cyrl-RS"/>
        </w:rPr>
        <w:t>20</w:t>
      </w:r>
      <w:r w:rsidR="00154427">
        <w:rPr>
          <w:iCs/>
          <w:lang w:val="sr-Cyrl-RS"/>
        </w:rPr>
        <w:t>,</w:t>
      </w:r>
      <w:r w:rsidR="00F25395">
        <w:rPr>
          <w:iCs/>
          <w:lang w:val="sr-Cyrl-RS"/>
        </w:rPr>
        <w:t>0</w:t>
      </w:r>
      <w:r w:rsidR="00AC01F9" w:rsidRPr="00887F44">
        <w:rPr>
          <w:iCs/>
        </w:rPr>
        <w:t xml:space="preserve"> </w:t>
      </w:r>
      <w:r>
        <w:rPr>
          <w:iCs/>
        </w:rPr>
        <w:t>miliona</w:t>
      </w:r>
      <w:r w:rsidR="00AC01F9" w:rsidRPr="00887F44">
        <w:rPr>
          <w:iCs/>
        </w:rPr>
        <w:t xml:space="preserve"> </w:t>
      </w:r>
      <w:r>
        <w:rPr>
          <w:iCs/>
        </w:rPr>
        <w:t>KM</w:t>
      </w:r>
      <w:r w:rsidR="00AC01F9" w:rsidRPr="00AC01F9">
        <w:rPr>
          <w:iCs/>
        </w:rPr>
        <w:t xml:space="preserve"> </w:t>
      </w:r>
      <w:r>
        <w:rPr>
          <w:iCs/>
        </w:rPr>
        <w:t>što</w:t>
      </w:r>
      <w:r w:rsidR="00AC01F9" w:rsidRPr="00AC01F9">
        <w:rPr>
          <w:iCs/>
        </w:rPr>
        <w:t xml:space="preserve"> </w:t>
      </w:r>
      <w:r>
        <w:rPr>
          <w:iCs/>
        </w:rPr>
        <w:t>je</w:t>
      </w:r>
      <w:r w:rsidR="00AC01F9" w:rsidRPr="00AC01F9">
        <w:rPr>
          <w:iCs/>
        </w:rPr>
        <w:t xml:space="preserve"> </w:t>
      </w:r>
      <w:r>
        <w:rPr>
          <w:iCs/>
        </w:rPr>
        <w:t>rezultat</w:t>
      </w:r>
      <w:r w:rsidR="00AC01F9" w:rsidRPr="00AC01F9">
        <w:rPr>
          <w:iCs/>
        </w:rPr>
        <w:t xml:space="preserve"> </w:t>
      </w:r>
      <w:r>
        <w:rPr>
          <w:iCs/>
        </w:rPr>
        <w:t>neutrošenih</w:t>
      </w:r>
      <w:r w:rsidR="00AC01F9" w:rsidRPr="00AC01F9">
        <w:rPr>
          <w:iCs/>
        </w:rPr>
        <w:t xml:space="preserve"> </w:t>
      </w:r>
      <w:r>
        <w:rPr>
          <w:iCs/>
        </w:rPr>
        <w:t>sredstava</w:t>
      </w:r>
      <w:r w:rsidR="00AC01F9" w:rsidRPr="00AC01F9">
        <w:rPr>
          <w:iCs/>
        </w:rPr>
        <w:t xml:space="preserve"> </w:t>
      </w:r>
      <w:r>
        <w:rPr>
          <w:iCs/>
        </w:rPr>
        <w:t>iz</w:t>
      </w:r>
      <w:r w:rsidR="00AC01F9" w:rsidRPr="00AC01F9">
        <w:rPr>
          <w:iCs/>
        </w:rPr>
        <w:t xml:space="preserve"> </w:t>
      </w:r>
      <w:r>
        <w:rPr>
          <w:iCs/>
        </w:rPr>
        <w:t>ranijeg</w:t>
      </w:r>
      <w:r w:rsidR="00AC01F9" w:rsidRPr="00AC01F9">
        <w:rPr>
          <w:iCs/>
        </w:rPr>
        <w:t xml:space="preserve"> </w:t>
      </w:r>
      <w:r>
        <w:rPr>
          <w:iCs/>
        </w:rPr>
        <w:t>perioda</w:t>
      </w:r>
      <w:r w:rsidR="00AC01F9">
        <w:rPr>
          <w:iCs/>
          <w:lang w:val="sr-Cyrl-BA"/>
        </w:rPr>
        <w:t>.</w:t>
      </w:r>
    </w:p>
    <w:p w:rsidR="00665589" w:rsidRDefault="00665589" w:rsidP="001971BC">
      <w:pPr>
        <w:pStyle w:val="Header"/>
        <w:spacing w:before="60" w:after="60"/>
        <w:jc w:val="both"/>
        <w:rPr>
          <w:iCs/>
          <w:lang w:val="sr-Cyrl-BA"/>
        </w:rPr>
      </w:pPr>
    </w:p>
    <w:p w:rsidR="00AD3316" w:rsidRDefault="00717223" w:rsidP="00CC6271">
      <w:pPr>
        <w:pStyle w:val="Header"/>
        <w:spacing w:before="60" w:after="120"/>
        <w:jc w:val="both"/>
        <w:rPr>
          <w:b/>
          <w:iCs/>
          <w:sz w:val="28"/>
          <w:szCs w:val="28"/>
          <w:lang w:val="sr-Cyrl-BA"/>
        </w:rPr>
      </w:pPr>
      <w:r>
        <w:rPr>
          <w:b/>
          <w:iCs/>
          <w:sz w:val="28"/>
          <w:szCs w:val="28"/>
          <w:lang w:val="sr-Cyrl-BA"/>
        </w:rPr>
        <w:t>DRUGI</w:t>
      </w:r>
      <w:r w:rsidR="008B6442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REBALANS</w:t>
      </w:r>
      <w:r w:rsidR="001252D5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BUDžETA</w:t>
      </w:r>
      <w:r w:rsidR="001252D5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REPUBLIKE</w:t>
      </w:r>
      <w:r w:rsidR="001252D5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SRPSKE</w:t>
      </w:r>
      <w:r w:rsidR="001252D5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ZA</w:t>
      </w:r>
      <w:r w:rsidR="001252D5" w:rsidRPr="00665589">
        <w:rPr>
          <w:b/>
          <w:iCs/>
          <w:sz w:val="28"/>
          <w:szCs w:val="28"/>
          <w:lang w:val="sr-Cyrl-BA"/>
        </w:rPr>
        <w:t xml:space="preserve"> 20</w:t>
      </w:r>
      <w:r w:rsidR="00C35F88">
        <w:rPr>
          <w:b/>
          <w:iCs/>
          <w:sz w:val="28"/>
          <w:szCs w:val="28"/>
          <w:lang w:val="sr-Cyrl-BA"/>
        </w:rPr>
        <w:t>2</w:t>
      </w:r>
      <w:r w:rsidR="000162C8">
        <w:rPr>
          <w:b/>
          <w:iCs/>
          <w:sz w:val="28"/>
          <w:szCs w:val="28"/>
          <w:lang w:val="sr-Cyrl-BA"/>
        </w:rPr>
        <w:t>5</w:t>
      </w:r>
      <w:r w:rsidR="001252D5" w:rsidRPr="00665589">
        <w:rPr>
          <w:b/>
          <w:iCs/>
          <w:sz w:val="28"/>
          <w:szCs w:val="28"/>
          <w:lang w:val="sr-Cyrl-BA"/>
        </w:rPr>
        <w:t xml:space="preserve">. </w:t>
      </w:r>
      <w:r>
        <w:rPr>
          <w:b/>
          <w:iCs/>
          <w:sz w:val="28"/>
          <w:szCs w:val="28"/>
          <w:lang w:val="sr-Cyrl-BA"/>
        </w:rPr>
        <w:t>GODINU</w:t>
      </w:r>
      <w:r w:rsidR="001252D5" w:rsidRPr="00665589">
        <w:rPr>
          <w:b/>
          <w:iCs/>
          <w:sz w:val="28"/>
          <w:szCs w:val="28"/>
          <w:lang w:val="sr-Cyrl-BA"/>
        </w:rPr>
        <w:t xml:space="preserve"> - </w:t>
      </w:r>
      <w:r>
        <w:rPr>
          <w:b/>
          <w:iCs/>
          <w:sz w:val="28"/>
          <w:szCs w:val="28"/>
          <w:lang w:val="sr-Cyrl-BA"/>
        </w:rPr>
        <w:t>BUDžETSKI</w:t>
      </w:r>
      <w:r w:rsidR="0061015A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PRIHODI</w:t>
      </w:r>
      <w:r w:rsidR="001252D5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</w:t>
      </w:r>
      <w:r w:rsidR="001252D5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PRIMICI</w:t>
      </w:r>
      <w:r w:rsidR="001252D5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ZA</w:t>
      </w:r>
      <w:r w:rsidR="001252D5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NEFINANSIJSKU</w:t>
      </w:r>
      <w:r w:rsidR="001252D5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IMOVINU</w:t>
      </w:r>
    </w:p>
    <w:p w:rsidR="004B37B9" w:rsidRPr="00665589" w:rsidRDefault="004B37B9" w:rsidP="00CC6271">
      <w:pPr>
        <w:pStyle w:val="Header"/>
        <w:spacing w:before="60" w:after="120"/>
        <w:jc w:val="both"/>
        <w:rPr>
          <w:b/>
          <w:iCs/>
          <w:sz w:val="28"/>
          <w:szCs w:val="28"/>
          <w:lang w:val="sr-Cyrl-BA"/>
        </w:rPr>
      </w:pPr>
    </w:p>
    <w:p w:rsidR="004B37B9" w:rsidRPr="00571462" w:rsidRDefault="00717223" w:rsidP="004B37B9">
      <w:pPr>
        <w:spacing w:before="60" w:after="120"/>
        <w:ind w:firstLine="720"/>
        <w:jc w:val="both"/>
        <w:rPr>
          <w:lang w:val="sr-Cyrl-BA"/>
        </w:rPr>
      </w:pPr>
      <w:r>
        <w:rPr>
          <w:lang w:val="sr-Cyrl-BA"/>
        </w:rPr>
        <w:t>Projekcije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prihoda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u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Prijedlogu</w:t>
      </w:r>
      <w:r w:rsidR="004B37B9" w:rsidRPr="00571462">
        <w:rPr>
          <w:lang w:val="sr-Cyrl-BA"/>
        </w:rPr>
        <w:t xml:space="preserve"> </w:t>
      </w:r>
      <w:r>
        <w:rPr>
          <w:lang w:val="sr-Cyrl-RS"/>
        </w:rPr>
        <w:t>drugog</w:t>
      </w:r>
      <w:r w:rsidR="004B37B9" w:rsidRPr="00571462">
        <w:rPr>
          <w:lang w:val="sr-Cyrl-RS"/>
        </w:rPr>
        <w:t xml:space="preserve"> </w:t>
      </w:r>
      <w:r>
        <w:rPr>
          <w:lang w:val="sr-Cyrl-BA"/>
        </w:rPr>
        <w:t>rebalansa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Budžeta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Srpske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za</w:t>
      </w:r>
      <w:r w:rsidR="004B37B9" w:rsidRPr="00571462">
        <w:rPr>
          <w:lang w:val="sr-Cyrl-BA"/>
        </w:rPr>
        <w:t xml:space="preserve"> 2025. </w:t>
      </w:r>
      <w:r>
        <w:rPr>
          <w:lang w:val="sr-Cyrl-BA"/>
        </w:rPr>
        <w:t>godinu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zasnovane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su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na</w:t>
      </w:r>
      <w:r w:rsidR="004B37B9" w:rsidRPr="00571462">
        <w:rPr>
          <w:lang w:val="sr-Cyrl-BA"/>
        </w:rPr>
        <w:t xml:space="preserve">: </w:t>
      </w:r>
      <w:r>
        <w:rPr>
          <w:lang w:val="sr-Cyrl-BA"/>
        </w:rPr>
        <w:t>revidiranim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makroekonomskim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projekcijama</w:t>
      </w:r>
      <w:r w:rsidR="004B37B9" w:rsidRPr="00571462">
        <w:rPr>
          <w:lang w:val="sr-Cyrl-BA"/>
        </w:rPr>
        <w:t>,</w:t>
      </w:r>
      <w:r w:rsidR="004B37B9" w:rsidRPr="00571462">
        <w:rPr>
          <w:lang w:val="sr-Latn-RS"/>
        </w:rPr>
        <w:t xml:space="preserve"> </w:t>
      </w:r>
      <w:r>
        <w:rPr>
          <w:lang w:val="sr-Cyrl-RS"/>
        </w:rPr>
        <w:t>kao</w:t>
      </w:r>
      <w:r w:rsidR="004B37B9" w:rsidRPr="00571462">
        <w:rPr>
          <w:lang w:val="sr-Cyrl-RS"/>
        </w:rPr>
        <w:t xml:space="preserve"> </w:t>
      </w:r>
      <w:r>
        <w:rPr>
          <w:lang w:val="sr-Cyrl-RS"/>
        </w:rPr>
        <w:t>i</w:t>
      </w:r>
      <w:r w:rsidR="004B37B9" w:rsidRPr="00571462">
        <w:rPr>
          <w:iCs/>
          <w:lang w:val="sr-Cyrl-CS"/>
        </w:rPr>
        <w:t xml:space="preserve"> </w:t>
      </w:r>
      <w:r>
        <w:rPr>
          <w:lang w:val="sr-Cyrl-BA"/>
        </w:rPr>
        <w:t>ostvarenju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prihoda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u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prvih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deset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mjeseci</w:t>
      </w:r>
      <w:r w:rsidR="004B37B9" w:rsidRPr="00571462">
        <w:rPr>
          <w:lang w:val="sr-Cyrl-BA"/>
        </w:rPr>
        <w:t xml:space="preserve"> 2025. </w:t>
      </w:r>
      <w:r>
        <w:rPr>
          <w:lang w:val="sr-Cyrl-BA"/>
        </w:rPr>
        <w:t>godine</w:t>
      </w:r>
      <w:r w:rsidR="004B37B9" w:rsidRPr="00571462">
        <w:rPr>
          <w:lang w:val="sr-Latn-RS"/>
        </w:rPr>
        <w:t>.</w:t>
      </w:r>
    </w:p>
    <w:p w:rsidR="004B37B9" w:rsidRPr="00571462" w:rsidRDefault="004B37B9" w:rsidP="004B37B9">
      <w:pPr>
        <w:spacing w:before="60" w:after="120"/>
        <w:jc w:val="both"/>
        <w:rPr>
          <w:lang w:val="sr-Cyrl-BA"/>
        </w:rPr>
      </w:pPr>
      <w:r w:rsidRPr="00571462">
        <w:rPr>
          <w:lang w:val="sr-Cyrl-BA"/>
        </w:rPr>
        <w:tab/>
      </w:r>
      <w:r w:rsidR="00717223">
        <w:rPr>
          <w:lang w:val="sr-Cyrl-BA"/>
        </w:rPr>
        <w:t>Ukupni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budžetski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prihodi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i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primici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za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nefinansijsku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imovinu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u</w:t>
      </w:r>
      <w:r w:rsidRPr="00571462">
        <w:rPr>
          <w:lang w:val="sr-Cyrl-BA"/>
        </w:rPr>
        <w:t xml:space="preserve"> 2025. </w:t>
      </w:r>
      <w:r w:rsidR="00717223">
        <w:rPr>
          <w:lang w:val="sr-Cyrl-BA"/>
        </w:rPr>
        <w:t>godini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iznose</w:t>
      </w:r>
      <w:r w:rsidRPr="00571462">
        <w:rPr>
          <w:lang w:val="sr-Cyrl-BA"/>
        </w:rPr>
        <w:t xml:space="preserve"> 5.474,</w:t>
      </w:r>
      <w:r w:rsidR="00AF6E63">
        <w:rPr>
          <w:lang w:val="sr-Cyrl-BA"/>
        </w:rPr>
        <w:t>6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miliona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KM</w:t>
      </w:r>
      <w:r w:rsidRPr="00571462">
        <w:rPr>
          <w:lang w:val="sr-Cyrl-BA"/>
        </w:rPr>
        <w:t xml:space="preserve">, </w:t>
      </w:r>
      <w:r w:rsidR="00717223">
        <w:rPr>
          <w:lang w:val="sr-Cyrl-BA"/>
        </w:rPr>
        <w:t>što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predstavlja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u</w:t>
      </w:r>
      <w:r w:rsidR="00717223">
        <w:rPr>
          <w:lang w:val="sr-Cyrl-RS"/>
        </w:rPr>
        <w:t>većanje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od</w:t>
      </w:r>
      <w:r w:rsidRPr="00571462">
        <w:rPr>
          <w:lang w:val="sr-Cyrl-BA"/>
        </w:rPr>
        <w:t xml:space="preserve"> </w:t>
      </w:r>
      <w:r w:rsidRPr="00571462">
        <w:rPr>
          <w:lang w:val="sr-Cyrl-RS"/>
        </w:rPr>
        <w:t>65</w:t>
      </w:r>
      <w:r w:rsidR="00711007">
        <w:rPr>
          <w:lang w:val="sr-Latn-BA"/>
        </w:rPr>
        <w:t>,</w:t>
      </w:r>
      <w:r w:rsidR="00AF6E63">
        <w:rPr>
          <w:lang w:val="sr-Cyrl-BA"/>
        </w:rPr>
        <w:t>4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miliona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KM</w:t>
      </w:r>
      <w:r w:rsidRPr="00571462">
        <w:rPr>
          <w:lang w:val="sr-Cyrl-BA"/>
        </w:rPr>
        <w:t xml:space="preserve">, </w:t>
      </w:r>
      <w:r w:rsidR="00717223">
        <w:rPr>
          <w:lang w:val="sr-Cyrl-BA"/>
        </w:rPr>
        <w:t>odnosno</w:t>
      </w:r>
      <w:r w:rsidRPr="00571462">
        <w:rPr>
          <w:lang w:val="sr-Cyrl-BA"/>
        </w:rPr>
        <w:t xml:space="preserve"> 1,2</w:t>
      </w:r>
      <w:r w:rsidR="00711007">
        <w:rPr>
          <w:lang w:val="sr-Latn-BA"/>
        </w:rPr>
        <w:t xml:space="preserve"> </w:t>
      </w:r>
      <w:r w:rsidRPr="00571462">
        <w:rPr>
          <w:lang w:val="sr-Cyrl-BA"/>
        </w:rPr>
        <w:t xml:space="preserve">% </w:t>
      </w:r>
      <w:r w:rsidR="00717223">
        <w:rPr>
          <w:lang w:val="sr-Cyrl-BA"/>
        </w:rPr>
        <w:t>u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odnosu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na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sredstva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planirana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Rebalansom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budžeta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Republike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Srpske</w:t>
      </w:r>
      <w:r w:rsidRPr="00571462">
        <w:rPr>
          <w:lang w:val="sr-Cyrl-BA"/>
        </w:rPr>
        <w:t xml:space="preserve"> </w:t>
      </w:r>
      <w:r w:rsidR="00717223">
        <w:rPr>
          <w:lang w:val="sr-Cyrl-BA"/>
        </w:rPr>
        <w:t>za</w:t>
      </w:r>
      <w:r w:rsidRPr="00571462">
        <w:rPr>
          <w:lang w:val="sr-Cyrl-BA"/>
        </w:rPr>
        <w:t xml:space="preserve"> 2025. </w:t>
      </w:r>
      <w:r w:rsidR="00717223">
        <w:rPr>
          <w:lang w:val="sr-Cyrl-BA"/>
        </w:rPr>
        <w:t>godinu</w:t>
      </w:r>
      <w:r w:rsidRPr="00571462">
        <w:rPr>
          <w:lang w:val="sr-Cyrl-BA"/>
        </w:rPr>
        <w:t>.</w:t>
      </w:r>
    </w:p>
    <w:p w:rsidR="004B37B9" w:rsidRPr="00571462" w:rsidRDefault="004B37B9" w:rsidP="004B37B9">
      <w:pPr>
        <w:spacing w:before="60" w:after="120"/>
        <w:jc w:val="both"/>
        <w:rPr>
          <w:lang w:val="sr-Cyrl-BA"/>
        </w:rPr>
      </w:pPr>
    </w:p>
    <w:p w:rsidR="004B37B9" w:rsidRPr="00571462" w:rsidRDefault="00717223" w:rsidP="004B37B9">
      <w:pPr>
        <w:spacing w:before="60"/>
        <w:jc w:val="both"/>
        <w:rPr>
          <w:b/>
          <w:lang w:val="sr-Cyrl-BA"/>
        </w:rPr>
      </w:pPr>
      <w:r>
        <w:rPr>
          <w:b/>
          <w:lang w:val="sr-Cyrl-BA"/>
        </w:rPr>
        <w:t>Poreski</w:t>
      </w:r>
      <w:r w:rsidR="004B37B9" w:rsidRPr="00571462">
        <w:rPr>
          <w:b/>
          <w:lang w:val="sr-Cyrl-BA"/>
        </w:rPr>
        <w:t xml:space="preserve"> </w:t>
      </w:r>
      <w:r>
        <w:rPr>
          <w:b/>
          <w:lang w:val="sr-Cyrl-BA"/>
        </w:rPr>
        <w:t>prihodi</w:t>
      </w:r>
    </w:p>
    <w:p w:rsidR="004B37B9" w:rsidRPr="00571462" w:rsidRDefault="004B37B9" w:rsidP="004B37B9">
      <w:pPr>
        <w:jc w:val="both"/>
        <w:rPr>
          <w:b/>
          <w:color w:val="FF0000"/>
          <w:lang w:val="sr-Cyrl-BA"/>
        </w:rPr>
      </w:pPr>
    </w:p>
    <w:p w:rsidR="004B37B9" w:rsidRPr="00571462" w:rsidRDefault="00717223" w:rsidP="004B37B9">
      <w:pPr>
        <w:spacing w:after="120"/>
        <w:ind w:firstLine="720"/>
        <w:jc w:val="both"/>
        <w:rPr>
          <w:color w:val="FF0000"/>
          <w:lang w:val="sr-Cyrl-RS"/>
        </w:rPr>
      </w:pPr>
      <w:r>
        <w:rPr>
          <w:lang w:val="sr-Cyrl-BA"/>
        </w:rPr>
        <w:t>Poreski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prihodi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iznose</w:t>
      </w:r>
      <w:r w:rsidR="004B37B9" w:rsidRPr="00571462">
        <w:rPr>
          <w:lang w:val="sr-Cyrl-BA"/>
        </w:rPr>
        <w:t xml:space="preserve"> </w:t>
      </w:r>
      <w:r w:rsidR="004B37B9" w:rsidRPr="00571462">
        <w:rPr>
          <w:lang w:val="sr-Cyrl-RS"/>
        </w:rPr>
        <w:t>5.065,9</w:t>
      </w:r>
      <w:r w:rsidR="004B37B9" w:rsidRPr="00571462">
        <w:rPr>
          <w:lang w:val="sr-Latn-RS"/>
        </w:rPr>
        <w:t xml:space="preserve"> </w:t>
      </w:r>
      <w:r>
        <w:rPr>
          <w:lang w:val="sr-Cyrl-BA"/>
        </w:rPr>
        <w:t>miliona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KM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u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Prijedlogu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drugog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rebalansa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Budžeta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Srpske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za</w:t>
      </w:r>
      <w:r w:rsidR="004B37B9" w:rsidRPr="00571462">
        <w:rPr>
          <w:lang w:val="sr-Cyrl-BA"/>
        </w:rPr>
        <w:t xml:space="preserve"> 20</w:t>
      </w:r>
      <w:r w:rsidR="004B37B9" w:rsidRPr="00571462">
        <w:rPr>
          <w:lang w:val="sr-Latn-RS"/>
        </w:rPr>
        <w:t>25</w:t>
      </w:r>
      <w:r w:rsidR="004B37B9" w:rsidRPr="00571462">
        <w:rPr>
          <w:lang w:val="sr-Cyrl-BA"/>
        </w:rPr>
        <w:t xml:space="preserve">. </w:t>
      </w:r>
      <w:r>
        <w:rPr>
          <w:lang w:val="sr-Cyrl-BA"/>
        </w:rPr>
        <w:t>godinu</w:t>
      </w:r>
      <w:r w:rsidR="004B37B9" w:rsidRPr="00571462">
        <w:rPr>
          <w:lang w:val="sr-Cyrl-BA"/>
        </w:rPr>
        <w:t xml:space="preserve">, </w:t>
      </w:r>
      <w:r>
        <w:rPr>
          <w:lang w:val="sr-Cyrl-BA"/>
        </w:rPr>
        <w:t>što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1E37C4" w:rsidRPr="001E37C4">
        <w:rPr>
          <w:lang w:val="sr-Cyrl-BA"/>
        </w:rPr>
        <w:t xml:space="preserve"> </w:t>
      </w:r>
      <w:r>
        <w:rPr>
          <w:lang w:val="sr-Cyrl-BA"/>
        </w:rPr>
        <w:t>uvećanje</w:t>
      </w:r>
      <w:r w:rsidR="001E37C4" w:rsidRPr="001E37C4">
        <w:rPr>
          <w:lang w:val="sr-Cyrl-BA"/>
        </w:rPr>
        <w:t xml:space="preserve"> </w:t>
      </w:r>
      <w:r>
        <w:rPr>
          <w:lang w:val="sr-Cyrl-BA"/>
        </w:rPr>
        <w:t>za</w:t>
      </w:r>
      <w:r w:rsidR="004B37B9" w:rsidRPr="00571462">
        <w:rPr>
          <w:lang w:val="sr-Cyrl-BA"/>
        </w:rPr>
        <w:t xml:space="preserve"> </w:t>
      </w:r>
      <w:r w:rsidR="004B37B9" w:rsidRPr="00571462">
        <w:rPr>
          <w:lang w:val="sr-Cyrl-RS"/>
        </w:rPr>
        <w:t>86,2</w:t>
      </w:r>
      <w:r w:rsidR="004B37B9" w:rsidRPr="00571462">
        <w:rPr>
          <w:lang w:val="sr-Latn-RS"/>
        </w:rPr>
        <w:t xml:space="preserve"> </w:t>
      </w:r>
      <w:r>
        <w:rPr>
          <w:lang w:val="sr-Cyrl-BA"/>
        </w:rPr>
        <w:t>miliona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KM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ili</w:t>
      </w:r>
      <w:r w:rsidR="004B37B9" w:rsidRPr="00571462">
        <w:rPr>
          <w:lang w:val="sr-Cyrl-BA"/>
        </w:rPr>
        <w:t xml:space="preserve"> 1,7</w:t>
      </w:r>
      <w:r w:rsidR="00AF6E63">
        <w:rPr>
          <w:lang w:val="sr-Cyrl-BA"/>
        </w:rPr>
        <w:t xml:space="preserve"> </w:t>
      </w:r>
      <w:r w:rsidR="004B37B9" w:rsidRPr="00571462">
        <w:rPr>
          <w:lang w:val="sr-Cyrl-BA"/>
        </w:rPr>
        <w:t xml:space="preserve">% </w:t>
      </w:r>
      <w:r>
        <w:rPr>
          <w:lang w:val="sr-Cyrl-BA"/>
        </w:rPr>
        <w:t>u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odnosu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na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poreske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prihode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planirane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Rebalansom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budžeta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Srpske</w:t>
      </w:r>
      <w:r w:rsidR="004B37B9" w:rsidRPr="00571462">
        <w:rPr>
          <w:lang w:val="sr-Cyrl-BA"/>
        </w:rPr>
        <w:t xml:space="preserve"> </w:t>
      </w:r>
      <w:r>
        <w:rPr>
          <w:lang w:val="sr-Cyrl-BA"/>
        </w:rPr>
        <w:t>za</w:t>
      </w:r>
      <w:r w:rsidR="004B37B9" w:rsidRPr="00571462">
        <w:rPr>
          <w:lang w:val="sr-Cyrl-BA"/>
        </w:rPr>
        <w:t xml:space="preserve"> 2025. </w:t>
      </w:r>
      <w:r>
        <w:rPr>
          <w:lang w:val="sr-Cyrl-BA"/>
        </w:rPr>
        <w:t>godinu</w:t>
      </w:r>
      <w:r w:rsidR="004B37B9" w:rsidRPr="00571462">
        <w:rPr>
          <w:lang w:val="sr-Cyrl-BA"/>
        </w:rPr>
        <w:t xml:space="preserve">. </w:t>
      </w:r>
      <w:r>
        <w:t>Poreske</w:t>
      </w:r>
      <w:r w:rsidR="004B37B9" w:rsidRPr="00571462">
        <w:t xml:space="preserve"> </w:t>
      </w:r>
      <w:r>
        <w:t>prihode</w:t>
      </w:r>
      <w:r w:rsidR="004B37B9" w:rsidRPr="00571462">
        <w:t xml:space="preserve"> </w:t>
      </w:r>
      <w:r>
        <w:t>čine</w:t>
      </w:r>
      <w:r w:rsidR="004B37B9" w:rsidRPr="00571462">
        <w:t xml:space="preserve">: </w:t>
      </w:r>
      <w:r>
        <w:t>prihod</w:t>
      </w:r>
      <w:r w:rsidR="004B37B9" w:rsidRPr="00571462">
        <w:t xml:space="preserve"> </w:t>
      </w:r>
      <w:r>
        <w:t>od</w:t>
      </w:r>
      <w:r w:rsidR="004B37B9" w:rsidRPr="00571462">
        <w:t xml:space="preserve"> </w:t>
      </w:r>
      <w:r>
        <w:t>poreza</w:t>
      </w:r>
      <w:r w:rsidR="004B37B9" w:rsidRPr="00571462">
        <w:t xml:space="preserve"> </w:t>
      </w:r>
      <w:r>
        <w:t>na</w:t>
      </w:r>
      <w:r w:rsidR="004B37B9" w:rsidRPr="00571462">
        <w:t xml:space="preserve"> </w:t>
      </w:r>
      <w:r>
        <w:t>dobit</w:t>
      </w:r>
      <w:r w:rsidR="004B37B9" w:rsidRPr="00571462">
        <w:t xml:space="preserve">, </w:t>
      </w:r>
      <w:r>
        <w:t>prihod</w:t>
      </w:r>
      <w:r w:rsidR="004B37B9" w:rsidRPr="00571462">
        <w:t xml:space="preserve"> </w:t>
      </w:r>
      <w:r>
        <w:t>od</w:t>
      </w:r>
      <w:r w:rsidR="004B37B9" w:rsidRPr="00571462">
        <w:t xml:space="preserve"> </w:t>
      </w:r>
      <w:r>
        <w:t>poreza</w:t>
      </w:r>
      <w:r w:rsidR="004B37B9" w:rsidRPr="00571462">
        <w:t xml:space="preserve"> </w:t>
      </w:r>
      <w:r>
        <w:t>na</w:t>
      </w:r>
      <w:r w:rsidR="004B37B9" w:rsidRPr="00571462">
        <w:t xml:space="preserve"> </w:t>
      </w:r>
      <w:r>
        <w:t>dohodak</w:t>
      </w:r>
      <w:r w:rsidR="004B37B9" w:rsidRPr="00571462">
        <w:t xml:space="preserve">, </w:t>
      </w:r>
      <w:r>
        <w:t>prihod</w:t>
      </w:r>
      <w:r w:rsidR="004B37B9" w:rsidRPr="00571462">
        <w:t xml:space="preserve"> </w:t>
      </w:r>
      <w:r>
        <w:t>od</w:t>
      </w:r>
      <w:r w:rsidR="004B37B9" w:rsidRPr="00571462">
        <w:t xml:space="preserve"> </w:t>
      </w:r>
      <w:r>
        <w:t>indirektnih</w:t>
      </w:r>
      <w:r w:rsidR="004B37B9" w:rsidRPr="00571462">
        <w:t xml:space="preserve"> </w:t>
      </w:r>
      <w:r>
        <w:t>poreza</w:t>
      </w:r>
      <w:r w:rsidR="004B37B9" w:rsidRPr="00571462">
        <w:t xml:space="preserve">, </w:t>
      </w:r>
      <w:r>
        <w:t>prihod</w:t>
      </w:r>
      <w:r w:rsidR="004B37B9" w:rsidRPr="00571462">
        <w:t xml:space="preserve"> </w:t>
      </w:r>
      <w:r>
        <w:t>od</w:t>
      </w:r>
      <w:r w:rsidR="004B37B9" w:rsidRPr="00571462">
        <w:t xml:space="preserve"> </w:t>
      </w:r>
      <w:r>
        <w:t>doprinosa</w:t>
      </w:r>
      <w:r w:rsidR="004B37B9" w:rsidRPr="00571462">
        <w:t xml:space="preserve"> </w:t>
      </w:r>
      <w:r>
        <w:t>za</w:t>
      </w:r>
      <w:r w:rsidR="004B37B9" w:rsidRPr="00571462">
        <w:t xml:space="preserve"> </w:t>
      </w:r>
      <w:r>
        <w:t>penzijsko</w:t>
      </w:r>
      <w:r w:rsidR="004B37B9" w:rsidRPr="00571462">
        <w:t xml:space="preserve"> </w:t>
      </w:r>
      <w:r>
        <w:t>i</w:t>
      </w:r>
      <w:r w:rsidR="004B37B9" w:rsidRPr="00571462">
        <w:t xml:space="preserve"> </w:t>
      </w:r>
      <w:r>
        <w:t>invalidsko</w:t>
      </w:r>
      <w:r w:rsidR="004B37B9" w:rsidRPr="00571462">
        <w:t xml:space="preserve"> </w:t>
      </w:r>
      <w:r>
        <w:t>osiguranje</w:t>
      </w:r>
      <w:r w:rsidR="004B37B9" w:rsidRPr="00571462">
        <w:t xml:space="preserve"> </w:t>
      </w:r>
      <w:r>
        <w:t>i</w:t>
      </w:r>
      <w:r w:rsidR="004B37B9" w:rsidRPr="00571462">
        <w:t xml:space="preserve"> </w:t>
      </w:r>
      <w:r>
        <w:t>ostali</w:t>
      </w:r>
      <w:r w:rsidR="004B37B9" w:rsidRPr="00571462">
        <w:t xml:space="preserve"> </w:t>
      </w:r>
      <w:r>
        <w:t>poreski</w:t>
      </w:r>
      <w:r w:rsidR="004B37B9" w:rsidRPr="00571462">
        <w:t xml:space="preserve"> </w:t>
      </w:r>
      <w:r>
        <w:t>prihodi</w:t>
      </w:r>
      <w:r w:rsidR="004B37B9" w:rsidRPr="00571462">
        <w:t>.</w:t>
      </w:r>
    </w:p>
    <w:p w:rsidR="004B37B9" w:rsidRPr="00571462" w:rsidRDefault="004B37B9" w:rsidP="004B37B9">
      <w:pPr>
        <w:tabs>
          <w:tab w:val="left" w:pos="720"/>
          <w:tab w:val="center" w:pos="4320"/>
          <w:tab w:val="right" w:pos="8640"/>
        </w:tabs>
        <w:jc w:val="both"/>
        <w:rPr>
          <w:color w:val="FF0000"/>
          <w:lang w:val="sr-Cyrl-RS"/>
        </w:rPr>
      </w:pPr>
    </w:p>
    <w:p w:rsidR="004B37B9" w:rsidRPr="00571462" w:rsidRDefault="00717223" w:rsidP="004B37B9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Prihodi</w:t>
      </w:r>
      <w:r w:rsidR="004B37B9" w:rsidRPr="00571462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od</w:t>
      </w:r>
      <w:r w:rsidR="004B37B9" w:rsidRPr="00571462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indirektnih</w:t>
      </w:r>
      <w:r w:rsidR="004B37B9" w:rsidRPr="00571462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poreza</w:t>
      </w:r>
    </w:p>
    <w:p w:rsidR="004B37B9" w:rsidRPr="00571462" w:rsidRDefault="004B37B9" w:rsidP="004B37B9">
      <w:pPr>
        <w:jc w:val="both"/>
        <w:rPr>
          <w:b/>
          <w:i/>
          <w:color w:val="FF0000"/>
          <w:lang w:val="sr-Cyrl-BA"/>
        </w:rPr>
      </w:pPr>
    </w:p>
    <w:p w:rsidR="004B37B9" w:rsidRPr="00571462" w:rsidRDefault="004B37B9" w:rsidP="004B37B9">
      <w:pPr>
        <w:jc w:val="both"/>
        <w:rPr>
          <w:lang w:val="ru-RU"/>
        </w:rPr>
      </w:pPr>
      <w:r w:rsidRPr="00571462">
        <w:rPr>
          <w:color w:val="FF0000"/>
          <w:lang w:val="ru-RU"/>
        </w:rPr>
        <w:tab/>
      </w:r>
      <w:r w:rsidR="00717223">
        <w:rPr>
          <w:lang w:val="ru-RU"/>
        </w:rPr>
        <w:t>Naplatu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raspodjelu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prihoda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od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indirektnih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poreza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vrši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Uprava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za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indirektno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oporezivanje</w:t>
      </w:r>
      <w:r w:rsidRPr="00571462">
        <w:rPr>
          <w:lang w:val="ru-RU"/>
        </w:rPr>
        <w:t xml:space="preserve">, </w:t>
      </w:r>
      <w:r w:rsidR="00717223">
        <w:rPr>
          <w:lang w:val="ru-RU"/>
        </w:rPr>
        <w:t>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skladu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Zakonom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o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sistemu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indirektnog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oporezivanja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BiH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Zakonom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o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uplatama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na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Jedinstveni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račun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raspodjeli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prihoda</w:t>
      </w:r>
      <w:r w:rsidRPr="00571462">
        <w:rPr>
          <w:lang w:val="ru-RU"/>
        </w:rPr>
        <w:t xml:space="preserve">. </w:t>
      </w:r>
      <w:r w:rsidR="00717223">
        <w:rPr>
          <w:lang w:val="ru-RU"/>
        </w:rPr>
        <w:t>Prihodi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od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indirektnih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poreza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Jedinstvenog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računa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Uprave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raspoređuju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tako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da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se</w:t>
      </w:r>
      <w:r w:rsidRPr="00571462">
        <w:rPr>
          <w:lang w:val="ru-RU"/>
        </w:rPr>
        <w:t xml:space="preserve">, </w:t>
      </w:r>
      <w:r w:rsidR="00717223">
        <w:rPr>
          <w:lang w:val="ru-RU"/>
        </w:rPr>
        <w:t>nakon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izdvajanja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sredstava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rezervi</w:t>
      </w:r>
      <w:r w:rsidRPr="00571462">
        <w:rPr>
          <w:lang w:val="ru-RU"/>
        </w:rPr>
        <w:t xml:space="preserve"> (</w:t>
      </w:r>
      <w:r w:rsidR="00717223">
        <w:rPr>
          <w:lang w:val="ru-RU"/>
        </w:rPr>
        <w:t>povrat</w:t>
      </w:r>
      <w:r w:rsidRPr="00571462">
        <w:rPr>
          <w:lang w:val="ru-RU"/>
        </w:rPr>
        <w:t xml:space="preserve">), </w:t>
      </w:r>
      <w:r w:rsidR="00717223">
        <w:rPr>
          <w:lang w:val="ru-RU"/>
        </w:rPr>
        <w:t>izdvoje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unaprijed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utvrđena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sredstva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za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finansiranje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institucija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BiH</w:t>
      </w:r>
      <w:r w:rsidRPr="00571462">
        <w:rPr>
          <w:lang w:val="ru-RU"/>
        </w:rPr>
        <w:t xml:space="preserve">, </w:t>
      </w:r>
      <w:r w:rsidR="00717223">
        <w:rPr>
          <w:lang w:val="ru-RU"/>
        </w:rPr>
        <w:t>zatim</w:t>
      </w:r>
      <w:r w:rsidRPr="00571462">
        <w:rPr>
          <w:lang w:val="ru-RU"/>
        </w:rPr>
        <w:t xml:space="preserve"> 3,55% </w:t>
      </w:r>
      <w:r w:rsidR="00717223">
        <w:rPr>
          <w:lang w:val="ru-RU"/>
        </w:rPr>
        <w:t>za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Brčko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Distrikt</w:t>
      </w:r>
      <w:r w:rsidRPr="00571462">
        <w:rPr>
          <w:lang w:val="ru-RU"/>
        </w:rPr>
        <w:t xml:space="preserve">, </w:t>
      </w:r>
      <w:r w:rsidR="00717223">
        <w:rPr>
          <w:lang w:val="ru-RU"/>
        </w:rPr>
        <w:t>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preostali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iznos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dijeli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između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entiteta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prema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privremenim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koeficijentima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raspodjele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prihoda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od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indirektnih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poreza</w:t>
      </w:r>
      <w:r w:rsidRPr="00571462">
        <w:rPr>
          <w:lang w:val="ru-RU"/>
        </w:rPr>
        <w:t xml:space="preserve">. </w:t>
      </w:r>
    </w:p>
    <w:p w:rsidR="004B37B9" w:rsidRPr="00571462" w:rsidRDefault="004B37B9" w:rsidP="004B37B9">
      <w:pPr>
        <w:jc w:val="both"/>
        <w:rPr>
          <w:lang w:val="ru-RU"/>
        </w:rPr>
      </w:pPr>
      <w:r w:rsidRPr="00571462">
        <w:rPr>
          <w:lang w:val="ru-RU"/>
        </w:rPr>
        <w:tab/>
      </w:r>
      <w:r w:rsidR="00717223">
        <w:rPr>
          <w:lang w:val="ru-RU"/>
        </w:rPr>
        <w:t>Iz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pripadajućeg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dijela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prihoda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Republike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Srpske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direktno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vrši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uplata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za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servisiranje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spoljnog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duga</w:t>
      </w:r>
      <w:r w:rsidRPr="00571462">
        <w:rPr>
          <w:lang w:val="ru-RU"/>
        </w:rPr>
        <w:t xml:space="preserve">, </w:t>
      </w:r>
      <w:r w:rsidR="00717223">
        <w:rPr>
          <w:lang w:val="ru-RU"/>
        </w:rPr>
        <w:t>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preostali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dio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sredstava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Jedinstvenog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računa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UIO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raspoređuje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između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budžeta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Republike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Srpske</w:t>
      </w:r>
      <w:r w:rsidRPr="00571462">
        <w:rPr>
          <w:lang w:val="ru-RU"/>
        </w:rPr>
        <w:t xml:space="preserve">, </w:t>
      </w:r>
      <w:r w:rsidR="00717223">
        <w:rPr>
          <w:lang w:val="ru-RU"/>
        </w:rPr>
        <w:t>budžeta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opština</w:t>
      </w:r>
      <w:r w:rsidRPr="00571462">
        <w:rPr>
          <w:lang w:val="ru-RU"/>
        </w:rPr>
        <w:t>/</w:t>
      </w:r>
      <w:r w:rsidR="00717223">
        <w:rPr>
          <w:lang w:val="ru-RU"/>
        </w:rPr>
        <w:t>gradova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JP</w:t>
      </w:r>
      <w:r w:rsidRPr="00571462">
        <w:rPr>
          <w:lang w:val="ru-RU"/>
        </w:rPr>
        <w:t xml:space="preserve"> </w:t>
      </w:r>
      <w:r w:rsidRPr="00571462">
        <w:rPr>
          <w:lang w:val="sr-Latn-BA"/>
        </w:rPr>
        <w:t>„</w:t>
      </w:r>
      <w:r w:rsidR="00717223">
        <w:rPr>
          <w:lang w:val="ru-RU"/>
        </w:rPr>
        <w:t>Putevi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Republike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Srpske</w:t>
      </w:r>
      <w:r w:rsidRPr="00571462">
        <w:rPr>
          <w:lang w:val="ru-RU"/>
        </w:rPr>
        <w:t xml:space="preserve">“, </w:t>
      </w:r>
      <w:r w:rsidR="00717223">
        <w:rPr>
          <w:lang w:val="ru-RU"/>
        </w:rPr>
        <w:t>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skladu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sa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Zakonom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o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budžetskom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sistemu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Republike</w:t>
      </w:r>
      <w:r w:rsidRPr="00571462">
        <w:rPr>
          <w:lang w:val="ru-RU"/>
        </w:rPr>
        <w:t xml:space="preserve"> </w:t>
      </w:r>
      <w:r w:rsidR="00717223">
        <w:rPr>
          <w:lang w:val="ru-RU"/>
        </w:rPr>
        <w:t>Srpske</w:t>
      </w:r>
      <w:r w:rsidRPr="00571462">
        <w:rPr>
          <w:lang w:val="ru-RU"/>
        </w:rPr>
        <w:t xml:space="preserve">. </w:t>
      </w:r>
    </w:p>
    <w:p w:rsidR="004B37B9" w:rsidRPr="00571462" w:rsidRDefault="00717223" w:rsidP="004B37B9">
      <w:pPr>
        <w:ind w:firstLine="720"/>
        <w:jc w:val="both"/>
        <w:rPr>
          <w:lang w:val="ru-RU"/>
        </w:rPr>
      </w:pPr>
      <w:r>
        <w:rPr>
          <w:iCs/>
          <w:lang w:val="sr-Cyrl-BA"/>
        </w:rPr>
        <w:t>Procjena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571462">
        <w:rPr>
          <w:iCs/>
          <w:lang w:val="sr-Cyrl-BA"/>
        </w:rPr>
        <w:t xml:space="preserve"> 20</w:t>
      </w:r>
      <w:r w:rsidR="004B37B9" w:rsidRPr="00571462">
        <w:rPr>
          <w:iCs/>
          <w:lang w:val="sr-Latn-RS"/>
        </w:rPr>
        <w:t>2</w:t>
      </w:r>
      <w:r w:rsidR="004B37B9" w:rsidRPr="00571462">
        <w:rPr>
          <w:iCs/>
          <w:lang w:val="sr-Cyrl-RS"/>
        </w:rPr>
        <w:t>5</w:t>
      </w:r>
      <w:r w:rsidR="004B37B9" w:rsidRPr="00571462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zasniva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571462">
        <w:rPr>
          <w:iCs/>
          <w:lang w:val="sr-Cyrl-BA"/>
        </w:rPr>
        <w:t xml:space="preserve">: </w:t>
      </w:r>
    </w:p>
    <w:p w:rsidR="004B37B9" w:rsidRPr="00571462" w:rsidRDefault="00717223" w:rsidP="004B37B9">
      <w:pPr>
        <w:numPr>
          <w:ilvl w:val="0"/>
          <w:numId w:val="6"/>
        </w:numPr>
        <w:jc w:val="both"/>
        <w:rPr>
          <w:iCs/>
          <w:lang w:val="sr-Cyrl-BA"/>
        </w:rPr>
      </w:pPr>
      <w:r>
        <w:rPr>
          <w:iCs/>
          <w:lang w:val="sr-Cyrl-BA"/>
        </w:rPr>
        <w:t>procjeni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osnovnih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pokazatelja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571462">
        <w:rPr>
          <w:iCs/>
          <w:lang w:val="sr-Cyrl-BA"/>
        </w:rPr>
        <w:t xml:space="preserve"> 20</w:t>
      </w:r>
      <w:r w:rsidR="004B37B9" w:rsidRPr="00571462">
        <w:rPr>
          <w:iCs/>
          <w:lang w:val="sr-Latn-RS"/>
        </w:rPr>
        <w:t>2</w:t>
      </w:r>
      <w:r w:rsidR="004B37B9" w:rsidRPr="00571462">
        <w:rPr>
          <w:iCs/>
          <w:lang w:val="sr-Cyrl-RS"/>
        </w:rPr>
        <w:t>5</w:t>
      </w:r>
      <w:r w:rsidR="004B37B9" w:rsidRPr="00571462">
        <w:rPr>
          <w:iCs/>
          <w:lang w:val="sr-Cyrl-BA"/>
        </w:rPr>
        <w:t xml:space="preserve">. </w:t>
      </w:r>
      <w:r>
        <w:rPr>
          <w:iCs/>
          <w:lang w:val="sr-Cyrl-RS"/>
        </w:rPr>
        <w:t>g</w:t>
      </w:r>
      <w:r>
        <w:rPr>
          <w:iCs/>
          <w:lang w:val="sr-Cyrl-BA"/>
        </w:rPr>
        <w:t>odinu</w:t>
      </w:r>
      <w:r w:rsidR="004B37B9" w:rsidRPr="00571462">
        <w:rPr>
          <w:iCs/>
          <w:lang w:val="sr-Cyrl-BA"/>
        </w:rPr>
        <w:t xml:space="preserve">, </w:t>
      </w:r>
    </w:p>
    <w:p w:rsidR="004B37B9" w:rsidRPr="00571462" w:rsidRDefault="00717223" w:rsidP="004B37B9">
      <w:pPr>
        <w:numPr>
          <w:ilvl w:val="0"/>
          <w:numId w:val="6"/>
        </w:numPr>
        <w:jc w:val="both"/>
        <w:rPr>
          <w:iCs/>
          <w:lang w:val="sr-Cyrl-BA"/>
        </w:rPr>
      </w:pPr>
      <w:r>
        <w:rPr>
          <w:iCs/>
          <w:lang w:val="sr-Cyrl-BA"/>
        </w:rPr>
        <w:t>procjeni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spoljnog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571462">
        <w:rPr>
          <w:iCs/>
          <w:lang w:val="sr-Cyrl-BA"/>
        </w:rPr>
        <w:t xml:space="preserve"> 20</w:t>
      </w:r>
      <w:r w:rsidR="004B37B9" w:rsidRPr="00571462">
        <w:rPr>
          <w:iCs/>
          <w:lang w:val="sr-Latn-RS"/>
        </w:rPr>
        <w:t>2</w:t>
      </w:r>
      <w:r w:rsidR="004B37B9" w:rsidRPr="00571462">
        <w:rPr>
          <w:iCs/>
          <w:lang w:val="sr-Cyrl-RS"/>
        </w:rPr>
        <w:t>5</w:t>
      </w:r>
      <w:r w:rsidR="004B37B9" w:rsidRPr="00571462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B37B9" w:rsidRPr="00571462">
        <w:rPr>
          <w:iCs/>
          <w:lang w:val="sr-Cyrl-BA"/>
        </w:rPr>
        <w:t xml:space="preserve">, </w:t>
      </w:r>
      <w:r>
        <w:rPr>
          <w:iCs/>
          <w:lang w:val="sr-Cyrl-BA"/>
        </w:rPr>
        <w:t>iz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novembra</w:t>
      </w:r>
      <w:r w:rsidR="004B37B9" w:rsidRPr="00571462">
        <w:rPr>
          <w:iCs/>
          <w:lang w:val="sr-Cyrl-BA"/>
        </w:rPr>
        <w:t xml:space="preserve"> 20</w:t>
      </w:r>
      <w:r w:rsidR="004B37B9" w:rsidRPr="00571462">
        <w:rPr>
          <w:iCs/>
          <w:lang w:val="sr-Latn-RS"/>
        </w:rPr>
        <w:t>2</w:t>
      </w:r>
      <w:r w:rsidR="004B37B9" w:rsidRPr="00571462">
        <w:rPr>
          <w:iCs/>
          <w:lang w:val="sr-Cyrl-RS"/>
        </w:rPr>
        <w:t>5</w:t>
      </w:r>
      <w:r w:rsidR="004B37B9" w:rsidRPr="00571462">
        <w:rPr>
          <w:iCs/>
          <w:lang w:val="sr-Cyrl-BA"/>
        </w:rPr>
        <w:t xml:space="preserve">. </w:t>
      </w:r>
      <w:r>
        <w:rPr>
          <w:iCs/>
          <w:lang w:val="sr-Cyrl-BA"/>
        </w:rPr>
        <w:t>godine</w:t>
      </w:r>
      <w:r w:rsidR="004B37B9" w:rsidRPr="00571462">
        <w:rPr>
          <w:iCs/>
          <w:lang w:val="sr-Cyrl-BA"/>
        </w:rPr>
        <w:t>,</w:t>
      </w:r>
    </w:p>
    <w:p w:rsidR="004B37B9" w:rsidRPr="00571462" w:rsidRDefault="00717223" w:rsidP="004B37B9">
      <w:pPr>
        <w:numPr>
          <w:ilvl w:val="0"/>
          <w:numId w:val="6"/>
        </w:numPr>
        <w:jc w:val="both"/>
        <w:rPr>
          <w:iCs/>
          <w:lang w:val="sr-Cyrl-BA"/>
        </w:rPr>
      </w:pPr>
      <w:r>
        <w:rPr>
          <w:iCs/>
          <w:lang w:val="sr-Cyrl-BA"/>
        </w:rPr>
        <w:t>usvojenim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iznosima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izdvajaju</w:t>
      </w:r>
      <w:r w:rsidR="004B37B9" w:rsidRPr="00571462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571462">
        <w:rPr>
          <w:iCs/>
          <w:lang w:val="sr-Cyrl-RS"/>
        </w:rPr>
        <w:t xml:space="preserve"> </w:t>
      </w:r>
      <w:r>
        <w:rPr>
          <w:iCs/>
          <w:lang w:val="sr-Cyrl-RS"/>
        </w:rPr>
        <w:t>budžet</w:t>
      </w:r>
      <w:r w:rsidR="004B37B9" w:rsidRPr="00571462">
        <w:rPr>
          <w:iCs/>
          <w:lang w:val="sr-Cyrl-RS"/>
        </w:rPr>
        <w:t xml:space="preserve"> </w:t>
      </w:r>
      <w:r>
        <w:rPr>
          <w:iCs/>
          <w:lang w:val="sr-Cyrl-RS"/>
        </w:rPr>
        <w:t>zajedničkih</w:t>
      </w:r>
      <w:r w:rsidR="004B37B9" w:rsidRPr="00571462">
        <w:rPr>
          <w:iCs/>
          <w:lang w:val="sr-Cyrl-RS"/>
        </w:rPr>
        <w:t xml:space="preserve"> </w:t>
      </w:r>
      <w:r>
        <w:rPr>
          <w:iCs/>
          <w:lang w:val="sr-Cyrl-RS"/>
        </w:rPr>
        <w:t>institucija</w:t>
      </w:r>
      <w:r w:rsidR="004B37B9" w:rsidRPr="00571462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4B37B9" w:rsidRPr="00571462">
        <w:rPr>
          <w:iCs/>
          <w:lang w:val="sr-Cyrl-RS"/>
        </w:rPr>
        <w:t>,</w:t>
      </w:r>
    </w:p>
    <w:p w:rsidR="004B37B9" w:rsidRPr="00571462" w:rsidRDefault="00717223" w:rsidP="004B37B9">
      <w:pPr>
        <w:numPr>
          <w:ilvl w:val="0"/>
          <w:numId w:val="6"/>
        </w:numPr>
        <w:jc w:val="both"/>
        <w:rPr>
          <w:iCs/>
          <w:lang w:val="sr-Cyrl-BA"/>
        </w:rPr>
      </w:pPr>
      <w:r>
        <w:rPr>
          <w:iCs/>
          <w:lang w:val="sr-Cyrl-BA"/>
        </w:rPr>
        <w:t>trendovima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B37B9" w:rsidRPr="00571462">
        <w:rPr>
          <w:iCs/>
          <w:lang w:val="sr-Cyrl-BA"/>
        </w:rPr>
        <w:t>.</w:t>
      </w:r>
    </w:p>
    <w:p w:rsidR="004B37B9" w:rsidRPr="00571462" w:rsidRDefault="00717223" w:rsidP="004B37B9">
      <w:pPr>
        <w:ind w:firstLine="720"/>
        <w:jc w:val="both"/>
        <w:rPr>
          <w:iCs/>
          <w:color w:val="FF0000"/>
          <w:lang w:val="sr-Cyrl-BA"/>
        </w:rPr>
      </w:pPr>
      <w:r>
        <w:rPr>
          <w:iCs/>
          <w:lang w:val="sr-Cyrl-BA"/>
        </w:rPr>
        <w:t>Od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projektovanih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ukupnih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B37B9" w:rsidRPr="00571462">
        <w:rPr>
          <w:iCs/>
          <w:lang w:val="sr-Cyrl-BA"/>
        </w:rPr>
        <w:t xml:space="preserve">, </w:t>
      </w:r>
      <w:r>
        <w:rPr>
          <w:iCs/>
          <w:lang w:val="sr-Cyrl-BA"/>
        </w:rPr>
        <w:t>Prijedlogom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571462">
        <w:rPr>
          <w:iCs/>
          <w:lang w:val="sr-Cyrl-BA"/>
        </w:rPr>
        <w:t xml:space="preserve"> 20</w:t>
      </w:r>
      <w:r w:rsidR="004B37B9" w:rsidRPr="00571462">
        <w:rPr>
          <w:iCs/>
          <w:lang w:val="sr-Latn-RS"/>
        </w:rPr>
        <w:t>2</w:t>
      </w:r>
      <w:r w:rsidR="004B37B9" w:rsidRPr="00571462">
        <w:rPr>
          <w:iCs/>
          <w:lang w:val="sr-Cyrl-RS"/>
        </w:rPr>
        <w:t>5</w:t>
      </w:r>
      <w:r w:rsidR="004B37B9" w:rsidRPr="00571462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571462">
        <w:rPr>
          <w:iCs/>
          <w:lang w:val="sr-Cyrl-BA"/>
        </w:rPr>
        <w:t xml:space="preserve"> 2.302,7 </w:t>
      </w:r>
      <w:r>
        <w:rPr>
          <w:iCs/>
          <w:lang w:val="sr-Cyrl-BA"/>
        </w:rPr>
        <w:t>miliona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571462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umanjenje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571462">
        <w:rPr>
          <w:iCs/>
          <w:lang w:val="sr-Cyrl-BA"/>
        </w:rPr>
        <w:t xml:space="preserve"> 3,6 </w:t>
      </w:r>
      <w:r>
        <w:rPr>
          <w:iCs/>
          <w:lang w:val="sr-Cyrl-BA"/>
        </w:rPr>
        <w:t>miliona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1E37C4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4B37B9" w:rsidRPr="00571462">
        <w:rPr>
          <w:iCs/>
          <w:lang w:val="sr-Cyrl-BA"/>
        </w:rPr>
        <w:t xml:space="preserve"> 0,2</w:t>
      </w:r>
      <w:r w:rsidR="00AF6E63">
        <w:rPr>
          <w:iCs/>
          <w:lang w:val="sr-Cyrl-BA"/>
        </w:rPr>
        <w:t xml:space="preserve"> </w:t>
      </w:r>
      <w:r w:rsidR="004B37B9" w:rsidRPr="00571462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571462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B37B9" w:rsidRPr="00571462">
        <w:rPr>
          <w:iCs/>
          <w:lang w:val="sr-Cyrl-BA"/>
        </w:rPr>
        <w:t xml:space="preserve">. </w:t>
      </w:r>
    </w:p>
    <w:p w:rsidR="004B37B9" w:rsidRDefault="004B37B9" w:rsidP="004B37B9">
      <w:pPr>
        <w:jc w:val="both"/>
        <w:rPr>
          <w:b/>
          <w:i/>
          <w:lang w:val="sr-Cyrl-BA"/>
        </w:rPr>
      </w:pPr>
    </w:p>
    <w:p w:rsidR="001E37C4" w:rsidRDefault="001E37C4" w:rsidP="004B37B9">
      <w:pPr>
        <w:jc w:val="both"/>
        <w:rPr>
          <w:b/>
          <w:i/>
          <w:lang w:val="sr-Cyrl-BA"/>
        </w:rPr>
      </w:pPr>
    </w:p>
    <w:p w:rsidR="00B908C8" w:rsidRDefault="00B908C8" w:rsidP="004B37B9">
      <w:pPr>
        <w:jc w:val="both"/>
        <w:rPr>
          <w:b/>
          <w:i/>
          <w:lang w:val="sr-Cyrl-BA"/>
        </w:rPr>
      </w:pPr>
    </w:p>
    <w:p w:rsidR="00B908C8" w:rsidRDefault="00B908C8" w:rsidP="004B37B9">
      <w:pPr>
        <w:jc w:val="both"/>
        <w:rPr>
          <w:b/>
          <w:i/>
          <w:lang w:val="sr-Cyrl-BA"/>
        </w:rPr>
      </w:pPr>
    </w:p>
    <w:p w:rsidR="00B908C8" w:rsidRDefault="00B908C8" w:rsidP="004B37B9">
      <w:pPr>
        <w:jc w:val="both"/>
        <w:rPr>
          <w:b/>
          <w:i/>
          <w:lang w:val="sr-Cyrl-BA"/>
        </w:rPr>
      </w:pPr>
    </w:p>
    <w:p w:rsidR="00881864" w:rsidRDefault="00881864" w:rsidP="004B37B9">
      <w:pPr>
        <w:jc w:val="both"/>
        <w:rPr>
          <w:b/>
          <w:i/>
          <w:lang w:val="sr-Cyrl-BA"/>
        </w:rPr>
      </w:pPr>
    </w:p>
    <w:p w:rsidR="001E37C4" w:rsidRPr="00571462" w:rsidRDefault="001E37C4" w:rsidP="004B37B9">
      <w:pPr>
        <w:jc w:val="both"/>
        <w:rPr>
          <w:b/>
          <w:i/>
          <w:lang w:val="sr-Cyrl-BA"/>
        </w:rPr>
      </w:pPr>
    </w:p>
    <w:p w:rsidR="004B37B9" w:rsidRPr="00571462" w:rsidRDefault="00717223" w:rsidP="004B37B9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4B37B9" w:rsidRPr="00571462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4B37B9" w:rsidRPr="00571462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dobit</w:t>
      </w:r>
    </w:p>
    <w:p w:rsidR="004B37B9" w:rsidRPr="00571462" w:rsidRDefault="004B37B9" w:rsidP="004B37B9">
      <w:pPr>
        <w:jc w:val="both"/>
        <w:rPr>
          <w:b/>
          <w:i/>
          <w:lang w:val="sr-Cyrl-BA"/>
        </w:rPr>
      </w:pPr>
    </w:p>
    <w:p w:rsidR="004B37B9" w:rsidRPr="00C2261E" w:rsidRDefault="00717223" w:rsidP="004B37B9">
      <w:pPr>
        <w:spacing w:after="120"/>
        <w:ind w:firstLine="720"/>
        <w:jc w:val="both"/>
        <w:rPr>
          <w:iCs/>
          <w:lang w:val="sr-Cyrl-CS"/>
        </w:rPr>
      </w:pPr>
      <w:r>
        <w:rPr>
          <w:iCs/>
          <w:lang w:val="sr-Cyrl-BA"/>
        </w:rPr>
        <w:t>Prijedlogom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571462">
        <w:rPr>
          <w:iCs/>
          <w:lang w:val="sr-Cyrl-BA"/>
        </w:rPr>
        <w:t xml:space="preserve"> 20</w:t>
      </w:r>
      <w:r w:rsidR="004B37B9" w:rsidRPr="00571462">
        <w:rPr>
          <w:iCs/>
          <w:lang w:val="sr-Latn-RS"/>
        </w:rPr>
        <w:t>2</w:t>
      </w:r>
      <w:r w:rsidR="004B37B9" w:rsidRPr="00571462">
        <w:rPr>
          <w:iCs/>
        </w:rPr>
        <w:t>5</w:t>
      </w:r>
      <w:r w:rsidR="004B37B9" w:rsidRPr="00571462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planirano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će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ovaj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prihod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iznositi</w:t>
      </w:r>
      <w:r w:rsidR="004B37B9" w:rsidRPr="00571462">
        <w:rPr>
          <w:iCs/>
          <w:lang w:val="sr-Cyrl-BA"/>
        </w:rPr>
        <w:t xml:space="preserve"> </w:t>
      </w:r>
      <w:r w:rsidR="004B37B9" w:rsidRPr="00571462">
        <w:rPr>
          <w:iCs/>
          <w:lang w:val="sr-Cyrl-RS"/>
        </w:rPr>
        <w:t>470,9</w:t>
      </w:r>
      <w:r w:rsidR="004B37B9" w:rsidRPr="00571462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571462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RS"/>
        </w:rPr>
        <w:t>predstavlja</w:t>
      </w:r>
      <w:r w:rsidR="004B37B9" w:rsidRPr="00571462">
        <w:rPr>
          <w:iCs/>
          <w:lang w:val="sr-Cyrl-RS"/>
        </w:rPr>
        <w:t xml:space="preserve"> </w:t>
      </w:r>
      <w:r>
        <w:rPr>
          <w:iCs/>
          <w:lang w:val="sr-Cyrl-RS"/>
        </w:rPr>
        <w:t>umanjenje</w:t>
      </w:r>
      <w:r w:rsidR="004B37B9" w:rsidRPr="00571462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B37B9" w:rsidRPr="00571462">
        <w:rPr>
          <w:iCs/>
          <w:lang w:val="sr-Cyrl-RS"/>
        </w:rPr>
        <w:t xml:space="preserve"> 19,8 </w:t>
      </w:r>
      <w:r>
        <w:rPr>
          <w:iCs/>
          <w:lang w:val="sr-Cyrl-RS"/>
        </w:rPr>
        <w:t>miliona</w:t>
      </w:r>
      <w:r w:rsidR="004B37B9" w:rsidRPr="00571462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B37B9" w:rsidRPr="00571462">
        <w:rPr>
          <w:iCs/>
          <w:lang w:val="sr-Cyrl-RS"/>
        </w:rPr>
        <w:t xml:space="preserve"> </w:t>
      </w:r>
      <w:r>
        <w:rPr>
          <w:iCs/>
          <w:lang w:val="sr-Cyrl-BA"/>
        </w:rPr>
        <w:t>u</w:t>
      </w:r>
      <w:r w:rsidR="004B37B9" w:rsidRPr="00571462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2261E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B37B9" w:rsidRPr="00C2261E">
        <w:rPr>
          <w:iCs/>
          <w:lang w:val="sr-Cyrl-BA"/>
        </w:rPr>
        <w:t xml:space="preserve">. </w:t>
      </w:r>
      <w:r>
        <w:rPr>
          <w:iCs/>
          <w:lang w:val="sr-Cyrl-BA"/>
        </w:rPr>
        <w:t>Navedena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projekcija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uzima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obzir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dosadašnje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kretanje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B37B9" w:rsidRPr="00C2261E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očekivanu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naplatu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kraja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B37B9" w:rsidRPr="00C2261E">
        <w:rPr>
          <w:iCs/>
          <w:lang w:val="sr-Cyrl-BA"/>
        </w:rPr>
        <w:t xml:space="preserve">. </w:t>
      </w:r>
      <w:r>
        <w:rPr>
          <w:iCs/>
          <w:lang w:val="sr-Cyrl-BA"/>
        </w:rPr>
        <w:t>Porez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plaća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akontativno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očekivanih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rezultata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poslovanja</w:t>
      </w:r>
      <w:r w:rsidR="004B37B9" w:rsidRPr="00C2261E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eventualna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razlika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utvrđenom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finansijskom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kraju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obračunske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uplaćuje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najkasnije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4B37B9" w:rsidRPr="00C2261E">
        <w:rPr>
          <w:iCs/>
          <w:lang w:val="sr-Cyrl-BA"/>
        </w:rPr>
        <w:t xml:space="preserve"> 31.03. </w:t>
      </w:r>
      <w:r>
        <w:rPr>
          <w:iCs/>
          <w:lang w:val="sr-Cyrl-BA"/>
        </w:rPr>
        <w:t>naredne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B37B9" w:rsidRPr="00C2261E">
        <w:rPr>
          <w:iCs/>
          <w:lang w:val="sr-Cyrl-BA"/>
        </w:rPr>
        <w:t xml:space="preserve">. </w:t>
      </w:r>
      <w:r>
        <w:rPr>
          <w:iCs/>
          <w:lang w:val="sr-Cyrl-BA"/>
        </w:rPr>
        <w:t>Prema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podacima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APIF</w:t>
      </w:r>
      <w:r w:rsidR="004B37B9" w:rsidRPr="00C2261E">
        <w:rPr>
          <w:iCs/>
          <w:lang w:val="sr-Cyrl-BA"/>
        </w:rPr>
        <w:t>-</w:t>
      </w:r>
      <w:r>
        <w:rPr>
          <w:iCs/>
          <w:lang w:val="sr-Cyrl-BA"/>
        </w:rPr>
        <w:t>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prije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oporezivanja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privrednih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subjekata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2261E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manja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2261E">
        <w:rPr>
          <w:iCs/>
          <w:lang w:val="sr-Cyrl-BA"/>
        </w:rPr>
        <w:t xml:space="preserve"> 1,0</w:t>
      </w:r>
      <w:r w:rsidR="00E05185">
        <w:rPr>
          <w:iCs/>
          <w:lang w:val="sr-Cyrl-BA"/>
        </w:rPr>
        <w:t xml:space="preserve"> </w:t>
      </w:r>
      <w:r w:rsidR="004B37B9" w:rsidRPr="00C2261E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B37B9" w:rsidRPr="00C2261E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svakako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uticalo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manje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uplate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godišnjoj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prijavi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prvom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kvartalu</w:t>
      </w:r>
      <w:r w:rsidR="004B37B9" w:rsidRPr="00C2261E">
        <w:rPr>
          <w:iCs/>
          <w:lang w:val="sr-Cyrl-BA"/>
        </w:rPr>
        <w:t xml:space="preserve"> 2025. </w:t>
      </w:r>
      <w:r>
        <w:rPr>
          <w:iCs/>
          <w:lang w:val="sr-Cyrl-BA"/>
        </w:rPr>
        <w:t>godine</w:t>
      </w:r>
      <w:r w:rsidR="004B37B9" w:rsidRPr="00C2261E">
        <w:rPr>
          <w:iCs/>
          <w:lang w:val="sr-Cyrl-BA"/>
        </w:rPr>
        <w:t xml:space="preserve">.  </w:t>
      </w:r>
    </w:p>
    <w:p w:rsidR="004B37B9" w:rsidRPr="00C2261E" w:rsidRDefault="004B37B9" w:rsidP="004B37B9">
      <w:pPr>
        <w:tabs>
          <w:tab w:val="center" w:pos="4320"/>
          <w:tab w:val="right" w:pos="8640"/>
        </w:tabs>
        <w:jc w:val="both"/>
        <w:rPr>
          <w:iCs/>
          <w:color w:val="FF0000"/>
          <w:lang w:val="sr-Cyrl-RS"/>
        </w:rPr>
      </w:pPr>
    </w:p>
    <w:p w:rsidR="004B37B9" w:rsidRPr="00C2261E" w:rsidRDefault="00717223" w:rsidP="004B37B9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4B37B9" w:rsidRPr="00C2261E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4B37B9" w:rsidRPr="00C2261E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dohodak</w:t>
      </w:r>
    </w:p>
    <w:p w:rsidR="004B37B9" w:rsidRPr="00C2261E" w:rsidRDefault="004B37B9" w:rsidP="004B37B9">
      <w:pPr>
        <w:jc w:val="both"/>
        <w:rPr>
          <w:b/>
          <w:i/>
          <w:color w:val="FF0000"/>
          <w:lang w:val="sr-Cyrl-BA"/>
        </w:rPr>
      </w:pPr>
    </w:p>
    <w:p w:rsidR="004B37B9" w:rsidRPr="00C2261E" w:rsidRDefault="00717223" w:rsidP="004B37B9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Prihodi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1E37C4">
        <w:rPr>
          <w:iCs/>
          <w:lang w:val="sr-Cyrl-RS"/>
        </w:rPr>
        <w:t xml:space="preserve"> </w:t>
      </w:r>
      <w:r>
        <w:rPr>
          <w:iCs/>
          <w:lang w:val="sr-Cyrl-RS"/>
        </w:rPr>
        <w:t>planirani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B37B9" w:rsidRPr="00C2261E">
        <w:rPr>
          <w:iCs/>
          <w:lang w:val="sr-Cyrl-RS"/>
        </w:rPr>
        <w:t xml:space="preserve"> 427,6 </w:t>
      </w:r>
      <w:r>
        <w:rPr>
          <w:iCs/>
          <w:lang w:val="sr-Cyrl-RS"/>
        </w:rPr>
        <w:t>miliona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Prijedlogom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drugog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rebalansa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C2261E">
        <w:rPr>
          <w:iCs/>
          <w:lang w:val="sr-Cyrl-RS"/>
        </w:rPr>
        <w:t xml:space="preserve"> 20</w:t>
      </w:r>
      <w:r w:rsidR="004B37B9" w:rsidRPr="00C2261E">
        <w:rPr>
          <w:iCs/>
          <w:lang w:val="sr-Latn-RS"/>
        </w:rPr>
        <w:t>2</w:t>
      </w:r>
      <w:r w:rsidR="004B37B9" w:rsidRPr="00C2261E">
        <w:rPr>
          <w:iCs/>
          <w:lang w:val="sr-Cyrl-RS"/>
        </w:rPr>
        <w:t xml:space="preserve">5. </w:t>
      </w:r>
      <w:r>
        <w:rPr>
          <w:iCs/>
          <w:lang w:val="sr-Cyrl-RS"/>
        </w:rPr>
        <w:t>godinu</w:t>
      </w:r>
      <w:r w:rsidR="004B37B9" w:rsidRPr="00C2261E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1E37C4" w:rsidRPr="001E37C4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C2261E">
        <w:rPr>
          <w:iCs/>
          <w:lang w:val="sr-Cyrl-RS"/>
        </w:rPr>
        <w:t xml:space="preserve"> 49,4 </w:t>
      </w:r>
      <w:r>
        <w:rPr>
          <w:iCs/>
          <w:lang w:val="sr-Cyrl-RS"/>
        </w:rPr>
        <w:t>miliona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1E37C4">
        <w:rPr>
          <w:iCs/>
          <w:lang w:val="sr-Cyrl-RS"/>
        </w:rPr>
        <w:t xml:space="preserve">, </w:t>
      </w:r>
      <w:r>
        <w:rPr>
          <w:iCs/>
          <w:lang w:val="sr-Cyrl-RS"/>
        </w:rPr>
        <w:t>odnosno</w:t>
      </w:r>
      <w:r w:rsidR="004B37B9" w:rsidRPr="00C2261E">
        <w:rPr>
          <w:iCs/>
          <w:lang w:val="sr-Cyrl-RS"/>
        </w:rPr>
        <w:t xml:space="preserve"> 13</w:t>
      </w:r>
      <w:r w:rsidR="00E05185">
        <w:rPr>
          <w:iCs/>
          <w:lang w:val="sr-Cyrl-RS"/>
        </w:rPr>
        <w:t xml:space="preserve">,0 </w:t>
      </w:r>
      <w:r w:rsidR="004B37B9" w:rsidRPr="00C2261E">
        <w:rPr>
          <w:iCs/>
          <w:lang w:val="sr-Cyrl-RS"/>
        </w:rPr>
        <w:t xml:space="preserve">%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iznos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planiran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C2261E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4B37B9" w:rsidRPr="00C2261E">
        <w:rPr>
          <w:iCs/>
          <w:lang w:val="sr-Cyrl-RS"/>
        </w:rPr>
        <w:t xml:space="preserve">. </w:t>
      </w:r>
      <w:r>
        <w:rPr>
          <w:iCs/>
          <w:lang w:val="sr-Cyrl-RS"/>
        </w:rPr>
        <w:t>Navedena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4B37B9" w:rsidRPr="00C2261E">
        <w:rPr>
          <w:iCs/>
          <w:lang w:val="sr-Cyrl-RS"/>
        </w:rPr>
        <w:t xml:space="preserve"> 2025. </w:t>
      </w:r>
      <w:r>
        <w:rPr>
          <w:iCs/>
          <w:lang w:val="sr-Cyrl-RS"/>
        </w:rPr>
        <w:t>godine</w:t>
      </w:r>
      <w:r w:rsidR="004B37B9" w:rsidRPr="00C2261E">
        <w:rPr>
          <w:iCs/>
          <w:lang w:val="sr-Cyrl-RS"/>
        </w:rPr>
        <w:t xml:space="preserve">. </w:t>
      </w:r>
    </w:p>
    <w:p w:rsidR="004B37B9" w:rsidRPr="00C2261E" w:rsidRDefault="00717223" w:rsidP="004B37B9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rast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2025. </w:t>
      </w:r>
      <w:r>
        <w:rPr>
          <w:iCs/>
          <w:lang w:val="sr-Cyrl-RS"/>
        </w:rPr>
        <w:t>godine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B37B9" w:rsidRPr="00C2261E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značajno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uticalo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povećanje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najniže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neto</w:t>
      </w:r>
      <w:r w:rsidR="001E37C4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1E37C4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1E37C4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1E37C4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1E37C4">
        <w:rPr>
          <w:iCs/>
          <w:lang w:val="sr-Cyrl-RS"/>
        </w:rPr>
        <w:t xml:space="preserve"> („</w:t>
      </w:r>
      <w:r>
        <w:rPr>
          <w:iCs/>
          <w:lang w:val="sr-Cyrl-RS"/>
        </w:rPr>
        <w:t>Službeni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glasnik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B37B9" w:rsidRPr="00C2261E">
        <w:rPr>
          <w:iCs/>
          <w:lang w:val="sr-Cyrl-RS"/>
        </w:rPr>
        <w:t xml:space="preserve">“, </w:t>
      </w:r>
      <w:r>
        <w:rPr>
          <w:iCs/>
          <w:lang w:val="sr-Cyrl-RS"/>
        </w:rPr>
        <w:t>broj</w:t>
      </w:r>
      <w:r w:rsidR="004B37B9" w:rsidRPr="00C2261E">
        <w:rPr>
          <w:iCs/>
          <w:lang w:val="sr-Cyrl-RS"/>
        </w:rPr>
        <w:t xml:space="preserve"> 6/25). </w:t>
      </w:r>
    </w:p>
    <w:p w:rsidR="004B37B9" w:rsidRPr="00C2261E" w:rsidRDefault="00717223" w:rsidP="004B37B9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2025. </w:t>
      </w:r>
      <w:r>
        <w:rPr>
          <w:iCs/>
          <w:lang w:val="sr-Cyrl-RS"/>
        </w:rPr>
        <w:t>godini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došlo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usklađivanje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platnih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koficijenata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visokom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stručnom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spremom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oblasti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obrazovanja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kulture</w:t>
      </w:r>
      <w:r w:rsidR="004B37B9" w:rsidRPr="00C2261E">
        <w:rPr>
          <w:iCs/>
          <w:lang w:val="sr-Cyrl-RS"/>
        </w:rPr>
        <w:t xml:space="preserve">, </w:t>
      </w:r>
      <w:r>
        <w:rPr>
          <w:iCs/>
          <w:lang w:val="sr-Cyrl-RS"/>
        </w:rPr>
        <w:t>tako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mjesečne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neto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povećane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C2261E">
        <w:rPr>
          <w:iCs/>
          <w:lang w:val="sr-Cyrl-RS"/>
        </w:rPr>
        <w:t xml:space="preserve"> 100 </w:t>
      </w:r>
      <w:r>
        <w:rPr>
          <w:iCs/>
          <w:lang w:val="sr-Cyrl-RS"/>
        </w:rPr>
        <w:t>KM</w:t>
      </w:r>
      <w:r w:rsidR="004B37B9" w:rsidRPr="00C2261E">
        <w:rPr>
          <w:iCs/>
          <w:lang w:val="sr-Cyrl-RS"/>
        </w:rPr>
        <w:t xml:space="preserve"> („</w:t>
      </w:r>
      <w:r>
        <w:rPr>
          <w:iCs/>
          <w:lang w:val="sr-Cyrl-RS"/>
        </w:rPr>
        <w:t>Službeni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glasnik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B37B9" w:rsidRPr="00C2261E">
        <w:rPr>
          <w:iCs/>
          <w:lang w:val="sr-Cyrl-RS"/>
        </w:rPr>
        <w:t xml:space="preserve">“, </w:t>
      </w:r>
      <w:r>
        <w:rPr>
          <w:iCs/>
          <w:lang w:val="sr-Cyrl-RS"/>
        </w:rPr>
        <w:t>broj</w:t>
      </w:r>
      <w:r w:rsidR="004B37B9" w:rsidRPr="00C2261E">
        <w:rPr>
          <w:iCs/>
          <w:lang w:val="sr-Cyrl-RS"/>
        </w:rPr>
        <w:t xml:space="preserve"> 112/23). </w:t>
      </w:r>
    </w:p>
    <w:p w:rsidR="004B37B9" w:rsidRPr="00C2261E" w:rsidRDefault="00717223" w:rsidP="004B37B9">
      <w:pPr>
        <w:ind w:firstLine="720"/>
        <w:jc w:val="both"/>
      </w:pPr>
      <w:r>
        <w:rPr>
          <w:iCs/>
          <w:lang w:val="sr-Cyrl-RS"/>
        </w:rPr>
        <w:t>Pored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toga</w:t>
      </w:r>
      <w:r w:rsidR="004B37B9" w:rsidRPr="00C2261E">
        <w:rPr>
          <w:iCs/>
          <w:lang w:val="sr-Cyrl-RS"/>
        </w:rPr>
        <w:t xml:space="preserve">,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članom</w:t>
      </w:r>
      <w:r w:rsidR="004B37B9" w:rsidRPr="00C2261E">
        <w:rPr>
          <w:iCs/>
          <w:lang w:val="sr-Cyrl-RS"/>
        </w:rPr>
        <w:t xml:space="preserve"> 6. </w:t>
      </w:r>
      <w:r>
        <w:rPr>
          <w:iCs/>
          <w:lang w:val="sr-Cyrl-RS"/>
        </w:rPr>
        <w:t>Zakona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platama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naknadama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sudija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javnih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tužilaca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B37B9" w:rsidRPr="00C2261E">
        <w:rPr>
          <w:iCs/>
          <w:lang w:val="sr-Cyrl-RS"/>
        </w:rPr>
        <w:t xml:space="preserve"> („</w:t>
      </w:r>
      <w:r>
        <w:rPr>
          <w:iCs/>
          <w:lang w:val="sr-Cyrl-RS"/>
        </w:rPr>
        <w:t>Službeni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glasnik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B37B9" w:rsidRPr="00C2261E">
        <w:rPr>
          <w:iCs/>
          <w:lang w:val="sr-Cyrl-RS"/>
        </w:rPr>
        <w:t xml:space="preserve">“, </w:t>
      </w:r>
      <w:r>
        <w:rPr>
          <w:iCs/>
          <w:lang w:val="sr-Cyrl-RS"/>
        </w:rPr>
        <w:t>broj</w:t>
      </w:r>
      <w:r w:rsidR="004B37B9" w:rsidRPr="00C2261E">
        <w:rPr>
          <w:iCs/>
          <w:lang w:val="sr-Cyrl-RS"/>
        </w:rPr>
        <w:t xml:space="preserve"> 56/22) </w:t>
      </w:r>
      <w:r>
        <w:rPr>
          <w:iCs/>
          <w:lang w:val="sr-Cyrl-RS"/>
        </w:rPr>
        <w:t>došlo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povećanja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sudija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tužilaca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2025. </w:t>
      </w:r>
      <w:r>
        <w:rPr>
          <w:iCs/>
          <w:lang w:val="sr-Cyrl-RS"/>
        </w:rPr>
        <w:t>godini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povećanjem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prosječne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mjesečne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bruto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prethodnu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godinu</w:t>
      </w:r>
      <w:r w:rsidR="004B37B9" w:rsidRPr="00C2261E">
        <w:rPr>
          <w:iCs/>
          <w:lang w:val="sr-Cyrl-RS"/>
        </w:rPr>
        <w:t>.</w:t>
      </w:r>
      <w:r w:rsidR="004B37B9" w:rsidRPr="00C2261E">
        <w:t xml:space="preserve"> </w:t>
      </w:r>
    </w:p>
    <w:p w:rsidR="004B37B9" w:rsidRPr="00C2261E" w:rsidRDefault="00717223" w:rsidP="004B37B9">
      <w:pPr>
        <w:ind w:firstLine="720"/>
        <w:jc w:val="both"/>
        <w:rPr>
          <w:iCs/>
          <w:lang w:val="sr-Cyrl-RS"/>
        </w:rPr>
      </w:pPr>
      <w:r>
        <w:rPr>
          <w:lang w:val="sr-Cyrl-RS"/>
        </w:rPr>
        <w:t>U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martu</w:t>
      </w:r>
      <w:r w:rsidR="004B37B9" w:rsidRPr="00C2261E">
        <w:rPr>
          <w:lang w:val="sr-Cyrl-RS"/>
        </w:rPr>
        <w:t xml:space="preserve"> 2025. </w:t>
      </w:r>
      <w:r>
        <w:rPr>
          <w:lang w:val="sr-Cyrl-RS"/>
        </w:rPr>
        <w:t>godine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u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Republici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Srpskoj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usvojen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je</w:t>
      </w:r>
      <w:r w:rsidR="00E05185" w:rsidRPr="00C2261E">
        <w:rPr>
          <w:lang w:val="sr-Cyrl-RS"/>
        </w:rPr>
        <w:t xml:space="preserve"> </w:t>
      </w:r>
      <w:r>
        <w:rPr>
          <w:lang w:val="sr-Cyrl-RS"/>
        </w:rPr>
        <w:t>set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zakona</w:t>
      </w:r>
      <w:r w:rsidR="004B37B9" w:rsidRPr="00C2261E">
        <w:rPr>
          <w:lang w:val="sr-Cyrl-RS"/>
        </w:rPr>
        <w:t xml:space="preserve"> </w:t>
      </w:r>
      <w:r w:rsidR="004B37B9" w:rsidRPr="00C2261E">
        <w:rPr>
          <w:iCs/>
          <w:lang w:val="sr-Cyrl-RS"/>
        </w:rPr>
        <w:t>(„</w:t>
      </w:r>
      <w:r>
        <w:rPr>
          <w:iCs/>
          <w:lang w:val="sr-Cyrl-RS"/>
        </w:rPr>
        <w:t>Službeni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glasnik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B37B9" w:rsidRPr="00C2261E">
        <w:rPr>
          <w:iCs/>
          <w:lang w:val="sr-Cyrl-RS"/>
        </w:rPr>
        <w:t xml:space="preserve">“, </w:t>
      </w:r>
      <w:r>
        <w:rPr>
          <w:iCs/>
          <w:lang w:val="sr-Cyrl-RS"/>
        </w:rPr>
        <w:t>broj</w:t>
      </w:r>
      <w:r w:rsidR="004B37B9" w:rsidRPr="00C2261E">
        <w:rPr>
          <w:iCs/>
          <w:lang w:val="sr-Cyrl-RS"/>
        </w:rPr>
        <w:t xml:space="preserve"> 28/25) </w:t>
      </w:r>
      <w:r>
        <w:rPr>
          <w:lang w:val="sr-Cyrl-RS"/>
        </w:rPr>
        <w:t>po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kojima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je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došlo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do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povećanja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plata</w:t>
      </w:r>
      <w:r w:rsidR="004B37B9" w:rsidRPr="00C2261E">
        <w:rPr>
          <w:lang w:val="sr-Cyrl-RS"/>
        </w:rPr>
        <w:t xml:space="preserve"> </w:t>
      </w:r>
      <w:r>
        <w:rPr>
          <w:iCs/>
          <w:lang w:val="sr-Latn-CS"/>
        </w:rPr>
        <w:t>od</w:t>
      </w:r>
      <w:r w:rsidR="004B37B9" w:rsidRPr="00C2261E">
        <w:rPr>
          <w:iCs/>
          <w:lang w:val="sr-Latn-CS"/>
        </w:rPr>
        <w:t xml:space="preserve"> 10</w:t>
      </w:r>
      <w:r w:rsidR="00E05185">
        <w:rPr>
          <w:iCs/>
          <w:lang w:val="sr-Cyrl-BA"/>
        </w:rPr>
        <w:t xml:space="preserve"> </w:t>
      </w:r>
      <w:r w:rsidR="004B37B9" w:rsidRPr="00C2261E">
        <w:rPr>
          <w:iCs/>
          <w:lang w:val="sr-Cyrl-RS"/>
        </w:rPr>
        <w:t>%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Cyrl-RS"/>
        </w:rPr>
        <w:t>zaposlenima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oblasti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javne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uprave</w:t>
      </w:r>
      <w:r w:rsidR="004B37B9" w:rsidRPr="00C2261E">
        <w:rPr>
          <w:iCs/>
          <w:lang w:val="sr-Latn-CS"/>
        </w:rPr>
        <w:t xml:space="preserve">, </w:t>
      </w:r>
      <w:r>
        <w:rPr>
          <w:iCs/>
          <w:lang w:val="sr-Latn-CS"/>
        </w:rPr>
        <w:t>te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u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zdravstvu</w:t>
      </w:r>
      <w:r w:rsidR="004B37B9" w:rsidRPr="00C2261E">
        <w:rPr>
          <w:iCs/>
          <w:lang w:val="sr-Latn-CS"/>
        </w:rPr>
        <w:t xml:space="preserve">, </w:t>
      </w:r>
      <w:r>
        <w:rPr>
          <w:iCs/>
          <w:lang w:val="sr-Latn-CS"/>
        </w:rPr>
        <w:t>prosvjeti</w:t>
      </w:r>
      <w:r w:rsidR="004B37B9" w:rsidRPr="00C2261E">
        <w:rPr>
          <w:iCs/>
          <w:lang w:val="sr-Latn-CS"/>
        </w:rPr>
        <w:t xml:space="preserve">, </w:t>
      </w:r>
      <w:r>
        <w:rPr>
          <w:iCs/>
          <w:lang w:val="sr-Latn-CS"/>
        </w:rPr>
        <w:t>kulturi</w:t>
      </w:r>
      <w:r w:rsidR="004B37B9" w:rsidRPr="00C2261E">
        <w:rPr>
          <w:iCs/>
          <w:lang w:val="sr-Latn-CS"/>
        </w:rPr>
        <w:t xml:space="preserve">, </w:t>
      </w:r>
      <w:r>
        <w:rPr>
          <w:iCs/>
          <w:lang w:val="sr-Latn-CS"/>
        </w:rPr>
        <w:t>administraciji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Latn-CS"/>
        </w:rPr>
        <w:t>u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pravosuđu</w:t>
      </w:r>
      <w:r w:rsidR="004B37B9" w:rsidRPr="00C2261E">
        <w:rPr>
          <w:iCs/>
          <w:lang w:val="sr-Cyrl-RS"/>
        </w:rPr>
        <w:t xml:space="preserve">, </w:t>
      </w:r>
      <w:r>
        <w:rPr>
          <w:iCs/>
          <w:lang w:val="sr-Cyrl-RS"/>
        </w:rPr>
        <w:t>počev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mjesec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april</w:t>
      </w:r>
      <w:r w:rsidR="004B37B9" w:rsidRPr="00C2261E">
        <w:rPr>
          <w:iCs/>
          <w:lang w:val="sr-Cyrl-RS"/>
        </w:rPr>
        <w:t xml:space="preserve"> 2025. </w:t>
      </w:r>
      <w:r>
        <w:rPr>
          <w:iCs/>
          <w:lang w:val="sr-Cyrl-RS"/>
        </w:rPr>
        <w:t>godine</w:t>
      </w:r>
      <w:r w:rsidR="004B37B9" w:rsidRPr="00C2261E">
        <w:rPr>
          <w:iCs/>
          <w:lang w:val="sr-Latn-CS"/>
        </w:rPr>
        <w:t xml:space="preserve">. </w:t>
      </w:r>
      <w:r>
        <w:rPr>
          <w:iCs/>
          <w:lang w:val="sr-Latn-CS"/>
        </w:rPr>
        <w:t>Takođe</w:t>
      </w:r>
      <w:r w:rsidR="004B37B9" w:rsidRPr="00C2261E">
        <w:rPr>
          <w:iCs/>
          <w:lang w:val="sr-Cyrl-BA"/>
        </w:rPr>
        <w:t>,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zaposlenima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u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Cyrl-RS"/>
        </w:rPr>
        <w:t>Ministarstvu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unutrašnjih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poslova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povećane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C2261E">
        <w:rPr>
          <w:iCs/>
          <w:lang w:val="sr-Cyrl-RS"/>
        </w:rPr>
        <w:t xml:space="preserve"> 10</w:t>
      </w:r>
      <w:r w:rsidR="00E05185">
        <w:rPr>
          <w:iCs/>
          <w:lang w:val="sr-Cyrl-RS"/>
        </w:rPr>
        <w:t xml:space="preserve"> </w:t>
      </w:r>
      <w:r w:rsidR="004B37B9" w:rsidRPr="00C2261E">
        <w:rPr>
          <w:iCs/>
          <w:lang w:val="sr-Cyrl-RS"/>
        </w:rPr>
        <w:t>%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Latn-CS"/>
        </w:rPr>
        <w:t>uvededen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je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dodatak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za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teške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uslove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rada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od</w:t>
      </w:r>
      <w:r w:rsidR="004B37B9" w:rsidRPr="00C2261E">
        <w:rPr>
          <w:iCs/>
          <w:lang w:val="sr-Latn-CS"/>
        </w:rPr>
        <w:t xml:space="preserve"> 30</w:t>
      </w:r>
      <w:r w:rsidR="00E05185">
        <w:rPr>
          <w:iCs/>
          <w:lang w:val="sr-Cyrl-BA"/>
        </w:rPr>
        <w:t xml:space="preserve"> </w:t>
      </w:r>
      <w:r w:rsidR="004B37B9" w:rsidRPr="00C2261E">
        <w:rPr>
          <w:iCs/>
          <w:lang w:val="sr-Cyrl-RS"/>
        </w:rPr>
        <w:t>%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za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službenike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koji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nose</w:t>
      </w:r>
      <w:r w:rsidR="004B37B9" w:rsidRPr="00C2261E">
        <w:rPr>
          <w:iCs/>
          <w:lang w:val="sr-Latn-CS"/>
        </w:rPr>
        <w:t xml:space="preserve"> </w:t>
      </w:r>
      <w:r>
        <w:rPr>
          <w:iCs/>
          <w:lang w:val="sr-Latn-CS"/>
        </w:rPr>
        <w:t>naoružanje</w:t>
      </w:r>
      <w:r w:rsidR="004B37B9" w:rsidRPr="00C2261E">
        <w:rPr>
          <w:iCs/>
          <w:lang w:val="sr-Latn-CS"/>
        </w:rPr>
        <w:t>.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Ova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povećanja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obuhvatila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značajan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broj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imaju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imaju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značajan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efekat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rast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B37B9" w:rsidRPr="00C2261E">
        <w:rPr>
          <w:iCs/>
          <w:lang w:val="sr-Cyrl-RS"/>
        </w:rPr>
        <w:t xml:space="preserve">. </w:t>
      </w:r>
    </w:p>
    <w:p w:rsidR="004B37B9" w:rsidRPr="00960E15" w:rsidRDefault="00717223" w:rsidP="004B37B9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Do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rasta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doći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će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zbog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izmirenja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zaostalih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dugovanja</w:t>
      </w:r>
      <w:r w:rsidR="00921364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javnih</w:t>
      </w:r>
      <w:r w:rsidR="00921364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zdravstvenih</w:t>
      </w:r>
      <w:r w:rsidR="00921364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ustanova</w:t>
      </w:r>
      <w:r w:rsidR="00960E15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960E15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960E15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960E15" w:rsidRPr="00960E15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koje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će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izvršiti</w:t>
      </w:r>
      <w:r w:rsidR="00960E15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sredstava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Svjetske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banke</w:t>
      </w:r>
      <w:r w:rsidR="004B37B9" w:rsidRPr="00960E15">
        <w:rPr>
          <w:iCs/>
          <w:lang w:val="sr-Cyrl-RS"/>
        </w:rPr>
        <w:t xml:space="preserve">. </w:t>
      </w:r>
    </w:p>
    <w:p w:rsidR="004B37B9" w:rsidRPr="00960E15" w:rsidRDefault="004B37B9" w:rsidP="004B37B9">
      <w:pPr>
        <w:spacing w:after="120"/>
        <w:jc w:val="both"/>
        <w:rPr>
          <w:iCs/>
          <w:lang w:val="en-GB"/>
        </w:rPr>
      </w:pPr>
    </w:p>
    <w:p w:rsidR="004B37B9" w:rsidRPr="00C2261E" w:rsidRDefault="00717223" w:rsidP="004B37B9">
      <w:pPr>
        <w:jc w:val="both"/>
        <w:rPr>
          <w:b/>
          <w:i/>
          <w:u w:val="single"/>
          <w:lang w:val="sr-Cyrl-BA"/>
        </w:rPr>
      </w:pPr>
      <w:r>
        <w:rPr>
          <w:b/>
          <w:i/>
          <w:lang w:val="sr-Cyrl-BA"/>
        </w:rPr>
        <w:t>Doprinosi</w:t>
      </w:r>
      <w:r w:rsidR="004B37B9" w:rsidRPr="00C2261E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za</w:t>
      </w:r>
      <w:r w:rsidR="004B37B9" w:rsidRPr="00C2261E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socijalno</w:t>
      </w:r>
      <w:r w:rsidR="004B37B9" w:rsidRPr="00C2261E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osiguranje</w:t>
      </w:r>
      <w:r w:rsidR="004B37B9" w:rsidRPr="00C2261E">
        <w:rPr>
          <w:b/>
          <w:i/>
          <w:u w:val="single"/>
          <w:lang w:val="sr-Cyrl-BA"/>
        </w:rPr>
        <w:t xml:space="preserve"> </w:t>
      </w:r>
    </w:p>
    <w:p w:rsidR="004B37B9" w:rsidRPr="00C2261E" w:rsidRDefault="004B37B9" w:rsidP="004B37B9">
      <w:pPr>
        <w:ind w:left="284" w:firstLine="437"/>
        <w:jc w:val="both"/>
        <w:rPr>
          <w:iCs/>
          <w:color w:val="FF0000"/>
          <w:lang w:val="sr-Cyrl-BA"/>
        </w:rPr>
      </w:pPr>
    </w:p>
    <w:p w:rsidR="004B37B9" w:rsidRPr="00960E15" w:rsidRDefault="00717223" w:rsidP="004B37B9">
      <w:pPr>
        <w:spacing w:after="120"/>
        <w:ind w:firstLine="720"/>
        <w:jc w:val="both"/>
        <w:rPr>
          <w:iCs/>
          <w:lang w:val="sr-Cyrl-BA"/>
        </w:rPr>
      </w:pPr>
      <w:r>
        <w:rPr>
          <w:iCs/>
          <w:lang w:val="sr-Cyrl-RS"/>
        </w:rPr>
        <w:t>Prihodi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penzijsko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invalidsko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osiguranje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Prijedlogom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drugog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rebalansa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C2261E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4B37B9" w:rsidRPr="00C2261E">
        <w:rPr>
          <w:iCs/>
          <w:lang w:val="sr-Cyrl-RS"/>
        </w:rPr>
        <w:t xml:space="preserve"> 1.843,2 </w:t>
      </w:r>
      <w:r>
        <w:rPr>
          <w:iCs/>
          <w:lang w:val="sr-Cyrl-RS"/>
        </w:rPr>
        <w:t>miliona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B37B9" w:rsidRPr="00C2261E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B37B9" w:rsidRPr="00C2261E">
        <w:rPr>
          <w:iCs/>
          <w:lang w:val="sr-Cyrl-RS"/>
        </w:rPr>
        <w:t xml:space="preserve"> 71,2 </w:t>
      </w:r>
      <w:r>
        <w:rPr>
          <w:iCs/>
          <w:lang w:val="sr-Cyrl-RS"/>
        </w:rPr>
        <w:t>miliona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1E37C4">
        <w:rPr>
          <w:iCs/>
          <w:lang w:val="sr-Cyrl-RS"/>
        </w:rPr>
        <w:t xml:space="preserve">, </w:t>
      </w:r>
      <w:r>
        <w:rPr>
          <w:iCs/>
          <w:lang w:val="sr-Cyrl-RS"/>
        </w:rPr>
        <w:t>odnosno</w:t>
      </w:r>
      <w:r w:rsidR="004B37B9" w:rsidRPr="00C2261E">
        <w:rPr>
          <w:iCs/>
          <w:lang w:val="sr-Cyrl-RS"/>
        </w:rPr>
        <w:t xml:space="preserve"> 4</w:t>
      </w:r>
      <w:r w:rsidR="00E05185">
        <w:rPr>
          <w:iCs/>
          <w:lang w:val="sr-Cyrl-RS"/>
        </w:rPr>
        <w:t xml:space="preserve">,0 </w:t>
      </w:r>
      <w:r w:rsidR="004B37B9" w:rsidRPr="00C2261E">
        <w:rPr>
          <w:iCs/>
          <w:lang w:val="sr-Cyrl-RS"/>
        </w:rPr>
        <w:t xml:space="preserve">%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B37B9" w:rsidRPr="00C2261E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4B37B9" w:rsidRPr="00C2261E">
        <w:rPr>
          <w:iCs/>
          <w:lang w:val="sr-Cyrl-RS"/>
        </w:rPr>
        <w:t xml:space="preserve">. </w:t>
      </w:r>
      <w:r>
        <w:rPr>
          <w:iCs/>
          <w:lang w:val="sr-Cyrl-RS"/>
        </w:rPr>
        <w:t>Navedena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B37B9" w:rsidRPr="00C2261E">
        <w:rPr>
          <w:iCs/>
          <w:lang w:val="sr-Cyrl-RS"/>
        </w:rPr>
        <w:t xml:space="preserve">, </w:t>
      </w:r>
      <w:r>
        <w:rPr>
          <w:iCs/>
          <w:lang w:val="sr-Cyrl-RS"/>
        </w:rPr>
        <w:t>prethodno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navedenim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B37B9" w:rsidRPr="00960E15">
        <w:rPr>
          <w:iCs/>
          <w:lang w:val="sr-Cyrl-RS"/>
        </w:rPr>
        <w:t xml:space="preserve">, </w:t>
      </w:r>
      <w:r>
        <w:rPr>
          <w:iCs/>
          <w:lang w:val="sr-Cyrl-RS"/>
        </w:rPr>
        <w:t>kao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zbog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izmirenja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zaostalih</w:t>
      </w:r>
      <w:r w:rsidR="004B37B9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dugovanja</w:t>
      </w:r>
      <w:r w:rsidR="0080593F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javnih</w:t>
      </w:r>
      <w:r w:rsidR="0080593F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zdravstvenih</w:t>
      </w:r>
      <w:r w:rsidR="0080593F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ustanova</w:t>
      </w:r>
      <w:r w:rsidR="00960E15" w:rsidRPr="00960E15">
        <w:t xml:space="preserve"> </w:t>
      </w:r>
      <w:r>
        <w:rPr>
          <w:iCs/>
          <w:lang w:val="sr-Cyrl-RS"/>
        </w:rPr>
        <w:t>Republike</w:t>
      </w:r>
      <w:r w:rsidR="00960E15" w:rsidRPr="00960E15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B37B9" w:rsidRPr="00960E15">
        <w:rPr>
          <w:iCs/>
          <w:lang w:val="sr-Cyrl-RS"/>
        </w:rPr>
        <w:t>.</w:t>
      </w:r>
    </w:p>
    <w:p w:rsidR="001E37C4" w:rsidRDefault="001E37C4" w:rsidP="004B37B9">
      <w:pPr>
        <w:jc w:val="both"/>
        <w:rPr>
          <w:iCs/>
          <w:color w:val="FF0000"/>
          <w:lang w:val="sr-Cyrl-BA"/>
        </w:rPr>
      </w:pPr>
    </w:p>
    <w:p w:rsidR="001E37C4" w:rsidRDefault="001E37C4" w:rsidP="004B37B9">
      <w:pPr>
        <w:jc w:val="both"/>
        <w:rPr>
          <w:iCs/>
          <w:color w:val="FF0000"/>
          <w:lang w:val="sr-Cyrl-BA"/>
        </w:rPr>
      </w:pPr>
    </w:p>
    <w:p w:rsidR="0050548D" w:rsidRDefault="0050548D" w:rsidP="004B37B9">
      <w:pPr>
        <w:jc w:val="both"/>
        <w:rPr>
          <w:iCs/>
          <w:color w:val="FF0000"/>
          <w:lang w:val="sr-Cyrl-BA"/>
        </w:rPr>
      </w:pPr>
    </w:p>
    <w:p w:rsidR="0050548D" w:rsidRPr="004B37B9" w:rsidRDefault="0050548D" w:rsidP="004B37B9">
      <w:pPr>
        <w:jc w:val="both"/>
        <w:rPr>
          <w:iCs/>
          <w:color w:val="FF0000"/>
          <w:lang w:val="sr-Cyrl-BA"/>
        </w:rPr>
      </w:pPr>
    </w:p>
    <w:p w:rsidR="004B37B9" w:rsidRPr="00C2261E" w:rsidRDefault="00717223" w:rsidP="004B37B9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lastRenderedPageBreak/>
        <w:t>Ostali</w:t>
      </w:r>
      <w:r w:rsidR="004B37B9" w:rsidRPr="00C2261E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poreski</w:t>
      </w:r>
      <w:r w:rsidR="004B37B9" w:rsidRPr="00C2261E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prihodi</w:t>
      </w:r>
    </w:p>
    <w:p w:rsidR="004B37B9" w:rsidRPr="00C2261E" w:rsidRDefault="004B37B9" w:rsidP="004B37B9">
      <w:pPr>
        <w:jc w:val="both"/>
        <w:rPr>
          <w:b/>
          <w:i/>
          <w:color w:val="FF0000"/>
          <w:u w:val="single"/>
          <w:lang w:val="sr-Cyrl-BA"/>
        </w:rPr>
      </w:pPr>
    </w:p>
    <w:p w:rsidR="004B37B9" w:rsidRPr="004B37B9" w:rsidRDefault="004B37B9" w:rsidP="004B37B9">
      <w:pPr>
        <w:jc w:val="both"/>
        <w:rPr>
          <w:iCs/>
          <w:lang w:val="sr-Cyrl-BA"/>
        </w:rPr>
      </w:pPr>
      <w:r w:rsidRPr="00C2261E">
        <w:rPr>
          <w:iCs/>
          <w:color w:val="FF0000"/>
          <w:lang w:val="sr-Cyrl-BA"/>
        </w:rPr>
        <w:tab/>
      </w:r>
      <w:r w:rsidR="00717223">
        <w:rPr>
          <w:iCs/>
          <w:lang w:val="sr-Cyrl-BA"/>
        </w:rPr>
        <w:t>Ostali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poreski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prihodi</w:t>
      </w:r>
      <w:r w:rsidRPr="00C2261E">
        <w:rPr>
          <w:iCs/>
          <w:lang w:val="sr-Cyrl-BA"/>
        </w:rPr>
        <w:t xml:space="preserve"> (</w:t>
      </w:r>
      <w:r w:rsidR="00717223">
        <w:rPr>
          <w:iCs/>
          <w:lang w:val="sr-Cyrl-BA"/>
        </w:rPr>
        <w:t>indirektni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porezi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van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Jedinstvenog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računa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UIO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porezi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imovinu</w:t>
      </w:r>
      <w:r w:rsidRPr="00C2261E">
        <w:rPr>
          <w:iCs/>
          <w:lang w:val="sr-Cyrl-BA"/>
        </w:rPr>
        <w:t xml:space="preserve">) </w:t>
      </w:r>
      <w:r w:rsidR="00717223">
        <w:rPr>
          <w:iCs/>
          <w:lang w:val="sr-Cyrl-BA"/>
        </w:rPr>
        <w:t>planirani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iznosu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od</w:t>
      </w:r>
      <w:r w:rsidRPr="00C2261E">
        <w:rPr>
          <w:iCs/>
          <w:lang w:val="sr-Cyrl-BA"/>
        </w:rPr>
        <w:t xml:space="preserve"> </w:t>
      </w:r>
      <w:r w:rsidRPr="00C2261E">
        <w:rPr>
          <w:iCs/>
          <w:lang w:val="sr-Cyrl-RS"/>
        </w:rPr>
        <w:t xml:space="preserve">21,5 </w:t>
      </w:r>
      <w:r w:rsidR="00717223">
        <w:rPr>
          <w:iCs/>
          <w:lang w:val="sr-Cyrl-BA"/>
        </w:rPr>
        <w:t>miliona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KM</w:t>
      </w:r>
      <w:r w:rsidRPr="00C2261E">
        <w:rPr>
          <w:iCs/>
          <w:lang w:val="sr-Cyrl-BA"/>
        </w:rPr>
        <w:t xml:space="preserve">, </w:t>
      </w:r>
      <w:r w:rsidR="00717223">
        <w:rPr>
          <w:iCs/>
          <w:lang w:val="sr-Cyrl-RS"/>
        </w:rPr>
        <w:t>što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predstavlja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umanjenje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za</w:t>
      </w:r>
      <w:r w:rsidRPr="00C2261E">
        <w:rPr>
          <w:iCs/>
          <w:lang w:val="sr-Cyrl-RS"/>
        </w:rPr>
        <w:t xml:space="preserve"> 11</w:t>
      </w:r>
      <w:r w:rsidR="0041399C">
        <w:rPr>
          <w:iCs/>
          <w:lang w:val="sr-Cyrl-RS"/>
        </w:rPr>
        <w:t>,0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miliona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KM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u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odnosu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na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sredstva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planirana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Rebalansom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budžeta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Republike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Srpske</w:t>
      </w:r>
      <w:r w:rsidRPr="00C2261E">
        <w:rPr>
          <w:iCs/>
          <w:lang w:val="sr-Cyrl-RS"/>
        </w:rPr>
        <w:t xml:space="preserve"> </w:t>
      </w:r>
      <w:r w:rsidR="00717223">
        <w:rPr>
          <w:iCs/>
          <w:lang w:val="sr-Cyrl-RS"/>
        </w:rPr>
        <w:t>za</w:t>
      </w:r>
      <w:r w:rsidRPr="00C2261E">
        <w:rPr>
          <w:iCs/>
          <w:lang w:val="sr-Cyrl-RS"/>
        </w:rPr>
        <w:t xml:space="preserve"> 2025. </w:t>
      </w:r>
      <w:r w:rsidR="00717223">
        <w:rPr>
          <w:iCs/>
          <w:lang w:val="sr-Cyrl-RS"/>
        </w:rPr>
        <w:t>godinu</w:t>
      </w:r>
      <w:r w:rsidRPr="00C2261E">
        <w:rPr>
          <w:iCs/>
          <w:lang w:val="sr-Cyrl-RS"/>
        </w:rPr>
        <w:t>.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Projekcija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ovih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prihoda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je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usklađena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dosadašnjim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trendovima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naplati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prihoda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očekivanim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uplatama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ostatku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godine</w:t>
      </w:r>
      <w:r w:rsidRPr="00C2261E">
        <w:rPr>
          <w:iCs/>
          <w:lang w:val="sr-Cyrl-BA"/>
        </w:rPr>
        <w:t>.</w:t>
      </w:r>
    </w:p>
    <w:p w:rsidR="004B37B9" w:rsidRPr="004B37B9" w:rsidRDefault="004B37B9" w:rsidP="004B37B9">
      <w:pPr>
        <w:jc w:val="both"/>
        <w:rPr>
          <w:color w:val="FF0000"/>
          <w:lang w:val="sr-Cyrl-RS"/>
        </w:rPr>
      </w:pPr>
    </w:p>
    <w:p w:rsidR="004B37B9" w:rsidRPr="00C2261E" w:rsidRDefault="00717223" w:rsidP="00C2261E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Neporeski</w:t>
      </w:r>
      <w:r w:rsidR="004B37B9" w:rsidRPr="00C2261E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prihodi</w:t>
      </w:r>
    </w:p>
    <w:p w:rsidR="004B37B9" w:rsidRPr="00C2261E" w:rsidRDefault="004B37B9" w:rsidP="00C2261E">
      <w:pPr>
        <w:jc w:val="both"/>
        <w:rPr>
          <w:iCs/>
          <w:lang w:val="sr-Cyrl-BA"/>
        </w:rPr>
      </w:pPr>
    </w:p>
    <w:p w:rsidR="004B37B9" w:rsidRPr="00C2261E" w:rsidRDefault="004B37B9" w:rsidP="00C2261E">
      <w:pPr>
        <w:jc w:val="both"/>
        <w:rPr>
          <w:iCs/>
          <w:lang w:val="sr-Cyrl-BA"/>
        </w:rPr>
      </w:pPr>
      <w:r w:rsidRPr="00C2261E">
        <w:rPr>
          <w:iCs/>
          <w:lang w:val="sr-Cyrl-BA"/>
        </w:rPr>
        <w:tab/>
      </w:r>
      <w:r w:rsidR="00717223">
        <w:rPr>
          <w:iCs/>
          <w:lang w:val="sr-Cyrl-BA"/>
        </w:rPr>
        <w:t>Neporeski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prihodi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Prijedlogom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drugog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rebalansa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Republike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Srpske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za</w:t>
      </w:r>
      <w:r w:rsidRPr="00C2261E">
        <w:rPr>
          <w:iCs/>
          <w:lang w:val="sr-Cyrl-BA"/>
        </w:rPr>
        <w:t xml:space="preserve"> 202</w:t>
      </w:r>
      <w:r w:rsidRPr="00C2261E">
        <w:rPr>
          <w:iCs/>
          <w:lang w:val="sr-Latn-RS"/>
        </w:rPr>
        <w:t>5</w:t>
      </w:r>
      <w:r w:rsidRPr="00C2261E">
        <w:rPr>
          <w:iCs/>
          <w:lang w:val="sr-Cyrl-BA"/>
        </w:rPr>
        <w:t xml:space="preserve">. </w:t>
      </w:r>
      <w:r w:rsidR="00717223">
        <w:rPr>
          <w:iCs/>
          <w:lang w:val="sr-Cyrl-BA"/>
        </w:rPr>
        <w:t>godinu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iznose</w:t>
      </w:r>
      <w:r w:rsidRPr="00C2261E">
        <w:rPr>
          <w:iCs/>
          <w:lang w:val="sr-Cyrl-BA"/>
        </w:rPr>
        <w:t xml:space="preserve"> </w:t>
      </w:r>
      <w:r w:rsidR="005146A2">
        <w:rPr>
          <w:iCs/>
          <w:lang w:val="sr-Cyrl-BA"/>
        </w:rPr>
        <w:t>406,0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miliona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KM</w:t>
      </w:r>
      <w:r w:rsidRPr="00C2261E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što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predstavlja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umanjenje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od</w:t>
      </w:r>
      <w:r w:rsidRPr="00C2261E">
        <w:rPr>
          <w:iCs/>
          <w:lang w:val="sr-Cyrl-BA"/>
        </w:rPr>
        <w:t xml:space="preserve"> 22,</w:t>
      </w:r>
      <w:r w:rsidR="005146A2">
        <w:rPr>
          <w:iCs/>
          <w:lang w:val="sr-Cyrl-BA"/>
        </w:rPr>
        <w:t>4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miliona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KM</w:t>
      </w:r>
      <w:r w:rsidR="001E37C4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odnosno</w:t>
      </w:r>
      <w:r w:rsidRPr="00C2261E">
        <w:rPr>
          <w:iCs/>
          <w:lang w:val="sr-Cyrl-BA"/>
        </w:rPr>
        <w:t xml:space="preserve"> 5,</w:t>
      </w:r>
      <w:r w:rsidR="005146A2">
        <w:rPr>
          <w:iCs/>
          <w:lang w:val="sr-Cyrl-BA"/>
        </w:rPr>
        <w:t xml:space="preserve">2 </w:t>
      </w:r>
      <w:r w:rsidRPr="00C2261E">
        <w:rPr>
          <w:iCs/>
          <w:lang w:val="sr-Cyrl-BA"/>
        </w:rPr>
        <w:t xml:space="preserve">% </w:t>
      </w:r>
      <w:r w:rsidR="00717223">
        <w:rPr>
          <w:iCs/>
          <w:lang w:val="sr-Cyrl-BA"/>
        </w:rPr>
        <w:t>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odnosu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sredstva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planirana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Rebalansom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Republike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Srpske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za</w:t>
      </w:r>
      <w:r w:rsidRPr="00C2261E">
        <w:rPr>
          <w:iCs/>
          <w:lang w:val="sr-Cyrl-BA"/>
        </w:rPr>
        <w:t xml:space="preserve"> 2025. </w:t>
      </w:r>
      <w:r w:rsidR="00717223">
        <w:rPr>
          <w:iCs/>
          <w:lang w:val="sr-Cyrl-BA"/>
        </w:rPr>
        <w:t>godinu</w:t>
      </w:r>
      <w:r w:rsidRPr="00C2261E">
        <w:rPr>
          <w:iCs/>
          <w:lang w:val="sr-Cyrl-BA"/>
        </w:rPr>
        <w:t xml:space="preserve">. </w:t>
      </w:r>
      <w:r w:rsidR="00717223">
        <w:rPr>
          <w:iCs/>
          <w:lang w:val="sr-Cyrl-BA"/>
        </w:rPr>
        <w:t>Projekcija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neporeskih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prihoda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je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usklađena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trendom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kretanja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istih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periodu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januar</w:t>
      </w:r>
      <w:r w:rsidRPr="00C2261E">
        <w:rPr>
          <w:iCs/>
          <w:lang w:val="sr-Cyrl-BA"/>
        </w:rPr>
        <w:t xml:space="preserve"> - </w:t>
      </w:r>
      <w:r w:rsidR="00717223">
        <w:rPr>
          <w:iCs/>
          <w:lang w:val="sr-Cyrl-BA"/>
        </w:rPr>
        <w:t>oktobar</w:t>
      </w:r>
      <w:r w:rsidRPr="00C2261E">
        <w:rPr>
          <w:iCs/>
          <w:lang w:val="sr-Cyrl-BA"/>
        </w:rPr>
        <w:t xml:space="preserve"> 2025. </w:t>
      </w:r>
      <w:r w:rsidR="00717223">
        <w:rPr>
          <w:iCs/>
          <w:lang w:val="sr-Cyrl-BA"/>
        </w:rPr>
        <w:t>godine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očekivanom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naplatom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</w:t>
      </w:r>
      <w:r w:rsidRPr="00C2261E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ostatku</w:t>
      </w:r>
      <w:r w:rsidRPr="00C2261E">
        <w:rPr>
          <w:iCs/>
          <w:lang w:val="sr-Cyrl-BA"/>
        </w:rPr>
        <w:t xml:space="preserve"> 2025. </w:t>
      </w:r>
      <w:r w:rsidR="00717223">
        <w:rPr>
          <w:iCs/>
          <w:lang w:val="sr-Cyrl-BA"/>
        </w:rPr>
        <w:t>godine</w:t>
      </w:r>
      <w:r w:rsidRPr="00C2261E">
        <w:rPr>
          <w:iCs/>
          <w:lang w:val="sr-Cyrl-BA"/>
        </w:rPr>
        <w:t>.</w:t>
      </w:r>
    </w:p>
    <w:p w:rsidR="004B37B9" w:rsidRPr="00C2261E" w:rsidRDefault="00717223" w:rsidP="00C2261E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Najveći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2261E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ostvariće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kod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priređivanje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igara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sreću</w:t>
      </w:r>
      <w:r w:rsidR="004B37B9" w:rsidRPr="00C2261E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kod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RS"/>
        </w:rPr>
        <w:t>prihoda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efektivnih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pozitivnih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kursnih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razlika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B37B9" w:rsidRPr="00C2261E">
        <w:rPr>
          <w:iCs/>
          <w:lang w:val="sr-Cyrl-BA"/>
        </w:rPr>
        <w:t xml:space="preserve">. </w:t>
      </w:r>
      <w:r>
        <w:rPr>
          <w:lang w:val="sr-Cyrl-RS"/>
        </w:rPr>
        <w:t>Takođe</w:t>
      </w:r>
      <w:r w:rsidR="004B37B9" w:rsidRPr="00C2261E">
        <w:rPr>
          <w:lang w:val="sr-Cyrl-RS"/>
        </w:rPr>
        <w:t xml:space="preserve">, </w:t>
      </w:r>
      <w:r>
        <w:rPr>
          <w:lang w:val="sr-Cyrl-RS"/>
        </w:rPr>
        <w:t>rast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je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zabilježen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i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kod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sljedećih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stavki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u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okviru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neporeskih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prihoda</w:t>
      </w:r>
      <w:r w:rsidR="004B37B9" w:rsidRPr="00C2261E">
        <w:rPr>
          <w:lang w:val="sr-Cyrl-RS"/>
        </w:rPr>
        <w:t xml:space="preserve">, </w:t>
      </w:r>
      <w:r>
        <w:rPr>
          <w:lang w:val="sr-Cyrl-RS"/>
        </w:rPr>
        <w:t>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to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su</w:t>
      </w:r>
      <w:r w:rsidR="005146A2">
        <w:rPr>
          <w:lang w:val="sr-Cyrl-RS"/>
        </w:rPr>
        <w:t>: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naknade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za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vode</w:t>
      </w:r>
      <w:r w:rsidR="004B37B9" w:rsidRPr="00C2261E">
        <w:rPr>
          <w:lang w:val="sr-Cyrl-RS"/>
        </w:rPr>
        <w:t xml:space="preserve">, </w:t>
      </w:r>
      <w:r>
        <w:rPr>
          <w:lang w:val="sr-Cyrl-RS"/>
        </w:rPr>
        <w:t>naknade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za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šume</w:t>
      </w:r>
      <w:r w:rsidR="004B37B9" w:rsidRPr="00C2261E">
        <w:rPr>
          <w:lang w:val="sr-Cyrl-RS"/>
        </w:rPr>
        <w:t xml:space="preserve">, </w:t>
      </w:r>
      <w:r>
        <w:rPr>
          <w:lang w:val="sr-Cyrl-RS"/>
        </w:rPr>
        <w:t>prihodi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od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kamata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na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novčana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sredstva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na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bankovnim</w:t>
      </w:r>
      <w:r w:rsidR="004B37B9" w:rsidRPr="00C2261E">
        <w:rPr>
          <w:lang w:val="sr-Cyrl-RS"/>
        </w:rPr>
        <w:t xml:space="preserve"> </w:t>
      </w:r>
      <w:r>
        <w:rPr>
          <w:lang w:val="sr-Cyrl-RS"/>
        </w:rPr>
        <w:t>računima</w:t>
      </w:r>
      <w:r w:rsidR="004B37B9" w:rsidRPr="00C2261E">
        <w:rPr>
          <w:lang w:val="sr-Cyrl-RS"/>
        </w:rPr>
        <w:t xml:space="preserve">, </w:t>
      </w:r>
      <w:r>
        <w:rPr>
          <w:iCs/>
          <w:lang w:val="sr-Cyrl-BA"/>
        </w:rPr>
        <w:t>republičke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administrativne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takse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republičkih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organa</w:t>
      </w:r>
      <w:r w:rsidR="004B37B9" w:rsidRPr="00C2261E">
        <w:rPr>
          <w:iCs/>
          <w:lang w:val="sr-Cyrl-BA"/>
        </w:rPr>
        <w:t xml:space="preserve">. </w:t>
      </w:r>
    </w:p>
    <w:p w:rsidR="004B37B9" w:rsidRPr="00C2261E" w:rsidRDefault="00717223" w:rsidP="00C2261E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Najveći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pad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ostvariće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kod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dividende</w:t>
      </w:r>
      <w:r w:rsidR="004B37B9" w:rsidRPr="00C2261E">
        <w:rPr>
          <w:iCs/>
          <w:lang w:val="sr-Cyrl-BA"/>
        </w:rPr>
        <w:t xml:space="preserve">, </w:t>
      </w:r>
      <w:r>
        <w:rPr>
          <w:iCs/>
          <w:lang w:val="sr-Cyrl-BA"/>
        </w:rPr>
        <w:t>učešća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kapitalu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sličnih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prava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to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2261E">
        <w:rPr>
          <w:iCs/>
          <w:lang w:val="sr-Cyrl-BA"/>
        </w:rPr>
        <w:t xml:space="preserve"> 40,0 </w:t>
      </w:r>
      <w:r>
        <w:rPr>
          <w:iCs/>
          <w:lang w:val="sr-Cyrl-BA"/>
        </w:rPr>
        <w:t>miliona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C2261E">
        <w:rPr>
          <w:iCs/>
          <w:lang w:val="sr-Cyrl-BA"/>
        </w:rPr>
        <w:t xml:space="preserve">. </w:t>
      </w:r>
      <w:r>
        <w:rPr>
          <w:iCs/>
          <w:lang w:val="sr-Cyrl-BA"/>
        </w:rPr>
        <w:t>Takođe</w:t>
      </w:r>
      <w:r w:rsidR="004B37B9" w:rsidRPr="00C2261E">
        <w:rPr>
          <w:iCs/>
          <w:lang w:val="sr-Cyrl-BA"/>
        </w:rPr>
        <w:t xml:space="preserve">, </w:t>
      </w:r>
      <w:r>
        <w:rPr>
          <w:iCs/>
          <w:lang w:val="sr-Cyrl-BA"/>
        </w:rPr>
        <w:t>pad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bilježi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kod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kamata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date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zajmove</w:t>
      </w:r>
      <w:r w:rsidR="004B37B9" w:rsidRPr="00C2261E">
        <w:rPr>
          <w:iCs/>
          <w:lang w:val="sr-Cyrl-BA"/>
        </w:rPr>
        <w:t xml:space="preserve"> (</w:t>
      </w:r>
      <w:r w:rsidR="005146A2">
        <w:rPr>
          <w:iCs/>
          <w:lang w:val="sr-Cyrl-BA"/>
        </w:rPr>
        <w:t>1,7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C2261E">
        <w:rPr>
          <w:iCs/>
          <w:lang w:val="sr-Cyrl-BA"/>
        </w:rPr>
        <w:t xml:space="preserve">), </w:t>
      </w:r>
      <w:r>
        <w:rPr>
          <w:iCs/>
          <w:lang w:val="sr-Cyrl-RS"/>
        </w:rPr>
        <w:t>prihoda</w:t>
      </w:r>
      <w:r w:rsidR="004B37B9" w:rsidRPr="00C2261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novčanih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kazni</w:t>
      </w:r>
      <w:r w:rsidR="004B37B9" w:rsidRPr="00C2261E">
        <w:rPr>
          <w:iCs/>
          <w:lang w:val="sr-Cyrl-BA"/>
        </w:rPr>
        <w:t xml:space="preserve"> (0,5 </w:t>
      </w:r>
      <w:r>
        <w:rPr>
          <w:iCs/>
          <w:lang w:val="sr-Cyrl-BA"/>
        </w:rPr>
        <w:t>miliona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C2261E">
        <w:rPr>
          <w:iCs/>
          <w:lang w:val="sr-Cyrl-BA"/>
        </w:rPr>
        <w:t xml:space="preserve">), </w:t>
      </w:r>
      <w:r>
        <w:rPr>
          <w:iCs/>
          <w:lang w:val="sr-Cyrl-BA"/>
        </w:rPr>
        <w:t>prihoda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finansijske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nefinansijske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imovine</w:t>
      </w:r>
      <w:r w:rsidR="004B37B9" w:rsidRPr="00C2261E">
        <w:rPr>
          <w:iCs/>
          <w:lang w:val="sr-Cyrl-BA"/>
        </w:rPr>
        <w:t xml:space="preserve"> (0,3 </w:t>
      </w:r>
      <w:r>
        <w:rPr>
          <w:iCs/>
          <w:lang w:val="sr-Cyrl-BA"/>
        </w:rPr>
        <w:t>miliona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C2261E">
        <w:rPr>
          <w:iCs/>
          <w:lang w:val="sr-Cyrl-BA"/>
        </w:rPr>
        <w:t xml:space="preserve">), </w:t>
      </w:r>
      <w:r>
        <w:rPr>
          <w:iCs/>
          <w:lang w:val="sr-Cyrl-BA"/>
        </w:rPr>
        <w:t>te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republičkih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sudskih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taksi</w:t>
      </w:r>
      <w:r w:rsidR="004B37B9" w:rsidRPr="00C2261E">
        <w:rPr>
          <w:iCs/>
          <w:lang w:val="sr-Cyrl-BA"/>
        </w:rPr>
        <w:t xml:space="preserve"> (0,1 </w:t>
      </w:r>
      <w:r>
        <w:rPr>
          <w:iCs/>
          <w:lang w:val="sr-Cyrl-BA"/>
        </w:rPr>
        <w:t>milion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C2261E">
        <w:rPr>
          <w:iCs/>
          <w:lang w:val="sr-Cyrl-BA"/>
        </w:rPr>
        <w:t xml:space="preserve">). </w:t>
      </w:r>
    </w:p>
    <w:p w:rsidR="004B37B9" w:rsidRPr="00C2261E" w:rsidRDefault="004B37B9" w:rsidP="00C2261E">
      <w:pPr>
        <w:ind w:firstLine="720"/>
        <w:jc w:val="both"/>
        <w:rPr>
          <w:iCs/>
          <w:lang w:val="sr-Cyrl-BA"/>
        </w:rPr>
      </w:pPr>
    </w:p>
    <w:p w:rsidR="004B37B9" w:rsidRPr="00C2261E" w:rsidRDefault="00717223" w:rsidP="00C2261E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Grantovi</w:t>
      </w:r>
    </w:p>
    <w:p w:rsidR="004B37B9" w:rsidRPr="00C2261E" w:rsidRDefault="004B37B9" w:rsidP="00C2261E">
      <w:pPr>
        <w:jc w:val="both"/>
        <w:rPr>
          <w:iCs/>
          <w:lang w:val="sr-Cyrl-BA"/>
        </w:rPr>
      </w:pPr>
    </w:p>
    <w:p w:rsidR="004B37B9" w:rsidRPr="00C2261E" w:rsidRDefault="00717223" w:rsidP="00C2261E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Grantovi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Prijedlogom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1E37C4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2261E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C2261E">
        <w:rPr>
          <w:iCs/>
          <w:lang w:val="sr-Cyrl-BA"/>
        </w:rPr>
        <w:t xml:space="preserve"> </w:t>
      </w:r>
      <w:r w:rsidR="005146A2">
        <w:rPr>
          <w:iCs/>
          <w:lang w:val="sr-Cyrl-BA"/>
        </w:rPr>
        <w:t xml:space="preserve">2.000 </w:t>
      </w:r>
      <w:r>
        <w:rPr>
          <w:iCs/>
          <w:lang w:val="sr-Cyrl-BA"/>
        </w:rPr>
        <w:t>KM</w:t>
      </w:r>
      <w:r w:rsidR="004B37B9" w:rsidRPr="00C2261E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ova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B37B9" w:rsidRPr="00C2261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2261E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B37B9" w:rsidRPr="00C2261E">
        <w:rPr>
          <w:iCs/>
          <w:lang w:val="sr-Cyrl-BA"/>
        </w:rPr>
        <w:t>.</w:t>
      </w:r>
    </w:p>
    <w:p w:rsidR="004B37B9" w:rsidRPr="00C2261E" w:rsidRDefault="004B37B9" w:rsidP="00C2261E">
      <w:pPr>
        <w:ind w:firstLine="720"/>
        <w:jc w:val="both"/>
        <w:rPr>
          <w:iCs/>
          <w:color w:val="FF0000"/>
          <w:lang w:val="sr-Cyrl-BA"/>
        </w:rPr>
      </w:pPr>
    </w:p>
    <w:p w:rsidR="004B37B9" w:rsidRPr="00C2261E" w:rsidRDefault="00717223" w:rsidP="00C2261E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Transferi</w:t>
      </w:r>
      <w:r w:rsidR="004B37B9" w:rsidRPr="00C2261E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između</w:t>
      </w:r>
      <w:r w:rsidR="004B37B9" w:rsidRPr="00C2261E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ili</w:t>
      </w:r>
      <w:r w:rsidR="004B37B9" w:rsidRPr="00C2261E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unutar</w:t>
      </w:r>
      <w:r w:rsidR="004B37B9" w:rsidRPr="00C2261E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jedinica</w:t>
      </w:r>
      <w:r w:rsidR="004B37B9" w:rsidRPr="00C2261E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vlasti</w:t>
      </w:r>
    </w:p>
    <w:p w:rsidR="004B37B9" w:rsidRPr="004B37B9" w:rsidRDefault="004B37B9" w:rsidP="004B37B9">
      <w:pPr>
        <w:jc w:val="both"/>
        <w:rPr>
          <w:iCs/>
          <w:highlight w:val="yellow"/>
          <w:lang w:val="sr-Cyrl-BA"/>
        </w:rPr>
      </w:pPr>
    </w:p>
    <w:p w:rsidR="004B37B9" w:rsidRPr="00C84C89" w:rsidRDefault="00717223" w:rsidP="004B37B9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Transferi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unutar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jedinica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C84C89">
        <w:rPr>
          <w:iCs/>
          <w:lang w:val="sr-Cyrl-BA"/>
        </w:rPr>
        <w:t xml:space="preserve"> 1</w:t>
      </w:r>
      <w:r w:rsidR="005146A2">
        <w:rPr>
          <w:iCs/>
          <w:lang w:val="sr-Cyrl-BA"/>
        </w:rPr>
        <w:t>,0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milion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C84C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C84C89">
        <w:rPr>
          <w:iCs/>
          <w:lang w:val="sr-Cyrl-BA"/>
        </w:rPr>
        <w:t xml:space="preserve"> 0,7 </w:t>
      </w:r>
      <w:r>
        <w:rPr>
          <w:iCs/>
          <w:lang w:val="sr-Cyrl-BA"/>
        </w:rPr>
        <w:t>miliona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84C89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B37B9" w:rsidRPr="00C84C89">
        <w:rPr>
          <w:iCs/>
          <w:lang w:val="sr-Cyrl-BA"/>
        </w:rPr>
        <w:t>.</w:t>
      </w:r>
    </w:p>
    <w:p w:rsidR="004B37B9" w:rsidRPr="00C84C89" w:rsidRDefault="004B37B9" w:rsidP="004B37B9">
      <w:pPr>
        <w:jc w:val="both"/>
        <w:rPr>
          <w:iCs/>
          <w:color w:val="FF0000"/>
          <w:lang w:val="sr-Cyrl-BA"/>
        </w:rPr>
      </w:pPr>
    </w:p>
    <w:p w:rsidR="004B37B9" w:rsidRPr="00C84C89" w:rsidRDefault="00717223" w:rsidP="004B37B9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Primici</w:t>
      </w:r>
      <w:r w:rsidR="004B37B9" w:rsidRPr="00C84C89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za</w:t>
      </w:r>
      <w:r w:rsidR="004B37B9" w:rsidRPr="00C84C89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nefinansijsku</w:t>
      </w:r>
      <w:r w:rsidR="004B37B9" w:rsidRPr="00C84C89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imovinu</w:t>
      </w:r>
    </w:p>
    <w:p w:rsidR="004B37B9" w:rsidRPr="00C84C89" w:rsidRDefault="004B37B9" w:rsidP="004B37B9">
      <w:pPr>
        <w:jc w:val="both"/>
        <w:rPr>
          <w:iCs/>
          <w:lang w:val="sr-Cyrl-BA"/>
        </w:rPr>
      </w:pPr>
    </w:p>
    <w:p w:rsidR="004B37B9" w:rsidRPr="004B37B9" w:rsidRDefault="00717223" w:rsidP="004B37B9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Primici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C84C89">
        <w:rPr>
          <w:iCs/>
          <w:lang w:val="sr-Cyrl-BA"/>
        </w:rPr>
        <w:t xml:space="preserve"> 1,7 </w:t>
      </w:r>
      <w:r>
        <w:rPr>
          <w:iCs/>
          <w:lang w:val="sr-Cyrl-BA"/>
        </w:rPr>
        <w:t>miliona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C84C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B37B9" w:rsidRPr="00C84C89">
        <w:rPr>
          <w:iCs/>
          <w:lang w:val="sr-Cyrl-BA"/>
        </w:rPr>
        <w:t xml:space="preserve"> 0,9 </w:t>
      </w:r>
      <w:r>
        <w:rPr>
          <w:iCs/>
          <w:lang w:val="sr-Cyrl-BA"/>
        </w:rPr>
        <w:t>miliona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B37B9" w:rsidRPr="00C84C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B37B9" w:rsidRPr="00C84C89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B37B9" w:rsidRPr="009B3260">
        <w:rPr>
          <w:iCs/>
          <w:lang w:val="sr-Cyrl-BA"/>
        </w:rPr>
        <w:t>.</w:t>
      </w:r>
    </w:p>
    <w:p w:rsidR="004B37B9" w:rsidRPr="004B37B9" w:rsidRDefault="004B37B9" w:rsidP="004B37B9">
      <w:pPr>
        <w:ind w:firstLine="720"/>
        <w:jc w:val="both"/>
        <w:rPr>
          <w:color w:val="FF0000"/>
          <w:lang w:val="sr-Cyrl-BA"/>
        </w:rPr>
      </w:pPr>
    </w:p>
    <w:p w:rsidR="004B37B9" w:rsidRDefault="004B37B9" w:rsidP="004B37B9">
      <w:pPr>
        <w:spacing w:before="60" w:after="120"/>
        <w:jc w:val="both"/>
        <w:rPr>
          <w:b/>
          <w:highlight w:val="yellow"/>
          <w:lang w:val="sr-Cyrl-RS"/>
        </w:rPr>
      </w:pPr>
    </w:p>
    <w:p w:rsidR="001F3227" w:rsidRDefault="00717223" w:rsidP="001F3227">
      <w:pPr>
        <w:spacing w:before="60" w:after="60"/>
        <w:jc w:val="both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UKUPNA</w:t>
      </w:r>
      <w:r w:rsidR="001F3227" w:rsidRPr="00C9640D">
        <w:rPr>
          <w:b/>
          <w:sz w:val="28"/>
          <w:szCs w:val="28"/>
          <w:lang w:val="sr-Cyrl-RS"/>
        </w:rPr>
        <w:t xml:space="preserve"> </w:t>
      </w:r>
      <w:r>
        <w:rPr>
          <w:b/>
          <w:sz w:val="28"/>
          <w:szCs w:val="28"/>
          <w:lang w:val="sr-Cyrl-RS"/>
        </w:rPr>
        <w:t>BUDžETSKA</w:t>
      </w:r>
      <w:r w:rsidR="001F3227" w:rsidRPr="00C9640D">
        <w:rPr>
          <w:b/>
          <w:sz w:val="28"/>
          <w:szCs w:val="28"/>
          <w:lang w:val="sr-Cyrl-RS"/>
        </w:rPr>
        <w:t xml:space="preserve"> </w:t>
      </w:r>
      <w:r>
        <w:rPr>
          <w:b/>
          <w:sz w:val="28"/>
          <w:szCs w:val="28"/>
          <w:lang w:val="sr-Cyrl-RS"/>
        </w:rPr>
        <w:t>SREDSTVA</w:t>
      </w:r>
      <w:r w:rsidR="00711007">
        <w:rPr>
          <w:b/>
          <w:sz w:val="28"/>
          <w:szCs w:val="28"/>
          <w:lang w:val="sr-Latn-BA"/>
        </w:rPr>
        <w:t xml:space="preserve"> - </w:t>
      </w:r>
      <w:r>
        <w:rPr>
          <w:b/>
          <w:sz w:val="28"/>
          <w:szCs w:val="28"/>
          <w:lang w:val="sr-Cyrl-RS"/>
        </w:rPr>
        <w:t>FOND</w:t>
      </w:r>
      <w:r w:rsidR="00F6582C">
        <w:rPr>
          <w:b/>
          <w:sz w:val="28"/>
          <w:szCs w:val="28"/>
          <w:lang w:val="sr-Cyrl-RS"/>
        </w:rPr>
        <w:t xml:space="preserve"> 01</w:t>
      </w:r>
    </w:p>
    <w:p w:rsidR="00F6582C" w:rsidRPr="00C9640D" w:rsidRDefault="00F6582C" w:rsidP="001F3227">
      <w:pPr>
        <w:spacing w:before="60" w:after="60"/>
        <w:jc w:val="both"/>
        <w:rPr>
          <w:b/>
          <w:sz w:val="28"/>
          <w:szCs w:val="28"/>
          <w:lang w:val="sr-Cyrl-RS"/>
        </w:rPr>
      </w:pPr>
    </w:p>
    <w:p w:rsidR="004C06C5" w:rsidRPr="00C9640D" w:rsidRDefault="00717223" w:rsidP="00E4689C">
      <w:pPr>
        <w:spacing w:before="60" w:after="60"/>
        <w:ind w:firstLine="709"/>
        <w:jc w:val="both"/>
        <w:rPr>
          <w:lang w:val="sr-Cyrl-BA"/>
        </w:rPr>
      </w:pPr>
      <w:r>
        <w:rPr>
          <w:lang w:val="sr-Cyrl-BA"/>
        </w:rPr>
        <w:t>Ukupna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budžetska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sredstva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planirana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drugim</w:t>
      </w:r>
      <w:r w:rsidR="00A30968" w:rsidRPr="00C9640D">
        <w:rPr>
          <w:lang w:val="sr-Cyrl-BA"/>
        </w:rPr>
        <w:t xml:space="preserve"> </w:t>
      </w:r>
      <w:r>
        <w:rPr>
          <w:lang w:val="sr-Cyrl-BA"/>
        </w:rPr>
        <w:t>rebalansom</w:t>
      </w:r>
      <w:r w:rsidR="007B2BE8" w:rsidRPr="00C9640D">
        <w:rPr>
          <w:lang w:val="sr-Cyrl-BA"/>
        </w:rPr>
        <w:t xml:space="preserve"> </w:t>
      </w:r>
      <w:r>
        <w:rPr>
          <w:lang w:val="sr-Cyrl-BA"/>
        </w:rPr>
        <w:t>Budžeta</w:t>
      </w:r>
      <w:r w:rsidR="007B2BE8" w:rsidRPr="00C9640D">
        <w:rPr>
          <w:lang w:val="sr-Cyrl-BA"/>
        </w:rPr>
        <w:t xml:space="preserve"> </w:t>
      </w:r>
      <w:r>
        <w:rPr>
          <w:lang w:val="sr-Cyrl-BA"/>
        </w:rPr>
        <w:t>Republike</w:t>
      </w:r>
      <w:r w:rsidR="007B2BE8" w:rsidRPr="00C9640D">
        <w:rPr>
          <w:lang w:val="sr-Cyrl-BA"/>
        </w:rPr>
        <w:t xml:space="preserve"> </w:t>
      </w:r>
      <w:r>
        <w:rPr>
          <w:lang w:val="sr-Cyrl-BA"/>
        </w:rPr>
        <w:t>Srpske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za</w:t>
      </w:r>
      <w:r w:rsidR="001F3227" w:rsidRPr="00C9640D">
        <w:rPr>
          <w:lang w:val="sr-Cyrl-BA"/>
        </w:rPr>
        <w:t xml:space="preserve"> </w:t>
      </w:r>
      <w:r w:rsidR="009C53CE" w:rsidRPr="00C9640D">
        <w:rPr>
          <w:lang w:val="sr-Cyrl-BA"/>
        </w:rPr>
        <w:t>2025</w:t>
      </w:r>
      <w:r w:rsidR="001F3227" w:rsidRPr="00C9640D">
        <w:rPr>
          <w:lang w:val="sr-Cyrl-BA"/>
        </w:rPr>
        <w:t xml:space="preserve">. </w:t>
      </w:r>
      <w:r>
        <w:rPr>
          <w:lang w:val="sr-Cyrl-BA"/>
        </w:rPr>
        <w:t>godinu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iznose</w:t>
      </w:r>
      <w:r w:rsidR="001F3227" w:rsidRPr="00C9640D">
        <w:rPr>
          <w:lang w:val="sr-Cyrl-BA"/>
        </w:rPr>
        <w:t xml:space="preserve"> </w:t>
      </w:r>
      <w:r w:rsidR="00C9640D">
        <w:rPr>
          <w:lang w:val="sr-Cyrl-RS"/>
        </w:rPr>
        <w:t>6.750</w:t>
      </w:r>
      <w:r w:rsidR="0004218E" w:rsidRPr="00C9640D">
        <w:rPr>
          <w:lang w:val="sr-Cyrl-RS"/>
        </w:rPr>
        <w:t>,0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miliona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KM</w:t>
      </w:r>
      <w:r w:rsidR="001F3227" w:rsidRPr="00C9640D">
        <w:rPr>
          <w:lang w:val="sr-Cyrl-BA"/>
        </w:rPr>
        <w:t xml:space="preserve">, </w:t>
      </w:r>
      <w:r>
        <w:rPr>
          <w:lang w:val="sr-Cyrl-BA"/>
        </w:rPr>
        <w:t>što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94920" w:rsidRPr="00C9640D">
        <w:rPr>
          <w:lang w:val="sr-Cyrl-BA"/>
        </w:rPr>
        <w:t xml:space="preserve"> </w:t>
      </w:r>
      <w:r>
        <w:rPr>
          <w:lang w:val="sr-Cyrl-BA"/>
        </w:rPr>
        <w:t>uvećanje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od</w:t>
      </w:r>
      <w:r w:rsidR="00126C1A" w:rsidRPr="00C9640D">
        <w:t xml:space="preserve"> </w:t>
      </w:r>
      <w:r w:rsidR="00C9640D">
        <w:rPr>
          <w:lang w:val="sr-Cyrl-RS"/>
        </w:rPr>
        <w:t>260</w:t>
      </w:r>
      <w:r w:rsidR="0004218E" w:rsidRPr="00C9640D">
        <w:rPr>
          <w:lang w:val="sr-Cyrl-RS"/>
        </w:rPr>
        <w:t>,0</w:t>
      </w:r>
      <w:r w:rsidR="00126C1A" w:rsidRPr="00C9640D">
        <w:t xml:space="preserve"> </w:t>
      </w:r>
      <w:r>
        <w:rPr>
          <w:lang w:val="sr-Cyrl-RS"/>
        </w:rPr>
        <w:t>miliona</w:t>
      </w:r>
      <w:r w:rsidR="00126C1A" w:rsidRPr="00C9640D">
        <w:rPr>
          <w:lang w:val="sr-Cyrl-RS"/>
        </w:rPr>
        <w:t xml:space="preserve"> </w:t>
      </w:r>
      <w:r>
        <w:rPr>
          <w:lang w:val="sr-Cyrl-RS"/>
        </w:rPr>
        <w:t>KM</w:t>
      </w:r>
      <w:r w:rsidR="00126C1A" w:rsidRPr="00C9640D">
        <w:rPr>
          <w:lang w:val="sr-Cyrl-RS"/>
        </w:rPr>
        <w:t xml:space="preserve">, </w:t>
      </w:r>
      <w:r>
        <w:rPr>
          <w:lang w:val="sr-Cyrl-RS"/>
        </w:rPr>
        <w:t>odnosno</w:t>
      </w:r>
      <w:r w:rsidR="00126C1A" w:rsidRPr="00C9640D">
        <w:rPr>
          <w:lang w:val="sr-Cyrl-BA"/>
        </w:rPr>
        <w:t xml:space="preserve"> </w:t>
      </w:r>
      <w:r w:rsidR="00C9640D">
        <w:rPr>
          <w:lang w:val="sr-Cyrl-BA"/>
        </w:rPr>
        <w:t>4</w:t>
      </w:r>
      <w:r w:rsidR="000B68CF" w:rsidRPr="00C9640D">
        <w:rPr>
          <w:lang w:val="sr-Cyrl-RS"/>
        </w:rPr>
        <w:t>,</w:t>
      </w:r>
      <w:r w:rsidR="00C9640D">
        <w:rPr>
          <w:lang w:val="sr-Cyrl-RS"/>
        </w:rPr>
        <w:t>0</w:t>
      </w:r>
      <w:r w:rsidR="007C44FE" w:rsidRPr="00C9640D">
        <w:rPr>
          <w:lang w:val="sr-Cyrl-RS"/>
        </w:rPr>
        <w:t xml:space="preserve"> </w:t>
      </w:r>
      <w:r w:rsidR="00126C1A" w:rsidRPr="00C9640D">
        <w:rPr>
          <w:lang w:val="sr-Cyrl-BA"/>
        </w:rPr>
        <w:t xml:space="preserve">% </w:t>
      </w:r>
      <w:r>
        <w:rPr>
          <w:lang w:val="sr-Cyrl-BA"/>
        </w:rPr>
        <w:t>u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odnosu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na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ista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predviđena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Rebalansom</w:t>
      </w:r>
      <w:r w:rsidR="00361555" w:rsidRPr="00C9640D">
        <w:rPr>
          <w:lang w:val="sr-Cyrl-BA"/>
        </w:rPr>
        <w:t xml:space="preserve"> </w:t>
      </w:r>
      <w:r>
        <w:rPr>
          <w:lang w:val="sr-Cyrl-BA"/>
        </w:rPr>
        <w:t>Budžeta</w:t>
      </w:r>
      <w:r w:rsidR="001F3227" w:rsidRPr="00C9640D">
        <w:rPr>
          <w:lang w:val="sr-Cyrl-BA"/>
        </w:rPr>
        <w:t xml:space="preserve"> </w:t>
      </w:r>
      <w:r>
        <w:rPr>
          <w:lang w:val="sr-Cyrl-BA"/>
        </w:rPr>
        <w:t>za</w:t>
      </w:r>
      <w:r w:rsidR="001F3227" w:rsidRPr="00C9640D">
        <w:rPr>
          <w:lang w:val="sr-Cyrl-BA"/>
        </w:rPr>
        <w:t xml:space="preserve"> </w:t>
      </w:r>
      <w:r w:rsidR="009C53CE" w:rsidRPr="00C9640D">
        <w:rPr>
          <w:lang w:val="sr-Cyrl-BA"/>
        </w:rPr>
        <w:t>2025</w:t>
      </w:r>
      <w:r w:rsidR="00126C1A" w:rsidRPr="00C9640D">
        <w:rPr>
          <w:lang w:val="sr-Cyrl-BA"/>
        </w:rPr>
        <w:t xml:space="preserve">. </w:t>
      </w:r>
      <w:r>
        <w:rPr>
          <w:lang w:val="sr-Cyrl-BA"/>
        </w:rPr>
        <w:t>godinu</w:t>
      </w:r>
      <w:r w:rsidR="00126C1A" w:rsidRPr="00C9640D">
        <w:rPr>
          <w:lang w:val="sr-Cyrl-BA"/>
        </w:rPr>
        <w:t>.</w:t>
      </w:r>
    </w:p>
    <w:p w:rsidR="001F3227" w:rsidRDefault="00717223" w:rsidP="00E4689C">
      <w:pPr>
        <w:spacing w:before="60" w:after="60"/>
        <w:ind w:firstLine="709"/>
        <w:jc w:val="both"/>
        <w:rPr>
          <w:lang w:val="sr-Cyrl-BA"/>
        </w:rPr>
      </w:pPr>
      <w:r>
        <w:rPr>
          <w:lang w:val="sr-Cyrl-BA"/>
        </w:rPr>
        <w:lastRenderedPageBreak/>
        <w:t>Ukupna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budžetska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sredstva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pored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poreskih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i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neporeskih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prihoda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uključuju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i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primitke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u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ukupnom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iznosu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od</w:t>
      </w:r>
      <w:r w:rsidR="0043236B" w:rsidRPr="00C9640D">
        <w:rPr>
          <w:lang w:val="sr-Cyrl-BA"/>
        </w:rPr>
        <w:t xml:space="preserve"> </w:t>
      </w:r>
      <w:r w:rsidR="0018561B">
        <w:rPr>
          <w:lang w:val="sr-Cyrl-BA"/>
        </w:rPr>
        <w:t>1.</w:t>
      </w:r>
      <w:r w:rsidR="005F38D4">
        <w:rPr>
          <w:lang w:val="sr-Cyrl-BA"/>
        </w:rPr>
        <w:t>277,1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miliona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KM</w:t>
      </w:r>
      <w:r w:rsidR="0043236B" w:rsidRPr="00C9640D">
        <w:rPr>
          <w:lang w:val="sr-Cyrl-BA"/>
        </w:rPr>
        <w:t xml:space="preserve">, </w:t>
      </w:r>
      <w:r>
        <w:rPr>
          <w:lang w:val="sr-Cyrl-BA"/>
        </w:rPr>
        <w:t>koji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se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odnose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na</w:t>
      </w:r>
      <w:r w:rsidR="007C46E4" w:rsidRPr="00C9640D">
        <w:rPr>
          <w:lang w:val="sr-Cyrl-BA"/>
        </w:rPr>
        <w:t xml:space="preserve"> </w:t>
      </w:r>
      <w:r>
        <w:rPr>
          <w:lang w:val="sr-Cyrl-BA"/>
        </w:rPr>
        <w:t>primitke</w:t>
      </w:r>
      <w:r w:rsidR="007C46E4" w:rsidRPr="00C9640D">
        <w:rPr>
          <w:lang w:val="sr-Cyrl-BA"/>
        </w:rPr>
        <w:t xml:space="preserve"> </w:t>
      </w:r>
      <w:r>
        <w:rPr>
          <w:lang w:val="sr-Cyrl-BA"/>
        </w:rPr>
        <w:t>za</w:t>
      </w:r>
      <w:r w:rsidR="007C46E4" w:rsidRPr="00C9640D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7C46E4" w:rsidRPr="00C9640D">
        <w:rPr>
          <w:lang w:val="sr-Cyrl-BA"/>
        </w:rPr>
        <w:t xml:space="preserve"> </w:t>
      </w:r>
      <w:r>
        <w:rPr>
          <w:lang w:val="sr-Cyrl-BA"/>
        </w:rPr>
        <w:t>imovinu</w:t>
      </w:r>
      <w:r w:rsidR="007C46E4" w:rsidRPr="00C9640D">
        <w:rPr>
          <w:lang w:val="sr-Cyrl-BA"/>
        </w:rPr>
        <w:t xml:space="preserve">, </w:t>
      </w:r>
      <w:r>
        <w:rPr>
          <w:lang w:val="sr-Cyrl-BA"/>
        </w:rPr>
        <w:t>primitke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od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43236B" w:rsidRPr="00C9640D">
        <w:rPr>
          <w:lang w:val="sr-Cyrl-BA"/>
        </w:rPr>
        <w:t xml:space="preserve"> </w:t>
      </w:r>
      <w:r>
        <w:rPr>
          <w:lang w:val="sr-Cyrl-BA"/>
        </w:rPr>
        <w:t>imovine</w:t>
      </w:r>
      <w:r w:rsidR="0043236B" w:rsidRPr="00C9640D">
        <w:rPr>
          <w:lang w:val="sr-Cyrl-BA"/>
        </w:rPr>
        <w:t xml:space="preserve">, </w:t>
      </w:r>
      <w:r>
        <w:rPr>
          <w:lang w:val="sr-Cyrl-BA"/>
        </w:rPr>
        <w:t>primitke</w:t>
      </w:r>
      <w:r w:rsidR="00B94920" w:rsidRPr="00C9640D">
        <w:rPr>
          <w:lang w:val="sr-Cyrl-BA"/>
        </w:rPr>
        <w:t xml:space="preserve"> </w:t>
      </w:r>
      <w:r>
        <w:rPr>
          <w:lang w:val="sr-Cyrl-BA"/>
        </w:rPr>
        <w:t>od</w:t>
      </w:r>
      <w:r w:rsidR="00B94920" w:rsidRPr="00C9640D">
        <w:rPr>
          <w:lang w:val="sr-Cyrl-BA"/>
        </w:rPr>
        <w:t xml:space="preserve"> </w:t>
      </w:r>
      <w:r>
        <w:rPr>
          <w:lang w:val="sr-Cyrl-BA"/>
        </w:rPr>
        <w:t>zaduživanja</w:t>
      </w:r>
      <w:r w:rsidR="00B94920" w:rsidRPr="00C9640D">
        <w:rPr>
          <w:lang w:val="sr-Cyrl-BA"/>
        </w:rPr>
        <w:t>,</w:t>
      </w:r>
      <w:r w:rsidR="002B7280" w:rsidRPr="00C9640D">
        <w:rPr>
          <w:lang w:val="sr-Cyrl-BA"/>
        </w:rPr>
        <w:t xml:space="preserve"> </w:t>
      </w:r>
      <w:r>
        <w:rPr>
          <w:lang w:val="sr-Cyrl-BA"/>
        </w:rPr>
        <w:t>te</w:t>
      </w:r>
      <w:r w:rsidR="00B94920" w:rsidRPr="00C9640D">
        <w:rPr>
          <w:lang w:val="sr-Cyrl-BA"/>
        </w:rPr>
        <w:t xml:space="preserve"> </w:t>
      </w:r>
      <w:r>
        <w:rPr>
          <w:lang w:val="sr-Cyrl-BA"/>
        </w:rPr>
        <w:t>ostale</w:t>
      </w:r>
      <w:r w:rsidR="00B94920" w:rsidRPr="00C9640D">
        <w:rPr>
          <w:lang w:val="sr-Cyrl-BA"/>
        </w:rPr>
        <w:t xml:space="preserve"> </w:t>
      </w:r>
      <w:r>
        <w:rPr>
          <w:lang w:val="sr-Cyrl-BA"/>
        </w:rPr>
        <w:t>primitke</w:t>
      </w:r>
      <w:r w:rsidR="00B94920" w:rsidRPr="00C9640D">
        <w:rPr>
          <w:lang w:val="sr-Cyrl-BA"/>
        </w:rPr>
        <w:t>.</w:t>
      </w:r>
    </w:p>
    <w:p w:rsidR="00881864" w:rsidRPr="00665589" w:rsidRDefault="00881864" w:rsidP="00E4689C">
      <w:pPr>
        <w:spacing w:before="60" w:after="60"/>
        <w:ind w:firstLine="709"/>
        <w:jc w:val="both"/>
        <w:rPr>
          <w:lang w:val="sr-Cyrl-BA"/>
        </w:rPr>
      </w:pPr>
    </w:p>
    <w:p w:rsidR="00B3567F" w:rsidRDefault="00B3567F" w:rsidP="001F3227">
      <w:pPr>
        <w:spacing w:before="60" w:after="60"/>
        <w:jc w:val="both"/>
        <w:rPr>
          <w:lang w:val="sr-Cyrl-BA"/>
        </w:rPr>
      </w:pPr>
    </w:p>
    <w:p w:rsidR="00F6582C" w:rsidRPr="00F6582C" w:rsidRDefault="00717223" w:rsidP="00F6582C">
      <w:pPr>
        <w:spacing w:before="60" w:after="60"/>
        <w:jc w:val="both"/>
        <w:rPr>
          <w:b/>
          <w:lang w:val="sr-Cyrl-BA"/>
        </w:rPr>
      </w:pPr>
      <w:r>
        <w:rPr>
          <w:b/>
          <w:lang w:val="sr-Cyrl-BA"/>
        </w:rPr>
        <w:t>PRIHODI</w:t>
      </w:r>
      <w:r w:rsidR="00F6582C" w:rsidRPr="00F6582C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F6582C" w:rsidRPr="00F6582C">
        <w:rPr>
          <w:b/>
          <w:lang w:val="sr-Cyrl-BA"/>
        </w:rPr>
        <w:t xml:space="preserve"> </w:t>
      </w:r>
      <w:r>
        <w:rPr>
          <w:b/>
          <w:lang w:val="sr-Cyrl-BA"/>
        </w:rPr>
        <w:t>PRIMICI</w:t>
      </w:r>
      <w:r w:rsidR="00F6582C" w:rsidRPr="00F6582C">
        <w:rPr>
          <w:b/>
          <w:lang w:val="sr-Cyrl-BA"/>
        </w:rPr>
        <w:t xml:space="preserve"> </w:t>
      </w:r>
      <w:r>
        <w:rPr>
          <w:b/>
          <w:lang w:val="sr-Cyrl-BA"/>
        </w:rPr>
        <w:t>BUDžETSKIH</w:t>
      </w:r>
      <w:r w:rsidR="00F6582C" w:rsidRPr="00F6582C">
        <w:rPr>
          <w:b/>
          <w:lang w:val="sr-Cyrl-BA"/>
        </w:rPr>
        <w:t xml:space="preserve"> </w:t>
      </w:r>
      <w:r>
        <w:rPr>
          <w:b/>
          <w:lang w:val="sr-Cyrl-BA"/>
        </w:rPr>
        <w:t>KORISNIKA</w:t>
      </w:r>
      <w:r w:rsidR="00F6582C" w:rsidRPr="00F6582C">
        <w:rPr>
          <w:b/>
          <w:lang w:val="sr-Cyrl-BA"/>
        </w:rPr>
        <w:t xml:space="preserve"> </w:t>
      </w:r>
      <w:r>
        <w:rPr>
          <w:b/>
          <w:lang w:val="sr-Cyrl-BA"/>
        </w:rPr>
        <w:t>OSTVARENI</w:t>
      </w:r>
      <w:r w:rsidR="00F6582C" w:rsidRPr="00F6582C">
        <w:rPr>
          <w:b/>
          <w:lang w:val="sr-Cyrl-BA"/>
        </w:rPr>
        <w:t xml:space="preserve"> </w:t>
      </w:r>
      <w:r>
        <w:rPr>
          <w:b/>
          <w:lang w:val="sr-Cyrl-BA"/>
        </w:rPr>
        <w:t>PO</w:t>
      </w:r>
      <w:r w:rsidR="00F6582C" w:rsidRPr="00F6582C">
        <w:rPr>
          <w:b/>
          <w:lang w:val="sr-Cyrl-BA"/>
        </w:rPr>
        <w:t xml:space="preserve"> </w:t>
      </w:r>
      <w:r>
        <w:rPr>
          <w:b/>
          <w:lang w:val="sr-Cyrl-BA"/>
        </w:rPr>
        <w:t>POSEBNIM</w:t>
      </w:r>
      <w:r w:rsidR="00F6582C" w:rsidRPr="00F6582C">
        <w:rPr>
          <w:b/>
          <w:lang w:val="sr-Cyrl-BA"/>
        </w:rPr>
        <w:t xml:space="preserve"> </w:t>
      </w:r>
      <w:r>
        <w:rPr>
          <w:b/>
          <w:lang w:val="sr-Cyrl-BA"/>
        </w:rPr>
        <w:t>PROPISIMA</w:t>
      </w:r>
      <w:r w:rsidR="00F6582C" w:rsidRPr="00F6582C">
        <w:rPr>
          <w:b/>
          <w:lang w:val="sr-Cyrl-BA"/>
        </w:rPr>
        <w:t xml:space="preserve"> - </w:t>
      </w:r>
      <w:r>
        <w:rPr>
          <w:b/>
          <w:lang w:val="sr-Cyrl-BA"/>
        </w:rPr>
        <w:t>FOND</w:t>
      </w:r>
      <w:r w:rsidR="00F6582C" w:rsidRPr="00F6582C">
        <w:rPr>
          <w:b/>
          <w:lang w:val="sr-Cyrl-BA"/>
        </w:rPr>
        <w:t xml:space="preserve"> (02)</w:t>
      </w:r>
    </w:p>
    <w:p w:rsidR="00F6582C" w:rsidRPr="00F6582C" w:rsidRDefault="00F6582C" w:rsidP="00F6582C">
      <w:pPr>
        <w:spacing w:before="60" w:after="60"/>
        <w:jc w:val="both"/>
        <w:rPr>
          <w:lang w:val="sr-Cyrl-BA"/>
        </w:rPr>
      </w:pPr>
    </w:p>
    <w:p w:rsidR="00F6582C" w:rsidRPr="00665589" w:rsidRDefault="00717223" w:rsidP="00F6582C">
      <w:pPr>
        <w:spacing w:before="60" w:after="60"/>
        <w:jc w:val="both"/>
        <w:rPr>
          <w:lang w:val="sr-Cyrl-BA"/>
        </w:rPr>
      </w:pPr>
      <w:r>
        <w:rPr>
          <w:lang w:val="sr-Cyrl-BA"/>
        </w:rPr>
        <w:t>Pojedini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budžetski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korisnici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skladu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sa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materijalnim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propisima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obavljajući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nadležne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aktivnosti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ostvaruju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vlastite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prihode</w:t>
      </w:r>
      <w:r w:rsidR="00F6582C" w:rsidRPr="00F6582C">
        <w:rPr>
          <w:lang w:val="sr-Cyrl-BA"/>
        </w:rPr>
        <w:t xml:space="preserve">, </w:t>
      </w:r>
      <w:r>
        <w:rPr>
          <w:lang w:val="sr-Cyrl-BA"/>
        </w:rPr>
        <w:t>koji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su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prema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fondovskoj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klasifikaciji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klasifikovani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okviru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fonda</w:t>
      </w:r>
      <w:r w:rsidR="00F6582C" w:rsidRPr="00F6582C">
        <w:rPr>
          <w:lang w:val="sr-Cyrl-BA"/>
        </w:rPr>
        <w:t xml:space="preserve"> (02) - </w:t>
      </w:r>
      <w:r>
        <w:rPr>
          <w:lang w:val="sr-Cyrl-BA"/>
        </w:rPr>
        <w:t>Prihodi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po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posebnim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propisima</w:t>
      </w:r>
      <w:r w:rsidR="00F6582C" w:rsidRPr="00F6582C">
        <w:rPr>
          <w:lang w:val="sr-Cyrl-BA"/>
        </w:rPr>
        <w:t xml:space="preserve">. </w:t>
      </w:r>
      <w:r>
        <w:rPr>
          <w:lang w:val="sr-Cyrl-BA"/>
        </w:rPr>
        <w:t>Način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tr</w:t>
      </w:r>
      <w:r w:rsidR="00F6582C" w:rsidRPr="00F6582C">
        <w:rPr>
          <w:lang w:val="sr-Cyrl-BA"/>
        </w:rPr>
        <w:t>o</w:t>
      </w:r>
      <w:r>
        <w:rPr>
          <w:lang w:val="sr-Cyrl-BA"/>
        </w:rPr>
        <w:t>šenja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prihoda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ostvarenih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po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posebnim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propisima</w:t>
      </w:r>
      <w:r w:rsidR="00F6582C" w:rsidRPr="00F6582C">
        <w:rPr>
          <w:lang w:val="sr-Cyrl-BA"/>
        </w:rPr>
        <w:t xml:space="preserve"> je </w:t>
      </w:r>
      <w:r>
        <w:rPr>
          <w:lang w:val="sr-Cyrl-BA"/>
        </w:rPr>
        <w:t>regulisan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odredbama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Zakona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o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izvršenju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budžeta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Republike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Srpske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za</w:t>
      </w:r>
      <w:r w:rsidR="00F6582C" w:rsidRPr="00F6582C">
        <w:rPr>
          <w:lang w:val="sr-Cyrl-BA"/>
        </w:rPr>
        <w:t xml:space="preserve"> 2025. </w:t>
      </w:r>
      <w:r>
        <w:rPr>
          <w:lang w:val="sr-Cyrl-BA"/>
        </w:rPr>
        <w:t>godinu</w:t>
      </w:r>
      <w:r w:rsidR="00F6582C" w:rsidRPr="00F6582C">
        <w:rPr>
          <w:lang w:val="sr-Cyrl-BA"/>
        </w:rPr>
        <w:t xml:space="preserve">, </w:t>
      </w:r>
      <w:r>
        <w:rPr>
          <w:lang w:val="sr-Cyrl-BA"/>
        </w:rPr>
        <w:t>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isti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su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planirani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iznosu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od</w:t>
      </w:r>
      <w:r w:rsidR="00F6582C" w:rsidRPr="00F6582C">
        <w:rPr>
          <w:lang w:val="sr-Cyrl-BA"/>
        </w:rPr>
        <w:t xml:space="preserve"> </w:t>
      </w:r>
      <w:r w:rsidR="00F6582C">
        <w:rPr>
          <w:lang w:val="sr-Cyrl-BA"/>
        </w:rPr>
        <w:t>341,6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miliona</w:t>
      </w:r>
      <w:r w:rsidR="00F6582C" w:rsidRPr="00F6582C">
        <w:rPr>
          <w:lang w:val="sr-Cyrl-BA"/>
        </w:rPr>
        <w:t xml:space="preserve"> </w:t>
      </w:r>
      <w:r>
        <w:rPr>
          <w:lang w:val="sr-Cyrl-BA"/>
        </w:rPr>
        <w:t>KM</w:t>
      </w:r>
      <w:r w:rsidR="00F6582C" w:rsidRPr="00F6582C">
        <w:rPr>
          <w:lang w:val="sr-Cyrl-BA"/>
        </w:rPr>
        <w:t>.</w:t>
      </w:r>
    </w:p>
    <w:p w:rsidR="00CC6271" w:rsidRPr="00665589" w:rsidRDefault="00CC6271" w:rsidP="001F3227">
      <w:pPr>
        <w:spacing w:before="60" w:after="60"/>
        <w:jc w:val="both"/>
        <w:rPr>
          <w:lang w:val="sr-Cyrl-BA"/>
        </w:rPr>
      </w:pPr>
    </w:p>
    <w:p w:rsidR="005E49EF" w:rsidRPr="00665589" w:rsidRDefault="00717223" w:rsidP="00CC6271">
      <w:pPr>
        <w:pStyle w:val="Header"/>
        <w:spacing w:before="60" w:after="120"/>
        <w:jc w:val="both"/>
        <w:rPr>
          <w:b/>
          <w:iCs/>
          <w:sz w:val="28"/>
          <w:szCs w:val="28"/>
          <w:lang w:val="sr-Cyrl-BA"/>
        </w:rPr>
      </w:pPr>
      <w:r>
        <w:rPr>
          <w:b/>
          <w:iCs/>
          <w:sz w:val="28"/>
          <w:szCs w:val="28"/>
          <w:lang w:val="sr-Cyrl-RS"/>
        </w:rPr>
        <w:t>DRUGI</w:t>
      </w:r>
      <w:r w:rsidR="00977A00" w:rsidRPr="00665589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REBALANS</w:t>
      </w:r>
      <w:r w:rsidR="00CA4400" w:rsidRPr="00665589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BUDžETA</w:t>
      </w:r>
      <w:r w:rsidR="00CA4400" w:rsidRPr="00665589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REPUBLIKE</w:t>
      </w:r>
      <w:r w:rsidR="00CA4400" w:rsidRPr="00665589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SRPSKE</w:t>
      </w:r>
      <w:r w:rsidR="00CA4400" w:rsidRPr="00665589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ZA</w:t>
      </w:r>
      <w:r w:rsidR="00CA4400" w:rsidRPr="00665589">
        <w:rPr>
          <w:b/>
          <w:iCs/>
          <w:sz w:val="28"/>
          <w:szCs w:val="28"/>
          <w:lang w:val="sr-Cyrl-RS"/>
        </w:rPr>
        <w:t xml:space="preserve"> 20</w:t>
      </w:r>
      <w:r w:rsidR="00C35F88">
        <w:rPr>
          <w:b/>
          <w:iCs/>
          <w:sz w:val="28"/>
          <w:szCs w:val="28"/>
          <w:lang w:val="sr-Cyrl-RS"/>
        </w:rPr>
        <w:t>2</w:t>
      </w:r>
      <w:r w:rsidR="000162C8">
        <w:rPr>
          <w:b/>
          <w:iCs/>
          <w:sz w:val="28"/>
          <w:szCs w:val="28"/>
        </w:rPr>
        <w:t>5</w:t>
      </w:r>
      <w:r w:rsidR="00CA4400" w:rsidRPr="00665589">
        <w:rPr>
          <w:b/>
          <w:iCs/>
          <w:sz w:val="28"/>
          <w:szCs w:val="28"/>
          <w:lang w:val="sr-Cyrl-RS"/>
        </w:rPr>
        <w:t xml:space="preserve">. </w:t>
      </w:r>
      <w:r>
        <w:rPr>
          <w:b/>
          <w:iCs/>
          <w:sz w:val="28"/>
          <w:szCs w:val="28"/>
          <w:lang w:val="sr-Cyrl-RS"/>
        </w:rPr>
        <w:t>GODINU</w:t>
      </w:r>
      <w:r w:rsidR="00CA4400" w:rsidRPr="00665589">
        <w:rPr>
          <w:b/>
          <w:iCs/>
          <w:sz w:val="28"/>
          <w:szCs w:val="28"/>
          <w:lang w:val="sr-Cyrl-RS"/>
        </w:rPr>
        <w:t xml:space="preserve"> - </w:t>
      </w:r>
      <w:r>
        <w:rPr>
          <w:b/>
          <w:iCs/>
          <w:sz w:val="28"/>
          <w:szCs w:val="28"/>
          <w:lang w:val="sr-Cyrl-BA"/>
        </w:rPr>
        <w:t>BUDžETSKI</w:t>
      </w:r>
      <w:r w:rsidR="002B79A1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RASHODI</w:t>
      </w:r>
      <w:r w:rsidR="00CA4400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</w:t>
      </w:r>
      <w:r w:rsidR="00CA4400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IZDACI</w:t>
      </w:r>
      <w:r w:rsidR="00A13E84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ZA</w:t>
      </w:r>
      <w:r w:rsidR="00CA4400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NEFINANSIJSKU</w:t>
      </w:r>
      <w:r w:rsidR="00CA4400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IMOVINU</w:t>
      </w:r>
    </w:p>
    <w:p w:rsidR="00ED1C73" w:rsidRPr="00665589" w:rsidRDefault="00ED1C73" w:rsidP="003B50BE">
      <w:pPr>
        <w:pStyle w:val="Header"/>
        <w:spacing w:before="60" w:after="120"/>
        <w:rPr>
          <w:b/>
          <w:iCs/>
          <w:lang w:val="sr-Cyrl-BA"/>
        </w:rPr>
      </w:pPr>
    </w:p>
    <w:p w:rsidR="00AC01F9" w:rsidRDefault="00717223" w:rsidP="00E4689C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Budući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toku</w:t>
      </w:r>
      <w:r w:rsidR="00AC01F9" w:rsidRPr="00AC01F9">
        <w:rPr>
          <w:iCs/>
          <w:lang w:val="sr-Cyrl-BA"/>
        </w:rPr>
        <w:t xml:space="preserve"> 202</w:t>
      </w:r>
      <w:r w:rsidR="00413F90">
        <w:rPr>
          <w:iCs/>
          <w:lang w:val="sr-Latn-BA"/>
        </w:rPr>
        <w:t>5</w:t>
      </w:r>
      <w:r w:rsidR="00AC01F9" w:rsidRPr="00AC01F9">
        <w:rPr>
          <w:iCs/>
          <w:lang w:val="sr-Cyrl-BA"/>
        </w:rPr>
        <w:t xml:space="preserve">. </w:t>
      </w:r>
      <w:r>
        <w:rPr>
          <w:iCs/>
          <w:lang w:val="sr-Cyrl-BA"/>
        </w:rPr>
        <w:t>godine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došlo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promjene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strukturi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visini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AC01F9" w:rsidRPr="00AC01F9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promjene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prioriteta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finansiraju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Ministarstvo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finansija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pokrenulo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proceduru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izrade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donošenja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RS"/>
        </w:rPr>
        <w:t>drugog</w:t>
      </w:r>
      <w:r w:rsidR="00C940B9">
        <w:rPr>
          <w:iCs/>
          <w:lang w:val="sr-Cyrl-RS"/>
        </w:rPr>
        <w:t xml:space="preserve"> </w:t>
      </w:r>
      <w:r>
        <w:rPr>
          <w:iCs/>
          <w:lang w:val="sr-Cyrl-BA"/>
        </w:rPr>
        <w:t>rebalansa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AC01F9" w:rsidRPr="00AC01F9">
        <w:rPr>
          <w:iCs/>
          <w:lang w:val="sr-Cyrl-BA"/>
        </w:rPr>
        <w:t xml:space="preserve"> 202</w:t>
      </w:r>
      <w:r w:rsidR="00413F90">
        <w:rPr>
          <w:iCs/>
          <w:lang w:val="sr-Latn-BA"/>
        </w:rPr>
        <w:t>5</w:t>
      </w:r>
      <w:r w:rsidR="00AC01F9" w:rsidRPr="00AC01F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AC01F9" w:rsidRPr="00AC01F9">
        <w:rPr>
          <w:iCs/>
          <w:lang w:val="sr-Cyrl-BA"/>
        </w:rPr>
        <w:t xml:space="preserve">, </w:t>
      </w:r>
      <w:r>
        <w:rPr>
          <w:iCs/>
          <w:lang w:val="sr-Cyrl-BA"/>
        </w:rPr>
        <w:t>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što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članom</w:t>
      </w:r>
      <w:r w:rsidR="00AC01F9" w:rsidRPr="00AC01F9">
        <w:rPr>
          <w:iCs/>
          <w:lang w:val="sr-Cyrl-BA"/>
        </w:rPr>
        <w:t xml:space="preserve"> 35. </w:t>
      </w:r>
      <w:r>
        <w:rPr>
          <w:iCs/>
          <w:lang w:val="sr-Cyrl-BA"/>
        </w:rPr>
        <w:t>Zakona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sistemu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AC01F9" w:rsidRPr="00AC01F9">
        <w:rPr>
          <w:iCs/>
          <w:lang w:val="sr-Cyrl-BA"/>
        </w:rPr>
        <w:t xml:space="preserve"> („</w:t>
      </w:r>
      <w:r>
        <w:rPr>
          <w:iCs/>
          <w:lang w:val="sr-Cyrl-BA"/>
        </w:rPr>
        <w:t>Službeni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glasnik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5F38D4">
        <w:rPr>
          <w:iCs/>
          <w:lang w:val="sr-Cyrl-BA"/>
        </w:rPr>
        <w:t xml:space="preserve">“, </w:t>
      </w:r>
      <w:r>
        <w:rPr>
          <w:iCs/>
          <w:lang w:val="sr-Cyrl-BA"/>
        </w:rPr>
        <w:t>broj</w:t>
      </w:r>
      <w:r w:rsidR="005F38D4">
        <w:rPr>
          <w:iCs/>
          <w:lang w:val="sr-Cyrl-BA"/>
        </w:rPr>
        <w:t>:</w:t>
      </w:r>
      <w:r w:rsidR="00413F90">
        <w:rPr>
          <w:iCs/>
          <w:lang w:val="sr-Cyrl-BA"/>
        </w:rPr>
        <w:t xml:space="preserve"> 121/12, 52/14, 103/15,</w:t>
      </w:r>
      <w:r w:rsidR="00AC01F9" w:rsidRPr="00AC01F9">
        <w:rPr>
          <w:iCs/>
          <w:lang w:val="sr-Cyrl-BA"/>
        </w:rPr>
        <w:t xml:space="preserve"> 15/16</w:t>
      </w:r>
      <w:r w:rsidR="00413F90">
        <w:rPr>
          <w:iCs/>
          <w:lang w:val="sr-Latn-BA"/>
        </w:rPr>
        <w:t xml:space="preserve"> </w:t>
      </w:r>
      <w:r>
        <w:rPr>
          <w:iCs/>
          <w:lang w:val="sr-Cyrl-BA"/>
        </w:rPr>
        <w:t>i</w:t>
      </w:r>
      <w:r w:rsidR="00413F90">
        <w:rPr>
          <w:iCs/>
          <w:lang w:val="sr-Cyrl-BA"/>
        </w:rPr>
        <w:t xml:space="preserve"> 110/24</w:t>
      </w:r>
      <w:r w:rsidR="00AC01F9" w:rsidRPr="00AC01F9">
        <w:rPr>
          <w:iCs/>
          <w:lang w:val="sr-Cyrl-BA"/>
        </w:rPr>
        <w:t>).</w:t>
      </w:r>
    </w:p>
    <w:p w:rsidR="00746603" w:rsidRPr="00665589" w:rsidRDefault="00717223" w:rsidP="00E4689C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Procedura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izrade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Prijedloga</w:t>
      </w:r>
      <w:r w:rsidR="00F32EA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977A00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35F88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35F88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35F88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35F88">
        <w:rPr>
          <w:iCs/>
          <w:lang w:val="sr-Cyrl-BA"/>
        </w:rPr>
        <w:t xml:space="preserve"> 202</w:t>
      </w:r>
      <w:r w:rsidR="00413F90">
        <w:rPr>
          <w:iCs/>
          <w:lang w:val="sr-Cyrl-BA"/>
        </w:rPr>
        <w:t>5</w:t>
      </w:r>
      <w:r w:rsidR="00746603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započela</w:t>
      </w:r>
      <w:r w:rsidR="0028242D" w:rsidRPr="00665589">
        <w:rPr>
          <w:iCs/>
          <w:lang w:val="sr-Cyrl-BA"/>
        </w:rPr>
        <w:t xml:space="preserve"> </w:t>
      </w:r>
      <w:r>
        <w:rPr>
          <w:iCs/>
          <w:lang w:val="sr-Cyrl-RS"/>
        </w:rPr>
        <w:t>slanjem</w:t>
      </w:r>
      <w:r w:rsidR="00B94920" w:rsidRPr="00665589">
        <w:rPr>
          <w:iCs/>
          <w:lang w:val="sr-Cyrl-RS"/>
        </w:rPr>
        <w:t xml:space="preserve"> </w:t>
      </w:r>
      <w:r>
        <w:rPr>
          <w:iCs/>
          <w:lang w:val="sr-Cyrl-RS"/>
        </w:rPr>
        <w:t>dopisa</w:t>
      </w:r>
      <w:r w:rsidR="00B94920" w:rsidRPr="00665589">
        <w:rPr>
          <w:iCs/>
          <w:lang w:val="sr-Cyrl-RS"/>
        </w:rPr>
        <w:t xml:space="preserve"> </w:t>
      </w:r>
      <w:r>
        <w:rPr>
          <w:iCs/>
          <w:lang w:val="sr-Cyrl-RS"/>
        </w:rPr>
        <w:t>budžetskim</w:t>
      </w:r>
      <w:r w:rsidR="00B94920" w:rsidRPr="00665589">
        <w:rPr>
          <w:iCs/>
          <w:lang w:val="sr-Cyrl-RS"/>
        </w:rPr>
        <w:t xml:space="preserve"> </w:t>
      </w:r>
      <w:r>
        <w:rPr>
          <w:iCs/>
          <w:lang w:val="sr-Cyrl-RS"/>
        </w:rPr>
        <w:t>korisnicima</w:t>
      </w:r>
      <w:r w:rsidR="00B94920" w:rsidRPr="00665589">
        <w:rPr>
          <w:iCs/>
          <w:lang w:val="sr-Cyrl-RS"/>
        </w:rPr>
        <w:t xml:space="preserve"> </w:t>
      </w:r>
      <w:r>
        <w:rPr>
          <w:iCs/>
          <w:lang w:val="sr-Cyrl-BA"/>
        </w:rPr>
        <w:t>sredinom</w:t>
      </w:r>
      <w:r w:rsidR="00413F90">
        <w:rPr>
          <w:iCs/>
          <w:lang w:val="sr-Cyrl-BA"/>
        </w:rPr>
        <w:t xml:space="preserve"> </w:t>
      </w:r>
      <w:r>
        <w:rPr>
          <w:iCs/>
          <w:lang w:val="sr-Cyrl-BA"/>
        </w:rPr>
        <w:t>septembra</w:t>
      </w:r>
      <w:r w:rsidR="00B94920" w:rsidRPr="00665589">
        <w:rPr>
          <w:iCs/>
          <w:lang w:val="sr-Cyrl-RS"/>
        </w:rPr>
        <w:t xml:space="preserve"> 20</w:t>
      </w:r>
      <w:r w:rsidR="00C35F88">
        <w:rPr>
          <w:iCs/>
          <w:lang w:val="sr-Cyrl-RS"/>
        </w:rPr>
        <w:t>2</w:t>
      </w:r>
      <w:r w:rsidR="00413F90">
        <w:rPr>
          <w:iCs/>
          <w:lang w:val="sr-Cyrl-RS"/>
        </w:rPr>
        <w:t>5</w:t>
      </w:r>
      <w:r w:rsidR="00B94920" w:rsidRPr="00665589">
        <w:rPr>
          <w:iCs/>
          <w:lang w:val="sr-Cyrl-RS"/>
        </w:rPr>
        <w:t xml:space="preserve">. </w:t>
      </w:r>
      <w:r>
        <w:rPr>
          <w:iCs/>
          <w:lang w:val="sr-Cyrl-RS"/>
        </w:rPr>
        <w:t>godine</w:t>
      </w:r>
      <w:r w:rsidR="0028242D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kada</w:t>
      </w:r>
      <w:r w:rsidR="0028242D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korisnici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pozvani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dostave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podatke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potrebne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njegovu</w:t>
      </w:r>
      <w:r w:rsidR="0074660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izradu</w:t>
      </w:r>
      <w:r w:rsidR="00746603" w:rsidRPr="00665589">
        <w:rPr>
          <w:iCs/>
          <w:lang w:val="sr-Cyrl-BA"/>
        </w:rPr>
        <w:t>.</w:t>
      </w:r>
    </w:p>
    <w:p w:rsidR="00AC01F9" w:rsidRDefault="00717223" w:rsidP="00F6483D">
      <w:pPr>
        <w:pStyle w:val="Header"/>
        <w:spacing w:before="60" w:after="60"/>
        <w:ind w:firstLine="709"/>
        <w:jc w:val="both"/>
      </w:pPr>
      <w:r>
        <w:rPr>
          <w:iCs/>
          <w:lang w:val="sr-Cyrl-BA"/>
        </w:rPr>
        <w:t>Rebalans</w:t>
      </w:r>
      <w:r w:rsidR="00DE21A2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E21A2" w:rsidRPr="00DE21A2">
        <w:rPr>
          <w:iCs/>
          <w:lang w:val="sr-Cyrl-BA"/>
        </w:rPr>
        <w:t xml:space="preserve"> 202</w:t>
      </w:r>
      <w:r w:rsidR="00F6483D">
        <w:rPr>
          <w:iCs/>
          <w:lang w:val="sr-Cyrl-BA"/>
        </w:rPr>
        <w:t>5</w:t>
      </w:r>
      <w:r w:rsidR="00DE21A2" w:rsidRPr="00DE21A2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korigovan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izvršene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realokacije</w:t>
      </w:r>
      <w:r w:rsidR="00DE21A2" w:rsidRPr="00DE21A2">
        <w:rPr>
          <w:iCs/>
          <w:lang w:val="sr-Cyrl-BA"/>
        </w:rPr>
        <w:t xml:space="preserve">, </w:t>
      </w:r>
      <w:r>
        <w:rPr>
          <w:iCs/>
          <w:lang w:val="sr-Cyrl-BA"/>
        </w:rPr>
        <w:t>uzimajući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obzir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obaveze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prostekle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zakonskih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podzakonskih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akta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tekućoj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godini</w:t>
      </w:r>
      <w:r w:rsidR="00DE21A2" w:rsidRPr="00DE21A2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DE21A2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E21A2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drugih</w:t>
      </w:r>
      <w:r w:rsidR="00DE21A2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vladinih</w:t>
      </w:r>
      <w:r w:rsidR="00DE21A2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politika</w:t>
      </w:r>
      <w:r w:rsidR="00DE21A2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E21A2" w:rsidRPr="009E26A7">
        <w:rPr>
          <w:iCs/>
          <w:lang w:val="sr-Cyrl-BA"/>
        </w:rPr>
        <w:t xml:space="preserve"> </w:t>
      </w:r>
      <w:r>
        <w:rPr>
          <w:iCs/>
          <w:lang w:val="sr-Cyrl-BA"/>
        </w:rPr>
        <w:t>prioriteta</w:t>
      </w:r>
      <w:r w:rsidR="00DE21A2" w:rsidRPr="009E26A7">
        <w:rPr>
          <w:iCs/>
          <w:lang w:val="sr-Cyrl-BA"/>
        </w:rPr>
        <w:t>,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te</w:t>
      </w:r>
      <w:r w:rsidR="00D30E44">
        <w:rPr>
          <w:iCs/>
          <w:lang w:val="sr-Cyrl-BA"/>
        </w:rPr>
        <w:t xml:space="preserve"> </w:t>
      </w:r>
      <w:r>
        <w:rPr>
          <w:iCs/>
          <w:lang w:val="sr-Cyrl-BA"/>
        </w:rPr>
        <w:t>obračun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penzija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Odlukom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vanrednom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usklađivanju</w:t>
      </w:r>
      <w:r w:rsidR="00F6483D">
        <w:rPr>
          <w:iCs/>
          <w:lang w:val="sr-Cyrl-BA"/>
        </w:rPr>
        <w:t xml:space="preserve"> </w:t>
      </w:r>
      <w:r>
        <w:rPr>
          <w:iCs/>
          <w:lang w:val="sr-Cyrl-BA"/>
        </w:rPr>
        <w:t>opšteg</w:t>
      </w:r>
      <w:r w:rsidR="00F6483D">
        <w:rPr>
          <w:iCs/>
          <w:lang w:val="sr-Cyrl-BA"/>
        </w:rPr>
        <w:t xml:space="preserve"> </w:t>
      </w:r>
      <w:r>
        <w:rPr>
          <w:iCs/>
          <w:lang w:val="sr-Cyrl-BA"/>
        </w:rPr>
        <w:t>boda</w:t>
      </w:r>
      <w:r w:rsidR="00F6483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6483D">
        <w:rPr>
          <w:iCs/>
          <w:lang w:val="sr-Cyrl-BA"/>
        </w:rPr>
        <w:t xml:space="preserve"> </w:t>
      </w:r>
      <w:r>
        <w:rPr>
          <w:iCs/>
          <w:lang w:val="sr-Cyrl-BA"/>
        </w:rPr>
        <w:t>penzija</w:t>
      </w:r>
      <w:r w:rsidR="00F6483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obračun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naknad</w:t>
      </w:r>
      <w:r w:rsidR="00F6483D" w:rsidRPr="00F6483D">
        <w:rPr>
          <w:iCs/>
          <w:lang w:val="sr-Cyrl-BA"/>
        </w:rPr>
        <w:t xml:space="preserve">a </w:t>
      </w:r>
      <w:r>
        <w:rPr>
          <w:iCs/>
          <w:lang w:val="sr-Cyrl-BA"/>
        </w:rPr>
        <w:t>korisnicima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prava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boračko</w:t>
      </w:r>
      <w:r w:rsidR="00F6483D" w:rsidRPr="00F6483D">
        <w:rPr>
          <w:iCs/>
          <w:lang w:val="sr-Cyrl-BA"/>
        </w:rPr>
        <w:t xml:space="preserve"> - </w:t>
      </w:r>
      <w:r>
        <w:rPr>
          <w:iCs/>
          <w:lang w:val="sr-Cyrl-BA"/>
        </w:rPr>
        <w:t>invalidske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zaštite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izmijenjenim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Odlukama</w:t>
      </w:r>
      <w:r w:rsidR="00F6483D" w:rsidRPr="00F6483D">
        <w:rPr>
          <w:iCs/>
          <w:lang w:val="sr-Cyrl-BA"/>
        </w:rPr>
        <w:t xml:space="preserve">, </w:t>
      </w:r>
      <w:r>
        <w:rPr>
          <w:iCs/>
          <w:lang w:val="sr-Cyrl-BA"/>
        </w:rPr>
        <w:t>počevši</w:t>
      </w:r>
      <w:r w:rsidR="00F6483D" w:rsidRPr="00F6483D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F6483D" w:rsidRPr="00F6483D">
        <w:rPr>
          <w:iCs/>
          <w:lang w:val="sr-Cyrl-BA"/>
        </w:rPr>
        <w:t xml:space="preserve"> 01. </w:t>
      </w:r>
      <w:r>
        <w:rPr>
          <w:iCs/>
          <w:lang w:val="sr-Cyrl-BA"/>
        </w:rPr>
        <w:t>avgusta</w:t>
      </w:r>
      <w:r w:rsidR="00F6483D" w:rsidRPr="00F6483D">
        <w:rPr>
          <w:iCs/>
          <w:lang w:val="sr-Cyrl-BA"/>
        </w:rPr>
        <w:t xml:space="preserve"> 2025. </w:t>
      </w:r>
      <w:r>
        <w:rPr>
          <w:iCs/>
          <w:lang w:val="sr-Cyrl-BA"/>
        </w:rPr>
        <w:t>godine</w:t>
      </w:r>
      <w:r w:rsidR="00F6483D" w:rsidRPr="00F6483D">
        <w:rPr>
          <w:iCs/>
          <w:lang w:val="sr-Cyrl-BA"/>
        </w:rPr>
        <w:t>,</w:t>
      </w:r>
      <w:r w:rsidR="000458DB">
        <w:rPr>
          <w:iCs/>
          <w:lang w:val="sr-Latn-BA"/>
        </w:rPr>
        <w:t xml:space="preserve"> </w:t>
      </w:r>
      <w:r>
        <w:rPr>
          <w:iCs/>
          <w:lang w:val="sr-Cyrl-BA"/>
        </w:rPr>
        <w:t>uz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iskazivanje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ušteda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pozicijima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gdje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to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postoje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mogućnosti</w:t>
      </w:r>
      <w:r w:rsidR="00DE21A2" w:rsidRPr="00DE21A2">
        <w:rPr>
          <w:iCs/>
          <w:lang w:val="sr-Cyrl-BA"/>
        </w:rPr>
        <w:t xml:space="preserve">, </w:t>
      </w:r>
      <w:r>
        <w:rPr>
          <w:iCs/>
          <w:lang w:val="sr-Cyrl-BA"/>
        </w:rPr>
        <w:t>predstavljao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preliminirni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okvir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drugi</w:t>
      </w:r>
      <w:r w:rsidR="00DE21A2">
        <w:rPr>
          <w:iCs/>
          <w:lang w:val="sr-Cyrl-BA"/>
        </w:rPr>
        <w:t xml:space="preserve"> </w:t>
      </w:r>
      <w:r>
        <w:rPr>
          <w:iCs/>
          <w:lang w:val="sr-Cyrl-BA"/>
        </w:rPr>
        <w:t>Rebalans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E21A2" w:rsidRPr="00DE21A2">
        <w:rPr>
          <w:iCs/>
          <w:lang w:val="sr-Cyrl-BA"/>
        </w:rPr>
        <w:t xml:space="preserve">, </w:t>
      </w:r>
      <w:r>
        <w:rPr>
          <w:iCs/>
          <w:lang w:val="sr-Cyrl-BA"/>
        </w:rPr>
        <w:t>imajući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vidu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strukturu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utrošenih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DE21A2" w:rsidRPr="00DE21A2">
        <w:rPr>
          <w:iCs/>
          <w:lang w:val="sr-Cyrl-BA"/>
        </w:rPr>
        <w:t xml:space="preserve">, </w:t>
      </w:r>
      <w:r>
        <w:rPr>
          <w:iCs/>
          <w:lang w:val="sr-Cyrl-BA"/>
        </w:rPr>
        <w:t>raspoloživih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stvarnih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potreba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kraja</w:t>
      </w:r>
      <w:r w:rsidR="00DE21A2" w:rsidRPr="00DE21A2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DE21A2">
        <w:rPr>
          <w:iCs/>
          <w:lang w:val="sr-Cyrl-BA"/>
        </w:rPr>
        <w:t>.</w:t>
      </w:r>
      <w:r w:rsidR="00AC01F9" w:rsidRPr="00AC01F9">
        <w:t xml:space="preserve"> </w:t>
      </w:r>
    </w:p>
    <w:p w:rsidR="00AC01F9" w:rsidRPr="00AC01F9" w:rsidRDefault="00717223" w:rsidP="00AC01F9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Ministarstvo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finansija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nakon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analize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dostavljenih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zahtjeva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obavljenih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konsultacija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istim</w:t>
      </w:r>
      <w:r w:rsidR="00AC01F9" w:rsidRPr="00AC01F9">
        <w:rPr>
          <w:iCs/>
          <w:lang w:val="sr-Cyrl-BA"/>
        </w:rPr>
        <w:t xml:space="preserve">, </w:t>
      </w:r>
      <w:r>
        <w:rPr>
          <w:iCs/>
          <w:lang w:val="sr-Cyrl-BA"/>
        </w:rPr>
        <w:t>uz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uvažavanje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nastalih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tekućoj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godini</w:t>
      </w:r>
      <w:r w:rsidR="00AC01F9" w:rsidRPr="00AC01F9">
        <w:rPr>
          <w:iCs/>
          <w:lang w:val="sr-Cyrl-BA"/>
        </w:rPr>
        <w:t xml:space="preserve">, </w:t>
      </w:r>
      <w:r>
        <w:rPr>
          <w:iCs/>
          <w:lang w:val="sr-Cyrl-BA"/>
        </w:rPr>
        <w:t>sačinilo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Prijedlog</w:t>
      </w:r>
      <w:r w:rsidR="00AC01F9">
        <w:rPr>
          <w:iCs/>
          <w:lang w:val="sr-Cyrl-BA"/>
        </w:rPr>
        <w:t xml:space="preserve"> </w:t>
      </w:r>
      <w:r>
        <w:rPr>
          <w:iCs/>
          <w:lang w:val="sr-Cyrl-BA"/>
        </w:rPr>
        <w:t>drugog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AC01F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AC01F9" w:rsidRPr="00AC01F9">
        <w:rPr>
          <w:iCs/>
          <w:lang w:val="sr-Cyrl-BA"/>
        </w:rPr>
        <w:t xml:space="preserve"> 20</w:t>
      </w:r>
      <w:r w:rsidR="000458DB">
        <w:rPr>
          <w:iCs/>
          <w:lang w:val="sr-Latn-BA"/>
        </w:rPr>
        <w:t>25</w:t>
      </w:r>
      <w:r w:rsidR="00AC01F9" w:rsidRPr="00AC01F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AC01F9" w:rsidRPr="00AC01F9">
        <w:rPr>
          <w:iCs/>
          <w:lang w:val="sr-Cyrl-BA"/>
        </w:rPr>
        <w:t xml:space="preserve">, </w:t>
      </w:r>
      <w:r>
        <w:rPr>
          <w:iCs/>
          <w:lang w:val="sr-Cyrl-BA"/>
        </w:rPr>
        <w:t>do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iznosa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planiranog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ostvarenja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C01F9" w:rsidRPr="00AC01F9">
        <w:rPr>
          <w:iCs/>
          <w:lang w:val="sr-Cyrl-BA"/>
        </w:rPr>
        <w:t xml:space="preserve"> </w:t>
      </w:r>
      <w:r>
        <w:rPr>
          <w:iCs/>
          <w:lang w:val="sr-Cyrl-BA"/>
        </w:rPr>
        <w:t>primitika</w:t>
      </w:r>
      <w:r w:rsidR="00AC01F9" w:rsidRPr="00AC01F9">
        <w:rPr>
          <w:iCs/>
          <w:lang w:val="sr-Cyrl-BA"/>
        </w:rPr>
        <w:t>.</w:t>
      </w:r>
    </w:p>
    <w:p w:rsidR="00DE21A2" w:rsidRDefault="00AC01F9" w:rsidP="00AC01F9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 w:rsidRPr="00AC01F9">
        <w:rPr>
          <w:iCs/>
          <w:lang w:val="sr-Cyrl-BA"/>
        </w:rPr>
        <w:tab/>
      </w:r>
      <w:r w:rsidR="00717223">
        <w:rPr>
          <w:iCs/>
          <w:lang w:val="sr-Cyrl-BA"/>
        </w:rPr>
        <w:t>Ukupni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budžetski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rashodi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izdaci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za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nefinansijsku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imovinu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</w:t>
      </w:r>
      <w:r w:rsidRPr="00AC01F9">
        <w:rPr>
          <w:iCs/>
          <w:lang w:val="sr-Cyrl-BA"/>
        </w:rPr>
        <w:t xml:space="preserve"> 202</w:t>
      </w:r>
      <w:r w:rsidR="000458DB">
        <w:rPr>
          <w:iCs/>
          <w:lang w:val="sr-Latn-BA"/>
        </w:rPr>
        <w:t>5</w:t>
      </w:r>
      <w:r w:rsidRPr="00AC01F9">
        <w:rPr>
          <w:iCs/>
          <w:lang w:val="sr-Cyrl-BA"/>
        </w:rPr>
        <w:t xml:space="preserve">. </w:t>
      </w:r>
      <w:r w:rsidR="00717223">
        <w:rPr>
          <w:iCs/>
          <w:lang w:val="sr-Cyrl-BA"/>
        </w:rPr>
        <w:t>godini</w:t>
      </w:r>
      <w:r w:rsidRPr="00AC01F9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za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fond</w:t>
      </w:r>
      <w:r w:rsidRPr="00AC01F9">
        <w:rPr>
          <w:iCs/>
          <w:lang w:val="sr-Cyrl-BA"/>
        </w:rPr>
        <w:t xml:space="preserve"> (01) </w:t>
      </w:r>
      <w:r w:rsidR="00717223">
        <w:rPr>
          <w:iCs/>
          <w:lang w:val="sr-Cyrl-BA"/>
        </w:rPr>
        <w:t>iznose</w:t>
      </w:r>
      <w:r w:rsidRPr="00AC01F9">
        <w:rPr>
          <w:iCs/>
          <w:lang w:val="sr-Cyrl-BA"/>
        </w:rPr>
        <w:t xml:space="preserve"> </w:t>
      </w:r>
      <w:r w:rsidR="00F03451" w:rsidRPr="00F03451">
        <w:rPr>
          <w:iCs/>
          <w:lang w:val="sr-Cyrl-BA"/>
        </w:rPr>
        <w:t>5</w:t>
      </w:r>
      <w:r w:rsidR="00F03451">
        <w:rPr>
          <w:iCs/>
          <w:lang w:val="sr-Cyrl-BA"/>
        </w:rPr>
        <w:t>.</w:t>
      </w:r>
      <w:r w:rsidR="00F03451" w:rsidRPr="00F03451">
        <w:rPr>
          <w:iCs/>
          <w:lang w:val="sr-Cyrl-BA"/>
        </w:rPr>
        <w:t>627,4</w:t>
      </w:r>
      <w:r w:rsidR="00F03451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miliona</w:t>
      </w:r>
      <w:r w:rsidR="00EE1351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KM</w:t>
      </w:r>
      <w:r w:rsidR="00EE1351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a</w:t>
      </w:r>
      <w:r w:rsidR="00EE1351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za</w:t>
      </w:r>
      <w:r w:rsidR="00EE1351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fond</w:t>
      </w:r>
      <w:r w:rsidR="00EE1351">
        <w:rPr>
          <w:iCs/>
          <w:lang w:val="sr-Cyrl-BA"/>
        </w:rPr>
        <w:t xml:space="preserve"> (02) </w:t>
      </w:r>
      <w:r w:rsidR="00717223">
        <w:rPr>
          <w:iCs/>
          <w:lang w:val="sr-Cyrl-BA"/>
        </w:rPr>
        <w:t>iznose</w:t>
      </w:r>
      <w:r w:rsidR="00EE1351">
        <w:rPr>
          <w:iCs/>
          <w:lang w:val="sr-Cyrl-BA"/>
        </w:rPr>
        <w:t xml:space="preserve"> </w:t>
      </w:r>
      <w:r w:rsidR="00F03451" w:rsidRPr="00F03451">
        <w:rPr>
          <w:iCs/>
          <w:lang w:val="sr-Cyrl-BA"/>
        </w:rPr>
        <w:t>233,7</w:t>
      </w:r>
      <w:r w:rsidR="00F03451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miliona</w:t>
      </w:r>
      <w:r w:rsidRPr="00AC01F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KM</w:t>
      </w:r>
      <w:r w:rsidRPr="00AC01F9">
        <w:rPr>
          <w:iCs/>
          <w:lang w:val="sr-Cyrl-BA"/>
        </w:rPr>
        <w:t>.</w:t>
      </w:r>
    </w:p>
    <w:p w:rsidR="00C439E0" w:rsidRDefault="00C439E0" w:rsidP="00DE21A2">
      <w:pPr>
        <w:pStyle w:val="Header"/>
        <w:spacing w:before="60" w:after="60"/>
        <w:ind w:firstLine="709"/>
        <w:jc w:val="both"/>
        <w:rPr>
          <w:iCs/>
          <w:lang w:val="sr-Cyrl-CS"/>
        </w:rPr>
      </w:pPr>
    </w:p>
    <w:p w:rsidR="0050548D" w:rsidRDefault="0050548D" w:rsidP="00DE21A2">
      <w:pPr>
        <w:pStyle w:val="Header"/>
        <w:spacing w:before="60" w:after="60"/>
        <w:ind w:firstLine="709"/>
        <w:jc w:val="both"/>
        <w:rPr>
          <w:iCs/>
          <w:lang w:val="sr-Cyrl-CS"/>
        </w:rPr>
      </w:pPr>
    </w:p>
    <w:p w:rsidR="0050548D" w:rsidRDefault="0050548D" w:rsidP="00DE21A2">
      <w:pPr>
        <w:pStyle w:val="Header"/>
        <w:spacing w:before="60" w:after="60"/>
        <w:ind w:firstLine="709"/>
        <w:jc w:val="both"/>
        <w:rPr>
          <w:iCs/>
          <w:lang w:val="sr-Cyrl-CS"/>
        </w:rPr>
      </w:pPr>
    </w:p>
    <w:p w:rsidR="0050548D" w:rsidRDefault="0050548D" w:rsidP="00DE21A2">
      <w:pPr>
        <w:pStyle w:val="Header"/>
        <w:spacing w:before="60" w:after="60"/>
        <w:ind w:firstLine="709"/>
        <w:jc w:val="both"/>
        <w:rPr>
          <w:iCs/>
          <w:lang w:val="sr-Cyrl-CS"/>
        </w:rPr>
      </w:pPr>
    </w:p>
    <w:p w:rsidR="0050548D" w:rsidRPr="00665589" w:rsidRDefault="0050548D" w:rsidP="00DE21A2">
      <w:pPr>
        <w:pStyle w:val="Header"/>
        <w:spacing w:before="60" w:after="60"/>
        <w:ind w:firstLine="709"/>
        <w:jc w:val="both"/>
        <w:rPr>
          <w:iCs/>
          <w:lang w:val="sr-Cyrl-CS"/>
        </w:rPr>
      </w:pPr>
    </w:p>
    <w:p w:rsidR="00A30968" w:rsidRPr="00665589" w:rsidRDefault="00A30968" w:rsidP="00B84D47">
      <w:pPr>
        <w:tabs>
          <w:tab w:val="left" w:pos="0"/>
          <w:tab w:val="left" w:pos="709"/>
        </w:tabs>
        <w:ind w:right="-26" w:firstLine="426"/>
        <w:jc w:val="both"/>
        <w:rPr>
          <w:iCs/>
          <w:lang w:val="sr-Cyrl-CS"/>
        </w:rPr>
      </w:pPr>
    </w:p>
    <w:p w:rsidR="00B84D47" w:rsidRPr="00665589" w:rsidRDefault="00717223" w:rsidP="00B84D47">
      <w:pPr>
        <w:pStyle w:val="Header"/>
        <w:spacing w:before="60" w:after="60"/>
        <w:jc w:val="both"/>
        <w:rPr>
          <w:b/>
          <w:iCs/>
          <w:sz w:val="28"/>
          <w:szCs w:val="28"/>
          <w:lang w:val="sr-Cyrl-BA"/>
        </w:rPr>
      </w:pPr>
      <w:r>
        <w:rPr>
          <w:b/>
          <w:iCs/>
          <w:sz w:val="28"/>
          <w:szCs w:val="28"/>
          <w:lang w:val="sr-Cyrl-BA"/>
        </w:rPr>
        <w:lastRenderedPageBreak/>
        <w:t>DRUGI</w:t>
      </w:r>
      <w:r w:rsidR="00444482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REBALANS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BUDžETA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REPUBLIKE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SRPSKE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ZA</w:t>
      </w:r>
      <w:r w:rsidR="00B84D47" w:rsidRPr="00665589">
        <w:rPr>
          <w:b/>
          <w:iCs/>
          <w:sz w:val="28"/>
          <w:szCs w:val="28"/>
          <w:lang w:val="sr-Cyrl-BA"/>
        </w:rPr>
        <w:t xml:space="preserve"> 20</w:t>
      </w:r>
      <w:r w:rsidR="00C35F88">
        <w:rPr>
          <w:b/>
          <w:iCs/>
          <w:sz w:val="28"/>
          <w:szCs w:val="28"/>
          <w:lang w:val="sr-Cyrl-BA"/>
        </w:rPr>
        <w:t>2</w:t>
      </w:r>
      <w:r w:rsidR="009C53CE">
        <w:rPr>
          <w:b/>
          <w:iCs/>
          <w:sz w:val="28"/>
          <w:szCs w:val="28"/>
          <w:lang w:val="sr-Latn-BA"/>
        </w:rPr>
        <w:t>5</w:t>
      </w:r>
      <w:r w:rsidR="00B84D47" w:rsidRPr="00665589">
        <w:rPr>
          <w:b/>
          <w:iCs/>
          <w:sz w:val="28"/>
          <w:szCs w:val="28"/>
          <w:lang w:val="sr-Cyrl-BA"/>
        </w:rPr>
        <w:t xml:space="preserve">. </w:t>
      </w:r>
      <w:r>
        <w:rPr>
          <w:b/>
          <w:iCs/>
          <w:sz w:val="28"/>
          <w:szCs w:val="28"/>
          <w:lang w:val="sr-Cyrl-BA"/>
        </w:rPr>
        <w:t>GODINU</w:t>
      </w:r>
      <w:r w:rsidR="00B84D47" w:rsidRPr="00665589">
        <w:rPr>
          <w:b/>
          <w:iCs/>
          <w:sz w:val="28"/>
          <w:szCs w:val="28"/>
          <w:lang w:val="sr-Cyrl-BA"/>
        </w:rPr>
        <w:t xml:space="preserve"> - </w:t>
      </w:r>
      <w:r>
        <w:rPr>
          <w:b/>
          <w:iCs/>
          <w:sz w:val="28"/>
          <w:szCs w:val="28"/>
          <w:lang w:val="sr-Cyrl-BA"/>
        </w:rPr>
        <w:t>FUNKCIONALNA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KLASIFIKACIJA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RASHODA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NETO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IZDATAKA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ZA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NEFINANSIJSKU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IMOVINU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b/>
          <w:iCs/>
          <w:lang w:val="sr-Cyrl-BA"/>
        </w:rPr>
      </w:pPr>
    </w:p>
    <w:p w:rsidR="00B84D47" w:rsidRPr="00665589" w:rsidRDefault="00717223" w:rsidP="00E4689C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Klasifikacija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vladinih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funkcija</w:t>
      </w:r>
      <w:r w:rsidR="00B84D47" w:rsidRPr="00665589">
        <w:rPr>
          <w:iCs/>
          <w:lang w:val="sr-Cyrl-BA"/>
        </w:rPr>
        <w:t xml:space="preserve"> (COFOG - Classification of the Functions of the Government) </w:t>
      </w:r>
      <w:r>
        <w:rPr>
          <w:iCs/>
          <w:lang w:val="sr-Cyrl-BA"/>
        </w:rPr>
        <w:t>proizvedena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Organizacije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ekonomsku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saradnju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razvoj</w:t>
      </w:r>
      <w:r w:rsidR="00B84D47" w:rsidRPr="00665589">
        <w:rPr>
          <w:iCs/>
          <w:lang w:val="sr-Cyrl-BA"/>
        </w:rPr>
        <w:t xml:space="preserve"> (OECD) </w:t>
      </w:r>
      <w:r>
        <w:rPr>
          <w:iCs/>
          <w:lang w:val="sr-Cyrl-BA"/>
        </w:rPr>
        <w:t>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objavljena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Odjeljenja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statistiku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Ujedinjenih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nacija</w:t>
      </w:r>
      <w:r w:rsidR="00B84D47" w:rsidRPr="00665589">
        <w:rPr>
          <w:iCs/>
          <w:lang w:val="sr-Cyrl-BA"/>
        </w:rPr>
        <w:t>.</w:t>
      </w:r>
    </w:p>
    <w:p w:rsidR="00B84D47" w:rsidRPr="00665589" w:rsidRDefault="00717223" w:rsidP="00E4689C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Funkcionala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klasifikaciju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socioekonomskih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ciljeva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vlade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žele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postignu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kroz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različite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vrste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B84D47" w:rsidRPr="00665589">
        <w:rPr>
          <w:iCs/>
          <w:lang w:val="sr-Cyrl-BA"/>
        </w:rPr>
        <w:t>.</w:t>
      </w:r>
    </w:p>
    <w:p w:rsidR="00B84D47" w:rsidRPr="00665589" w:rsidRDefault="00717223" w:rsidP="00E4689C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Funkcionalana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sastoji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deset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odjeljaka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to</w:t>
      </w:r>
      <w:r w:rsidR="00B84D47" w:rsidRPr="00665589">
        <w:rPr>
          <w:iCs/>
          <w:lang w:val="sr-Cyrl-BA"/>
        </w:rPr>
        <w:t>: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01 - </w:t>
      </w:r>
      <w:r w:rsidR="00717223">
        <w:rPr>
          <w:iCs/>
          <w:lang w:val="sr-Cyrl-BA"/>
        </w:rPr>
        <w:t>Opšte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javne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usluge</w:t>
      </w:r>
      <w:r w:rsidRPr="00665589">
        <w:rPr>
          <w:iCs/>
          <w:lang w:val="sr-Cyrl-BA"/>
        </w:rPr>
        <w:t>,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02 - </w:t>
      </w:r>
      <w:r w:rsidR="00717223">
        <w:rPr>
          <w:iCs/>
          <w:lang w:val="sr-Cyrl-BA"/>
        </w:rPr>
        <w:t>Odbrana</w:t>
      </w:r>
      <w:r w:rsidRPr="00665589">
        <w:rPr>
          <w:iCs/>
          <w:lang w:val="sr-Cyrl-BA"/>
        </w:rPr>
        <w:t>,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03 - </w:t>
      </w:r>
      <w:r w:rsidR="00717223">
        <w:rPr>
          <w:iCs/>
          <w:lang w:val="sr-Cyrl-BA"/>
        </w:rPr>
        <w:t>Javni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red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sigurnost</w:t>
      </w:r>
      <w:r w:rsidRPr="00665589">
        <w:rPr>
          <w:iCs/>
          <w:lang w:val="sr-Cyrl-BA"/>
        </w:rPr>
        <w:t>,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04 - </w:t>
      </w:r>
      <w:r w:rsidR="00717223">
        <w:rPr>
          <w:iCs/>
          <w:lang w:val="sr-Cyrl-BA"/>
        </w:rPr>
        <w:t>Ekonomski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poslovi</w:t>
      </w:r>
      <w:r w:rsidRPr="00665589">
        <w:rPr>
          <w:iCs/>
          <w:lang w:val="sr-Cyrl-BA"/>
        </w:rPr>
        <w:t>,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05 - </w:t>
      </w:r>
      <w:r w:rsidR="00717223">
        <w:rPr>
          <w:iCs/>
          <w:lang w:val="sr-Cyrl-BA"/>
        </w:rPr>
        <w:t>Zaštita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životne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sredine</w:t>
      </w:r>
      <w:r w:rsidRPr="00665589">
        <w:rPr>
          <w:iCs/>
          <w:lang w:val="sr-Cyrl-BA"/>
        </w:rPr>
        <w:t>,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06 - </w:t>
      </w:r>
      <w:r w:rsidR="00717223">
        <w:rPr>
          <w:iCs/>
          <w:lang w:val="sr-Cyrl-BA"/>
        </w:rPr>
        <w:t>Stambeni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zajednički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poslovi</w:t>
      </w:r>
      <w:r w:rsidRPr="00665589">
        <w:rPr>
          <w:iCs/>
          <w:lang w:val="sr-Cyrl-BA"/>
        </w:rPr>
        <w:t>,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07 - </w:t>
      </w:r>
      <w:r w:rsidR="00717223">
        <w:rPr>
          <w:iCs/>
          <w:lang w:val="sr-Cyrl-BA"/>
        </w:rPr>
        <w:t>Zdravstvo</w:t>
      </w:r>
      <w:r w:rsidRPr="00665589">
        <w:rPr>
          <w:iCs/>
          <w:lang w:val="sr-Cyrl-BA"/>
        </w:rPr>
        <w:t>,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08 - </w:t>
      </w:r>
      <w:r w:rsidR="00717223">
        <w:rPr>
          <w:iCs/>
          <w:lang w:val="sr-Cyrl-BA"/>
        </w:rPr>
        <w:t>Rekreacija</w:t>
      </w:r>
      <w:r w:rsidRPr="00665589">
        <w:rPr>
          <w:iCs/>
          <w:lang w:val="sr-Cyrl-BA"/>
        </w:rPr>
        <w:t xml:space="preserve">, </w:t>
      </w:r>
      <w:r w:rsidR="00717223">
        <w:rPr>
          <w:iCs/>
          <w:lang w:val="sr-Cyrl-BA"/>
        </w:rPr>
        <w:t>kultura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religija</w:t>
      </w:r>
      <w:r w:rsidRPr="00665589">
        <w:rPr>
          <w:iCs/>
          <w:lang w:val="sr-Cyrl-BA"/>
        </w:rPr>
        <w:t>,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09 - </w:t>
      </w:r>
      <w:r w:rsidR="00717223">
        <w:rPr>
          <w:iCs/>
          <w:lang w:val="sr-Cyrl-BA"/>
        </w:rPr>
        <w:t>Obrazovanje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i</w:t>
      </w:r>
    </w:p>
    <w:p w:rsidR="00B84D47" w:rsidRPr="00665589" w:rsidRDefault="00B84D47" w:rsidP="00B84D47">
      <w:pPr>
        <w:pStyle w:val="Header"/>
        <w:spacing w:before="60" w:after="60"/>
        <w:jc w:val="both"/>
        <w:rPr>
          <w:iCs/>
          <w:lang w:val="sr-Cyrl-BA"/>
        </w:rPr>
      </w:pPr>
      <w:r w:rsidRPr="00665589">
        <w:rPr>
          <w:iCs/>
          <w:lang w:val="sr-Cyrl-BA"/>
        </w:rPr>
        <w:t xml:space="preserve">10 - </w:t>
      </w:r>
      <w:r w:rsidR="00717223">
        <w:rPr>
          <w:iCs/>
          <w:lang w:val="sr-Cyrl-BA"/>
        </w:rPr>
        <w:t>Socijalna</w:t>
      </w:r>
      <w:r w:rsidRPr="00665589">
        <w:rPr>
          <w:iCs/>
          <w:lang w:val="sr-Cyrl-BA"/>
        </w:rPr>
        <w:t xml:space="preserve"> </w:t>
      </w:r>
      <w:r w:rsidR="00717223">
        <w:rPr>
          <w:iCs/>
          <w:lang w:val="sr-Cyrl-BA"/>
        </w:rPr>
        <w:t>zaštita</w:t>
      </w:r>
      <w:r w:rsidRPr="00665589">
        <w:rPr>
          <w:iCs/>
          <w:lang w:val="sr-Cyrl-BA"/>
        </w:rPr>
        <w:t>.</w:t>
      </w:r>
    </w:p>
    <w:p w:rsidR="00B84D47" w:rsidRPr="00665589" w:rsidRDefault="00717223" w:rsidP="00E4689C">
      <w:pPr>
        <w:pStyle w:val="Header"/>
        <w:spacing w:before="60" w:after="60"/>
        <w:ind w:firstLine="709"/>
        <w:jc w:val="both"/>
        <w:rPr>
          <w:iCs/>
          <w:lang w:val="sr-Cyrl-BA"/>
        </w:rPr>
      </w:pPr>
      <w:r>
        <w:rPr>
          <w:iCs/>
          <w:lang w:val="sr-Cyrl-BA"/>
        </w:rPr>
        <w:t>Funkcionalna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primjenjuje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neto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nabavku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nefinansijskih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Izdaci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finansijsku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dugova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budžetske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rezerve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predmet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razvrstavanja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funkcionalnoj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klasifikaciji</w:t>
      </w:r>
      <w:r w:rsidR="00B84D47" w:rsidRPr="00665589">
        <w:rPr>
          <w:iCs/>
          <w:lang w:val="sr-Cyrl-BA"/>
        </w:rPr>
        <w:t>.</w:t>
      </w:r>
    </w:p>
    <w:p w:rsidR="00CC6271" w:rsidRPr="00665589" w:rsidRDefault="00CC6271" w:rsidP="001971BC">
      <w:pPr>
        <w:pStyle w:val="Header"/>
        <w:spacing w:before="60" w:after="60"/>
        <w:jc w:val="both"/>
        <w:rPr>
          <w:iCs/>
          <w:lang w:val="sr-Cyrl-CS"/>
        </w:rPr>
      </w:pPr>
    </w:p>
    <w:p w:rsidR="00B84D47" w:rsidRPr="00116C5A" w:rsidRDefault="00717223" w:rsidP="00E4689C">
      <w:pPr>
        <w:spacing w:before="60" w:after="120"/>
        <w:ind w:firstLine="709"/>
        <w:jc w:val="both"/>
        <w:rPr>
          <w:b/>
          <w:i/>
          <w:u w:val="single"/>
          <w:lang w:val="sr-Cyrl-BA"/>
        </w:rPr>
      </w:pPr>
      <w:r>
        <w:rPr>
          <w:b/>
          <w:i/>
          <w:u w:val="single"/>
          <w:lang w:val="sr-Cyrl-BA"/>
        </w:rPr>
        <w:t>Strukturu</w:t>
      </w:r>
      <w:r w:rsidR="00B84D47" w:rsidRPr="00116C5A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budžetskih</w:t>
      </w:r>
      <w:r w:rsidR="00B84D47" w:rsidRPr="00116C5A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rashoda</w:t>
      </w:r>
      <w:r w:rsidR="00B84D47" w:rsidRPr="00116C5A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</w:t>
      </w:r>
      <w:r w:rsidR="00B84D47" w:rsidRPr="00116C5A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izdataka</w:t>
      </w:r>
      <w:r w:rsidR="00B84D47" w:rsidRPr="00116C5A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čine</w:t>
      </w:r>
      <w:r w:rsidR="00B84D47" w:rsidRPr="00116C5A">
        <w:rPr>
          <w:b/>
          <w:i/>
          <w:u w:val="single"/>
          <w:lang w:val="sr-Cyrl-BA"/>
        </w:rPr>
        <w:t>:</w:t>
      </w:r>
    </w:p>
    <w:p w:rsidR="00832098" w:rsidRPr="00665589" w:rsidRDefault="00832098" w:rsidP="00E4689C">
      <w:pPr>
        <w:spacing w:before="60" w:after="120"/>
        <w:ind w:firstLine="709"/>
        <w:jc w:val="both"/>
        <w:rPr>
          <w:lang w:val="sr-Cyrl-BA"/>
        </w:rPr>
      </w:pPr>
    </w:p>
    <w:p w:rsidR="00334CC3" w:rsidRPr="00665589" w:rsidRDefault="00717223" w:rsidP="000E451F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spacing w:before="60" w:after="60"/>
        <w:ind w:left="709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Rashodi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za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lična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primanja</w:t>
      </w:r>
      <w:r w:rsidR="00B84D47" w:rsidRPr="000E3A35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zaposlenih</w:t>
      </w:r>
      <w:r w:rsidR="000E3A35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860782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3732C7">
        <w:rPr>
          <w:iCs/>
          <w:lang w:val="sr-Cyrl-RS"/>
        </w:rPr>
        <w:t>1.</w:t>
      </w:r>
      <w:r w:rsidR="00C03E4E">
        <w:rPr>
          <w:iCs/>
          <w:lang w:val="sr-Latn-BA"/>
        </w:rPr>
        <w:t>322,0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C03E4E">
        <w:rPr>
          <w:iCs/>
          <w:lang w:val="sr-Latn-BA"/>
        </w:rPr>
        <w:t>0,8</w:t>
      </w:r>
      <w:r w:rsidR="00B64B0F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EE135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EE1351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EE1351">
        <w:rPr>
          <w:iCs/>
          <w:lang w:val="sr-Cyrl-BA"/>
        </w:rPr>
        <w:t xml:space="preserve"> </w:t>
      </w:r>
      <w:r w:rsidR="005D1DBC">
        <w:rPr>
          <w:iCs/>
          <w:lang w:val="sr-Latn-RS"/>
        </w:rPr>
        <w:t>0</w:t>
      </w:r>
      <w:r w:rsidR="00C03E4E">
        <w:rPr>
          <w:iCs/>
          <w:lang w:val="sr-Latn-BA"/>
        </w:rPr>
        <w:t>,</w:t>
      </w:r>
      <w:r w:rsidR="005D1DBC">
        <w:rPr>
          <w:iCs/>
          <w:lang w:val="sr-Latn-BA"/>
        </w:rPr>
        <w:t>1</w:t>
      </w:r>
      <w:r w:rsidR="00C03E4E">
        <w:rPr>
          <w:iCs/>
          <w:lang w:val="sr-Latn-BA"/>
        </w:rPr>
        <w:t xml:space="preserve"> </w:t>
      </w:r>
      <w:r w:rsidR="00B84D47" w:rsidRPr="00665589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860782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  <w:r w:rsidR="00334CC3" w:rsidRPr="00665589">
        <w:rPr>
          <w:iCs/>
          <w:lang w:val="sr-Cyrl-BA"/>
        </w:rPr>
        <w:t xml:space="preserve"> </w:t>
      </w:r>
    </w:p>
    <w:p w:rsidR="00C31A35" w:rsidRDefault="00717223" w:rsidP="00C54602">
      <w:pPr>
        <w:pStyle w:val="Header"/>
        <w:tabs>
          <w:tab w:val="clear" w:pos="4320"/>
          <w:tab w:val="clear" w:pos="8640"/>
        </w:tabs>
        <w:spacing w:before="60" w:after="6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Rashodi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bruto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plate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organima</w:t>
      </w:r>
      <w:r w:rsidR="00C31A35">
        <w:rPr>
          <w:iCs/>
          <w:lang w:val="sr-Cyrl-BA"/>
        </w:rPr>
        <w:t xml:space="preserve"> </w:t>
      </w:r>
      <w:r>
        <w:rPr>
          <w:iCs/>
          <w:lang w:val="sr-Cyrl-BA"/>
        </w:rPr>
        <w:t>uprave</w:t>
      </w:r>
      <w:r w:rsidR="00C31A3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31A3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31A35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Ministarstvu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unutrašnjih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poslova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31A35" w:rsidRPr="00C31A35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osnovnim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srednjim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školama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đačkim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domovima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C31A35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C31A35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visokog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obrazovanja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studentskog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standarda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6B8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31A35">
        <w:rPr>
          <w:iCs/>
          <w:lang w:val="sr-Cyrl-BA"/>
        </w:rPr>
        <w:t>,</w:t>
      </w:r>
      <w:r w:rsidR="00C31A35" w:rsidRPr="00C31A35">
        <w:t xml:space="preserve"> </w:t>
      </w:r>
      <w:r>
        <w:rPr>
          <w:iCs/>
          <w:lang w:val="sr-Cyrl-BA"/>
        </w:rPr>
        <w:t>Zakonom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kulture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31A3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31A35">
        <w:rPr>
          <w:iCs/>
          <w:lang w:val="sr-Cyrl-BA"/>
        </w:rPr>
        <w:t>,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institucijama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pravosuđa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31A35">
        <w:rPr>
          <w:iCs/>
          <w:lang w:val="sr-Cyrl-BA"/>
        </w:rPr>
        <w:t>,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naknadama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sudija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javnih</w:t>
      </w:r>
      <w:r w:rsidR="00C31A35">
        <w:rPr>
          <w:iCs/>
          <w:lang w:val="sr-Cyrl-BA"/>
        </w:rPr>
        <w:t xml:space="preserve"> </w:t>
      </w:r>
      <w:r>
        <w:rPr>
          <w:iCs/>
          <w:lang w:val="sr-Cyrl-BA"/>
        </w:rPr>
        <w:t>tužilaca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C31A35" w:rsidRPr="00C31A35">
        <w:rPr>
          <w:iCs/>
          <w:lang w:val="sr-Cyrl-BA"/>
        </w:rPr>
        <w:t xml:space="preserve">, </w:t>
      </w:r>
      <w:r>
        <w:rPr>
          <w:iCs/>
          <w:lang w:val="sr-Cyrl-BA"/>
        </w:rPr>
        <w:t>Zakonom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javnim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službama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6B8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6B8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6B86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lica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javnim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ustanovama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zdravstva</w:t>
      </w:r>
      <w:r w:rsidR="00486B86" w:rsidRPr="00486B8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6B8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6B86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Odlukom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utvrđivanju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cijene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rada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zakonskim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podzakonskim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aktima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regulišu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ovu</w:t>
      </w:r>
      <w:r w:rsidR="00C31A35" w:rsidRPr="00C31A35">
        <w:rPr>
          <w:iCs/>
          <w:lang w:val="sr-Cyrl-BA"/>
        </w:rPr>
        <w:t xml:space="preserve"> </w:t>
      </w:r>
      <w:r>
        <w:rPr>
          <w:iCs/>
          <w:lang w:val="sr-Cyrl-BA"/>
        </w:rPr>
        <w:t>oblast</w:t>
      </w:r>
      <w:r w:rsidR="00C31A35" w:rsidRPr="00C31A35">
        <w:rPr>
          <w:iCs/>
          <w:lang w:val="sr-Cyrl-BA"/>
        </w:rPr>
        <w:t xml:space="preserve">. </w:t>
      </w:r>
    </w:p>
    <w:p w:rsidR="00C54602" w:rsidRDefault="00717223" w:rsidP="00C54602">
      <w:pPr>
        <w:pStyle w:val="Header"/>
        <w:tabs>
          <w:tab w:val="clear" w:pos="4320"/>
          <w:tab w:val="clear" w:pos="8640"/>
        </w:tabs>
        <w:spacing w:before="60" w:after="60"/>
        <w:ind w:left="709"/>
        <w:jc w:val="both"/>
        <w:rPr>
          <w:iCs/>
          <w:lang w:val="sr-Cyrl-RS"/>
        </w:rPr>
      </w:pPr>
      <w:r>
        <w:rPr>
          <w:iCs/>
          <w:lang w:val="sr-Cyrl-RS"/>
        </w:rPr>
        <w:t>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okviru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ove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grupe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rashoda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fondu</w:t>
      </w:r>
      <w:r w:rsidR="00AC01F9" w:rsidRPr="00AC01F9">
        <w:rPr>
          <w:iCs/>
          <w:lang w:val="sr-Cyrl-RS"/>
        </w:rPr>
        <w:t xml:space="preserve"> (02) </w:t>
      </w:r>
      <w:r>
        <w:rPr>
          <w:iCs/>
          <w:lang w:val="sr-Cyrl-RS"/>
        </w:rPr>
        <w:t>planirana</w:t>
      </w:r>
      <w:r w:rsidR="00EE1351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EE1351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EE1351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EE1351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EE1351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EE1351">
        <w:rPr>
          <w:iCs/>
          <w:lang w:val="sr-Cyrl-RS"/>
        </w:rPr>
        <w:t xml:space="preserve"> </w:t>
      </w:r>
      <w:r w:rsidR="00364FA9">
        <w:rPr>
          <w:iCs/>
          <w:lang w:val="sr-Cyrl-RS"/>
        </w:rPr>
        <w:t>11</w:t>
      </w:r>
      <w:r w:rsidR="00EE1351">
        <w:rPr>
          <w:iCs/>
          <w:lang w:val="sr-Cyrl-RS"/>
        </w:rPr>
        <w:t>,</w:t>
      </w:r>
      <w:r w:rsidR="00364FA9">
        <w:rPr>
          <w:iCs/>
          <w:lang w:val="sr-Cyrl-RS"/>
        </w:rPr>
        <w:t>0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čega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AC01F9" w:rsidRPr="00AC01F9">
        <w:rPr>
          <w:iCs/>
          <w:lang w:val="sr-Cyrl-RS"/>
        </w:rPr>
        <w:t xml:space="preserve"> </w:t>
      </w:r>
      <w:r w:rsidR="00364FA9">
        <w:rPr>
          <w:iCs/>
          <w:lang w:val="sr-Cyrl-RS"/>
        </w:rPr>
        <w:t>8</w:t>
      </w:r>
      <w:r w:rsidR="00EE1351">
        <w:rPr>
          <w:iCs/>
          <w:lang w:val="sr-Cyrl-RS"/>
        </w:rPr>
        <w:t>,</w:t>
      </w:r>
      <w:r w:rsidR="00364FA9">
        <w:rPr>
          <w:iCs/>
          <w:lang w:val="sr-Cyrl-RS"/>
        </w:rPr>
        <w:t>5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odnosi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Univerzitet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Banjoj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Luci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Univerzitet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Istočnom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Sarajevu</w:t>
      </w:r>
      <w:r w:rsidR="00AC01F9" w:rsidRPr="00AC01F9">
        <w:rPr>
          <w:iCs/>
          <w:lang w:val="sr-Cyrl-RS"/>
        </w:rPr>
        <w:t>.</w:t>
      </w:r>
    </w:p>
    <w:p w:rsidR="00EE3A2E" w:rsidRPr="00EE3A2E" w:rsidRDefault="00EE3A2E" w:rsidP="00EE3A2E">
      <w:pPr>
        <w:pStyle w:val="Header"/>
        <w:tabs>
          <w:tab w:val="clear" w:pos="4320"/>
          <w:tab w:val="clear" w:pos="8640"/>
        </w:tabs>
        <w:spacing w:before="60" w:after="60"/>
        <w:ind w:left="748"/>
        <w:jc w:val="both"/>
        <w:rPr>
          <w:iCs/>
          <w:lang w:val="sr-Cyrl-BA"/>
        </w:rPr>
      </w:pPr>
    </w:p>
    <w:p w:rsidR="00B84D47" w:rsidRPr="00665589" w:rsidRDefault="00717223" w:rsidP="000E451F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spacing w:before="60" w:after="60"/>
        <w:ind w:left="748" w:hanging="374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Rashodi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po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osnovu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korišćenja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roba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usluga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501C08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5E3BA5">
        <w:rPr>
          <w:iCs/>
          <w:lang w:val="sr-Cyrl-BA"/>
        </w:rPr>
        <w:t>278</w:t>
      </w:r>
      <w:r w:rsidR="00C03E4E">
        <w:rPr>
          <w:iCs/>
          <w:lang w:val="sr-Latn-BA"/>
        </w:rPr>
        <w:t>,</w:t>
      </w:r>
      <w:r w:rsidR="005E3BA5">
        <w:rPr>
          <w:iCs/>
          <w:lang w:val="sr-Cyrl-RS"/>
        </w:rPr>
        <w:t>2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5E3BA5">
        <w:rPr>
          <w:iCs/>
          <w:lang w:val="sr-Cyrl-BA"/>
        </w:rPr>
        <w:t>28</w:t>
      </w:r>
      <w:r w:rsidR="00C03E4E">
        <w:rPr>
          <w:iCs/>
          <w:lang w:val="sr-Latn-BA"/>
        </w:rPr>
        <w:t>,</w:t>
      </w:r>
      <w:r w:rsidR="005E3BA5">
        <w:rPr>
          <w:iCs/>
          <w:lang w:val="sr-Cyrl-RS"/>
        </w:rPr>
        <w:t>9</w:t>
      </w:r>
      <w:r w:rsidR="00B84D47" w:rsidRPr="00665589">
        <w:rPr>
          <w:iCs/>
        </w:rPr>
        <w:t xml:space="preserve"> </w:t>
      </w:r>
      <w:r>
        <w:rPr>
          <w:iCs/>
          <w:lang w:val="sr-Cyrl-BA"/>
        </w:rPr>
        <w:t>miliona</w:t>
      </w:r>
      <w:r w:rsidR="00EE135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EE1351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EE1351">
        <w:rPr>
          <w:iCs/>
          <w:lang w:val="sr-Cyrl-BA"/>
        </w:rPr>
        <w:t xml:space="preserve"> </w:t>
      </w:r>
      <w:r w:rsidR="005E3BA5">
        <w:rPr>
          <w:iCs/>
          <w:lang w:val="sr-Cyrl-BA"/>
        </w:rPr>
        <w:t>1</w:t>
      </w:r>
      <w:r w:rsidR="004F2EB6">
        <w:rPr>
          <w:iCs/>
          <w:lang w:val="sr-Latn-RS"/>
        </w:rPr>
        <w:t>1</w:t>
      </w:r>
      <w:r w:rsidR="00C03E4E">
        <w:rPr>
          <w:iCs/>
          <w:lang w:val="sr-Latn-BA"/>
        </w:rPr>
        <w:t>,</w:t>
      </w:r>
      <w:r w:rsidR="004F2EB6">
        <w:rPr>
          <w:iCs/>
          <w:lang w:val="sr-Latn-BA"/>
        </w:rPr>
        <w:t>6</w:t>
      </w:r>
      <w:r w:rsidR="00B84D47" w:rsidRPr="00665589">
        <w:rPr>
          <w:iCs/>
          <w:lang w:val="sr-Cyrl-BA"/>
        </w:rPr>
        <w:t xml:space="preserve"> 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501C08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5460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54602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. </w:t>
      </w:r>
    </w:p>
    <w:p w:rsidR="00C54602" w:rsidRDefault="00717223" w:rsidP="00C54602">
      <w:pPr>
        <w:spacing w:before="60" w:after="60"/>
        <w:ind w:left="740"/>
        <w:jc w:val="both"/>
        <w:rPr>
          <w:iCs/>
        </w:rPr>
      </w:pPr>
      <w:r>
        <w:rPr>
          <w:iCs/>
        </w:rPr>
        <w:lastRenderedPageBreak/>
        <w:t>Najznačajnija</w:t>
      </w:r>
      <w:r w:rsidR="00C54602" w:rsidRPr="00C54602">
        <w:rPr>
          <w:iCs/>
        </w:rPr>
        <w:t xml:space="preserve"> </w:t>
      </w:r>
      <w:r>
        <w:rPr>
          <w:iCs/>
        </w:rPr>
        <w:t>sredstva</w:t>
      </w:r>
      <w:r w:rsidR="00C54602" w:rsidRPr="00C54602">
        <w:rPr>
          <w:iCs/>
        </w:rPr>
        <w:t xml:space="preserve"> </w:t>
      </w:r>
      <w:r>
        <w:rPr>
          <w:iCs/>
        </w:rPr>
        <w:t>u</w:t>
      </w:r>
      <w:r w:rsidR="00C54602" w:rsidRPr="00C54602">
        <w:rPr>
          <w:iCs/>
        </w:rPr>
        <w:t xml:space="preserve"> </w:t>
      </w:r>
      <w:r>
        <w:rPr>
          <w:iCs/>
        </w:rPr>
        <w:t>okviru</w:t>
      </w:r>
      <w:r w:rsidR="00C54602" w:rsidRPr="00C54602">
        <w:rPr>
          <w:iCs/>
        </w:rPr>
        <w:t xml:space="preserve"> </w:t>
      </w:r>
      <w:r>
        <w:rPr>
          <w:iCs/>
        </w:rPr>
        <w:t>ove</w:t>
      </w:r>
      <w:r w:rsidR="00C54602" w:rsidRPr="00C54602">
        <w:rPr>
          <w:iCs/>
        </w:rPr>
        <w:t xml:space="preserve"> </w:t>
      </w:r>
      <w:r>
        <w:rPr>
          <w:iCs/>
        </w:rPr>
        <w:t>grupe</w:t>
      </w:r>
      <w:r w:rsidR="00C54602" w:rsidRPr="00C54602">
        <w:rPr>
          <w:iCs/>
        </w:rPr>
        <w:t xml:space="preserve"> </w:t>
      </w:r>
      <w:r>
        <w:rPr>
          <w:iCs/>
        </w:rPr>
        <w:t>rashoda</w:t>
      </w:r>
      <w:r w:rsidR="00C54602" w:rsidRPr="00C54602">
        <w:rPr>
          <w:iCs/>
        </w:rPr>
        <w:t xml:space="preserve"> </w:t>
      </w:r>
      <w:r>
        <w:rPr>
          <w:iCs/>
        </w:rPr>
        <w:t>se</w:t>
      </w:r>
      <w:r w:rsidR="00C54602" w:rsidRPr="00C54602">
        <w:rPr>
          <w:iCs/>
        </w:rPr>
        <w:t xml:space="preserve"> </w:t>
      </w:r>
      <w:r>
        <w:rPr>
          <w:iCs/>
        </w:rPr>
        <w:t>izdvajaju</w:t>
      </w:r>
      <w:r w:rsidR="00C54602" w:rsidRPr="00C54602">
        <w:rPr>
          <w:iCs/>
        </w:rPr>
        <w:t xml:space="preserve"> </w:t>
      </w:r>
      <w:r>
        <w:rPr>
          <w:iCs/>
        </w:rPr>
        <w:t>za</w:t>
      </w:r>
      <w:r w:rsidR="00C54602" w:rsidRPr="00C54602">
        <w:rPr>
          <w:iCs/>
        </w:rPr>
        <w:t xml:space="preserve"> </w:t>
      </w:r>
      <w:r>
        <w:rPr>
          <w:iCs/>
        </w:rPr>
        <w:t>rashode</w:t>
      </w:r>
      <w:r w:rsidR="00C54602" w:rsidRPr="00C54602">
        <w:rPr>
          <w:iCs/>
        </w:rPr>
        <w:t xml:space="preserve"> </w:t>
      </w:r>
      <w:r>
        <w:rPr>
          <w:iCs/>
        </w:rPr>
        <w:t>po</w:t>
      </w:r>
      <w:r w:rsidR="00C54602" w:rsidRPr="00C54602">
        <w:rPr>
          <w:iCs/>
        </w:rPr>
        <w:t xml:space="preserve"> </w:t>
      </w:r>
      <w:r>
        <w:rPr>
          <w:iCs/>
        </w:rPr>
        <w:t>osnovu</w:t>
      </w:r>
      <w:r w:rsidR="00C54602" w:rsidRPr="00C54602">
        <w:rPr>
          <w:iCs/>
        </w:rPr>
        <w:t xml:space="preserve"> </w:t>
      </w:r>
      <w:r>
        <w:rPr>
          <w:iCs/>
        </w:rPr>
        <w:t>utroška</w:t>
      </w:r>
      <w:r w:rsidR="00C54602" w:rsidRPr="00C54602">
        <w:rPr>
          <w:iCs/>
        </w:rPr>
        <w:t xml:space="preserve"> </w:t>
      </w:r>
      <w:r>
        <w:rPr>
          <w:iCs/>
        </w:rPr>
        <w:t>energije</w:t>
      </w:r>
      <w:r w:rsidR="00C54602" w:rsidRPr="00C54602">
        <w:rPr>
          <w:iCs/>
        </w:rPr>
        <w:t xml:space="preserve">, </w:t>
      </w:r>
      <w:r>
        <w:rPr>
          <w:iCs/>
        </w:rPr>
        <w:t>komunalnih</w:t>
      </w:r>
      <w:r w:rsidR="00C54602" w:rsidRPr="00C54602">
        <w:rPr>
          <w:iCs/>
        </w:rPr>
        <w:t xml:space="preserve">, </w:t>
      </w:r>
      <w:r>
        <w:rPr>
          <w:iCs/>
        </w:rPr>
        <w:t>komunikacionih</w:t>
      </w:r>
      <w:r w:rsidR="00C54602" w:rsidRPr="00C54602">
        <w:rPr>
          <w:iCs/>
        </w:rPr>
        <w:t xml:space="preserve"> </w:t>
      </w:r>
      <w:r>
        <w:rPr>
          <w:iCs/>
        </w:rPr>
        <w:t>i</w:t>
      </w:r>
      <w:r w:rsidR="00C54602" w:rsidRPr="00C54602">
        <w:rPr>
          <w:iCs/>
        </w:rPr>
        <w:t xml:space="preserve"> </w:t>
      </w:r>
      <w:r>
        <w:rPr>
          <w:iCs/>
        </w:rPr>
        <w:t>transportnih</w:t>
      </w:r>
      <w:r w:rsidR="00C54602" w:rsidRPr="00C54602">
        <w:rPr>
          <w:iCs/>
        </w:rPr>
        <w:t xml:space="preserve"> </w:t>
      </w:r>
      <w:r>
        <w:rPr>
          <w:iCs/>
        </w:rPr>
        <w:t>usluga</w:t>
      </w:r>
      <w:r w:rsidR="00C54602" w:rsidRPr="00C54602">
        <w:rPr>
          <w:iCs/>
        </w:rPr>
        <w:t xml:space="preserve">, </w:t>
      </w:r>
      <w:r>
        <w:rPr>
          <w:iCs/>
        </w:rPr>
        <w:t>rashode</w:t>
      </w:r>
      <w:r w:rsidR="00C54602" w:rsidRPr="00C54602">
        <w:rPr>
          <w:iCs/>
        </w:rPr>
        <w:t xml:space="preserve"> </w:t>
      </w:r>
      <w:r>
        <w:rPr>
          <w:iCs/>
        </w:rPr>
        <w:t>po</w:t>
      </w:r>
      <w:r w:rsidR="00C54602" w:rsidRPr="00C54602">
        <w:rPr>
          <w:iCs/>
        </w:rPr>
        <w:t xml:space="preserve"> </w:t>
      </w:r>
      <w:r>
        <w:rPr>
          <w:iCs/>
        </w:rPr>
        <w:t>osnovu</w:t>
      </w:r>
      <w:r w:rsidR="00C54602" w:rsidRPr="00C54602">
        <w:rPr>
          <w:iCs/>
        </w:rPr>
        <w:t xml:space="preserve"> </w:t>
      </w:r>
      <w:r>
        <w:rPr>
          <w:iCs/>
        </w:rPr>
        <w:t>putovanja</w:t>
      </w:r>
      <w:r w:rsidR="00C54602" w:rsidRPr="00C54602">
        <w:rPr>
          <w:iCs/>
        </w:rPr>
        <w:t xml:space="preserve"> </w:t>
      </w:r>
      <w:r>
        <w:rPr>
          <w:iCs/>
        </w:rPr>
        <w:t>i</w:t>
      </w:r>
      <w:r w:rsidR="00C54602" w:rsidRPr="00C54602">
        <w:rPr>
          <w:iCs/>
        </w:rPr>
        <w:t xml:space="preserve"> </w:t>
      </w:r>
      <w:r>
        <w:rPr>
          <w:iCs/>
        </w:rPr>
        <w:t>smještaja</w:t>
      </w:r>
      <w:r w:rsidR="00C54602" w:rsidRPr="00C54602">
        <w:rPr>
          <w:iCs/>
        </w:rPr>
        <w:t xml:space="preserve">, </w:t>
      </w:r>
      <w:r>
        <w:rPr>
          <w:iCs/>
        </w:rPr>
        <w:t>te</w:t>
      </w:r>
      <w:r w:rsidR="00C54602" w:rsidRPr="00C54602">
        <w:rPr>
          <w:iCs/>
        </w:rPr>
        <w:t xml:space="preserve"> </w:t>
      </w:r>
      <w:r>
        <w:rPr>
          <w:iCs/>
        </w:rPr>
        <w:t>rashode</w:t>
      </w:r>
      <w:r w:rsidR="00C54602" w:rsidRPr="00C54602">
        <w:rPr>
          <w:iCs/>
        </w:rPr>
        <w:t xml:space="preserve"> </w:t>
      </w:r>
      <w:r>
        <w:rPr>
          <w:iCs/>
        </w:rPr>
        <w:t>za</w:t>
      </w:r>
      <w:r w:rsidR="00C54602" w:rsidRPr="00C54602">
        <w:rPr>
          <w:iCs/>
        </w:rPr>
        <w:t xml:space="preserve"> </w:t>
      </w:r>
      <w:r>
        <w:rPr>
          <w:iCs/>
        </w:rPr>
        <w:t>stručne</w:t>
      </w:r>
      <w:r w:rsidR="00C54602" w:rsidRPr="00C54602">
        <w:rPr>
          <w:iCs/>
        </w:rPr>
        <w:t xml:space="preserve"> </w:t>
      </w:r>
      <w:r>
        <w:rPr>
          <w:iCs/>
        </w:rPr>
        <w:t>usluge</w:t>
      </w:r>
      <w:r w:rsidR="00C54602" w:rsidRPr="00C54602">
        <w:rPr>
          <w:iCs/>
        </w:rPr>
        <w:t>.</w:t>
      </w:r>
    </w:p>
    <w:p w:rsidR="00B84D47" w:rsidRDefault="00717223" w:rsidP="00B84D47">
      <w:pPr>
        <w:spacing w:before="60" w:after="60"/>
        <w:ind w:left="740"/>
        <w:jc w:val="both"/>
        <w:rPr>
          <w:iCs/>
          <w:lang w:val="sr-Cyrl-RS"/>
        </w:rPr>
      </w:pPr>
      <w:r>
        <w:rPr>
          <w:iCs/>
          <w:lang w:val="sr-Cyrl-RS"/>
        </w:rPr>
        <w:t>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okviru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ove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grupe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rashoda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fondu</w:t>
      </w:r>
      <w:r w:rsidR="00AC01F9" w:rsidRPr="00AC01F9">
        <w:rPr>
          <w:iCs/>
          <w:lang w:val="sr-Cyrl-RS"/>
        </w:rPr>
        <w:t xml:space="preserve"> (02) </w:t>
      </w:r>
      <w:r>
        <w:rPr>
          <w:iCs/>
          <w:lang w:val="sr-Cyrl-RS"/>
        </w:rPr>
        <w:t>planirana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2A2783">
        <w:rPr>
          <w:iCs/>
          <w:lang w:val="sr-Cyrl-RS"/>
        </w:rPr>
        <w:t xml:space="preserve"> </w:t>
      </w:r>
      <w:r w:rsidR="008F0957">
        <w:rPr>
          <w:iCs/>
          <w:lang w:val="sr-Cyrl-RS"/>
        </w:rPr>
        <w:t>2</w:t>
      </w:r>
      <w:r w:rsidR="00EB2AFE">
        <w:rPr>
          <w:iCs/>
          <w:lang w:val="sr-Cyrl-RS"/>
        </w:rPr>
        <w:t>7</w:t>
      </w:r>
      <w:r w:rsidR="002A2783">
        <w:rPr>
          <w:iCs/>
          <w:lang w:val="sr-Cyrl-RS"/>
        </w:rPr>
        <w:t>,</w:t>
      </w:r>
      <w:r w:rsidR="00EB2AFE">
        <w:rPr>
          <w:iCs/>
          <w:lang w:val="sr-Cyrl-RS"/>
        </w:rPr>
        <w:t>2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čega</w:t>
      </w:r>
      <w:r w:rsidR="002A2783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2A2783">
        <w:rPr>
          <w:iCs/>
          <w:lang w:val="sr-Cyrl-RS"/>
        </w:rPr>
        <w:t xml:space="preserve"> </w:t>
      </w:r>
      <w:r w:rsidR="008F0957">
        <w:rPr>
          <w:iCs/>
          <w:lang w:val="sr-Cyrl-RS"/>
        </w:rPr>
        <w:t>19,3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odnosi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Univerzitet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Banjoj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Luci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Univerzitet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Istočnom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Sarajevu</w:t>
      </w:r>
      <w:r w:rsidR="00AC01F9" w:rsidRPr="00AC01F9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Republičku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upravu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civilne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zaštite</w:t>
      </w:r>
      <w:r w:rsidR="00AC01F9" w:rsidRPr="00AC01F9">
        <w:rPr>
          <w:iCs/>
          <w:lang w:val="sr-Cyrl-RS"/>
        </w:rPr>
        <w:t xml:space="preserve"> 0,</w:t>
      </w:r>
      <w:r w:rsidR="008F0957">
        <w:rPr>
          <w:iCs/>
          <w:lang w:val="sr-Cyrl-RS"/>
        </w:rPr>
        <w:t>5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Osnovne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škole</w:t>
      </w:r>
      <w:r w:rsidR="00AC01F9" w:rsidRPr="00AC01F9">
        <w:rPr>
          <w:iCs/>
          <w:lang w:val="sr-Cyrl-RS"/>
        </w:rPr>
        <w:t xml:space="preserve"> </w:t>
      </w:r>
      <w:r w:rsidR="00D41BB0">
        <w:rPr>
          <w:iCs/>
          <w:lang w:val="sr-Cyrl-RS"/>
        </w:rPr>
        <w:t>1</w:t>
      </w:r>
      <w:r w:rsidR="00AC01F9" w:rsidRPr="00AC01F9">
        <w:rPr>
          <w:iCs/>
          <w:lang w:val="sr-Cyrl-RS"/>
        </w:rPr>
        <w:t>,</w:t>
      </w:r>
      <w:r w:rsidR="00D41BB0">
        <w:rPr>
          <w:iCs/>
          <w:lang w:val="sr-Cyrl-RS"/>
        </w:rPr>
        <w:t>3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AC01F9" w:rsidRPr="00AC01F9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AC01F9" w:rsidRPr="00AC01F9">
        <w:rPr>
          <w:iCs/>
          <w:lang w:val="sr-Cyrl-RS"/>
        </w:rPr>
        <w:t>.</w:t>
      </w:r>
    </w:p>
    <w:p w:rsidR="00AC01F9" w:rsidRPr="00665589" w:rsidRDefault="00AC01F9" w:rsidP="00B84D47">
      <w:pPr>
        <w:spacing w:before="60" w:after="60"/>
        <w:ind w:left="740"/>
        <w:jc w:val="both"/>
        <w:rPr>
          <w:iCs/>
          <w:lang w:val="sr-Cyrl-RS"/>
        </w:rPr>
      </w:pPr>
    </w:p>
    <w:p w:rsidR="00B84D47" w:rsidRPr="00665589" w:rsidRDefault="00717223" w:rsidP="000E451F">
      <w:pPr>
        <w:numPr>
          <w:ilvl w:val="0"/>
          <w:numId w:val="1"/>
        </w:numPr>
        <w:spacing w:before="60" w:after="6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Rashodi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finansiranja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drugi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finansijski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troškovi</w:t>
      </w:r>
      <w:r w:rsidR="00B84D47" w:rsidRPr="00665589">
        <w:rPr>
          <w:b/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4A55F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C03E4E">
        <w:rPr>
          <w:iCs/>
          <w:lang w:val="sr-Latn-BA"/>
        </w:rPr>
        <w:t>265,</w:t>
      </w:r>
      <w:r w:rsidR="00554F3D">
        <w:rPr>
          <w:iCs/>
          <w:lang w:val="sr-Cyrl-RS"/>
        </w:rPr>
        <w:t>8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AC04A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AC04A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AC04A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AC04A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AC04A7" w:rsidRPr="00665589">
        <w:rPr>
          <w:iCs/>
          <w:lang w:val="sr-Cyrl-BA"/>
        </w:rPr>
        <w:t xml:space="preserve"> </w:t>
      </w:r>
      <w:r w:rsidR="00C2218B">
        <w:rPr>
          <w:iCs/>
          <w:lang w:val="sr-Latn-RS"/>
        </w:rPr>
        <w:t>6</w:t>
      </w:r>
      <w:r w:rsidR="00C03E4E">
        <w:rPr>
          <w:iCs/>
          <w:lang w:val="sr-Latn-BA"/>
        </w:rPr>
        <w:t>,</w:t>
      </w:r>
      <w:r w:rsidR="00C2218B">
        <w:rPr>
          <w:iCs/>
          <w:lang w:val="sr-Latn-BA"/>
        </w:rPr>
        <w:t>5</w:t>
      </w:r>
      <w:r w:rsidR="00236572">
        <w:rPr>
          <w:iCs/>
          <w:lang w:val="sr-Cyrl-RS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C03E4E">
        <w:rPr>
          <w:iCs/>
          <w:lang w:val="sr-Cyrl-BA"/>
        </w:rPr>
        <w:t xml:space="preserve"> </w:t>
      </w:r>
      <w:r w:rsidR="00AD2FE9">
        <w:rPr>
          <w:iCs/>
          <w:lang w:val="sr-Latn-RS"/>
        </w:rPr>
        <w:t>2</w:t>
      </w:r>
      <w:r w:rsidR="00C03E4E">
        <w:rPr>
          <w:iCs/>
          <w:lang w:val="sr-Cyrl-BA"/>
        </w:rPr>
        <w:t>,</w:t>
      </w:r>
      <w:r w:rsidR="00AD2FE9">
        <w:rPr>
          <w:iCs/>
          <w:lang w:val="sr-Latn-RS"/>
        </w:rPr>
        <w:t>5</w:t>
      </w:r>
      <w:r w:rsidR="00C03E4E">
        <w:rPr>
          <w:iCs/>
          <w:lang w:val="sr-Cyrl-BA"/>
        </w:rPr>
        <w:t xml:space="preserve"> 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4A55F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A55F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54602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. </w:t>
      </w:r>
    </w:p>
    <w:p w:rsidR="00B84D47" w:rsidRPr="00665589" w:rsidRDefault="00717223" w:rsidP="00B84D47">
      <w:pPr>
        <w:spacing w:before="60" w:after="60"/>
        <w:ind w:left="740"/>
        <w:jc w:val="both"/>
        <w:rPr>
          <w:iCs/>
          <w:lang w:val="sr-Cyrl-BA"/>
        </w:rPr>
      </w:pPr>
      <w:r>
        <w:rPr>
          <w:iCs/>
          <w:lang w:val="sr-Cyrl-BA"/>
        </w:rPr>
        <w:t>Projekcija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istih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planom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otplate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ino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unutrašnjeg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zaduženja</w:t>
      </w:r>
      <w:r w:rsidR="0033408A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ažuriranog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plana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povlačenja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investicionim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kreditima</w:t>
      </w:r>
      <w:r w:rsidR="0033408A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planiranog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finansiranja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3408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3408A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33408A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33408A" w:rsidRPr="00665589">
        <w:rPr>
          <w:iCs/>
          <w:lang w:val="sr-Cyrl-BA"/>
        </w:rPr>
        <w:t>.</w:t>
      </w:r>
    </w:p>
    <w:p w:rsidR="0033408A" w:rsidRDefault="00717223" w:rsidP="00B84D47">
      <w:pPr>
        <w:spacing w:before="60" w:after="60"/>
        <w:ind w:left="740"/>
        <w:jc w:val="both"/>
        <w:rPr>
          <w:iCs/>
        </w:rPr>
      </w:pPr>
      <w:r>
        <w:rPr>
          <w:iCs/>
        </w:rPr>
        <w:t>U</w:t>
      </w:r>
      <w:r w:rsidR="00AC01F9" w:rsidRPr="00AC01F9">
        <w:rPr>
          <w:iCs/>
        </w:rPr>
        <w:t xml:space="preserve"> </w:t>
      </w:r>
      <w:r>
        <w:rPr>
          <w:iCs/>
        </w:rPr>
        <w:t>okviru</w:t>
      </w:r>
      <w:r w:rsidR="00AC01F9" w:rsidRPr="00AC01F9">
        <w:rPr>
          <w:iCs/>
        </w:rPr>
        <w:t xml:space="preserve"> </w:t>
      </w:r>
      <w:r>
        <w:rPr>
          <w:iCs/>
        </w:rPr>
        <w:t>ove</w:t>
      </w:r>
      <w:r w:rsidR="00AC01F9" w:rsidRPr="00AC01F9">
        <w:rPr>
          <w:iCs/>
        </w:rPr>
        <w:t xml:space="preserve"> </w:t>
      </w:r>
      <w:r>
        <w:rPr>
          <w:iCs/>
        </w:rPr>
        <w:t>grupe</w:t>
      </w:r>
      <w:r w:rsidR="00AC01F9" w:rsidRPr="00AC01F9">
        <w:rPr>
          <w:iCs/>
        </w:rPr>
        <w:t xml:space="preserve"> </w:t>
      </w:r>
      <w:r>
        <w:rPr>
          <w:iCs/>
        </w:rPr>
        <w:t>rashoda</w:t>
      </w:r>
      <w:r w:rsidR="00AC01F9" w:rsidRPr="00AC01F9">
        <w:rPr>
          <w:iCs/>
        </w:rPr>
        <w:t xml:space="preserve"> </w:t>
      </w:r>
      <w:r>
        <w:rPr>
          <w:iCs/>
        </w:rPr>
        <w:t>na</w:t>
      </w:r>
      <w:r w:rsidR="00AC01F9" w:rsidRPr="00AC01F9">
        <w:rPr>
          <w:iCs/>
        </w:rPr>
        <w:t xml:space="preserve"> </w:t>
      </w:r>
      <w:r>
        <w:rPr>
          <w:iCs/>
        </w:rPr>
        <w:t>fondu</w:t>
      </w:r>
      <w:r w:rsidR="00AC01F9" w:rsidRPr="00AC01F9">
        <w:rPr>
          <w:iCs/>
        </w:rPr>
        <w:t xml:space="preserve"> (02) </w:t>
      </w:r>
      <w:r>
        <w:rPr>
          <w:iCs/>
        </w:rPr>
        <w:t>planirana</w:t>
      </w:r>
      <w:r w:rsidR="000B68CF">
        <w:rPr>
          <w:iCs/>
        </w:rPr>
        <w:t xml:space="preserve"> </w:t>
      </w:r>
      <w:r>
        <w:rPr>
          <w:iCs/>
        </w:rPr>
        <w:t>su</w:t>
      </w:r>
      <w:r w:rsidR="000B68CF">
        <w:rPr>
          <w:iCs/>
        </w:rPr>
        <w:t xml:space="preserve"> </w:t>
      </w:r>
      <w:r>
        <w:rPr>
          <w:iCs/>
        </w:rPr>
        <w:t>sredstva</w:t>
      </w:r>
      <w:r w:rsidR="000B68CF">
        <w:rPr>
          <w:iCs/>
        </w:rPr>
        <w:t xml:space="preserve"> </w:t>
      </w:r>
      <w:r>
        <w:rPr>
          <w:iCs/>
        </w:rPr>
        <w:t>u</w:t>
      </w:r>
      <w:r w:rsidR="000B68CF">
        <w:rPr>
          <w:iCs/>
        </w:rPr>
        <w:t xml:space="preserve"> </w:t>
      </w:r>
      <w:r>
        <w:rPr>
          <w:iCs/>
        </w:rPr>
        <w:t>iznosu</w:t>
      </w:r>
      <w:r w:rsidR="000B68CF">
        <w:rPr>
          <w:iCs/>
        </w:rPr>
        <w:t xml:space="preserve"> </w:t>
      </w:r>
      <w:r>
        <w:rPr>
          <w:iCs/>
        </w:rPr>
        <w:t>od</w:t>
      </w:r>
      <w:r w:rsidR="000B68CF">
        <w:rPr>
          <w:iCs/>
        </w:rPr>
        <w:t xml:space="preserve"> </w:t>
      </w:r>
      <w:r w:rsidR="00BD4AA5">
        <w:rPr>
          <w:iCs/>
          <w:lang w:val="sr-Cyrl-BA"/>
        </w:rPr>
        <w:t xml:space="preserve">0,3 </w:t>
      </w:r>
      <w:r>
        <w:rPr>
          <w:iCs/>
          <w:lang w:val="sr-Cyrl-BA"/>
        </w:rPr>
        <w:t>miliona</w:t>
      </w:r>
      <w:r w:rsidR="00AC01F9" w:rsidRPr="00AC01F9">
        <w:rPr>
          <w:iCs/>
        </w:rPr>
        <w:t xml:space="preserve"> </w:t>
      </w:r>
      <w:r>
        <w:rPr>
          <w:iCs/>
        </w:rPr>
        <w:t>KM</w:t>
      </w:r>
      <w:r w:rsidR="00AC01F9" w:rsidRPr="00AC01F9">
        <w:rPr>
          <w:iCs/>
        </w:rPr>
        <w:t>.</w:t>
      </w:r>
    </w:p>
    <w:p w:rsidR="00AC01F9" w:rsidRPr="00665589" w:rsidRDefault="00AC01F9" w:rsidP="00B84D47">
      <w:pPr>
        <w:spacing w:before="60" w:after="60"/>
        <w:ind w:left="740"/>
        <w:jc w:val="both"/>
        <w:rPr>
          <w:iCs/>
        </w:rPr>
      </w:pPr>
    </w:p>
    <w:p w:rsidR="00B84D47" w:rsidRPr="00665589" w:rsidRDefault="00717223" w:rsidP="000E451F">
      <w:pPr>
        <w:numPr>
          <w:ilvl w:val="0"/>
          <w:numId w:val="1"/>
        </w:numPr>
        <w:spacing w:before="60" w:after="6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Subvencije</w:t>
      </w:r>
      <w:r w:rsidR="00B84D47" w:rsidRPr="00665589">
        <w:rPr>
          <w:b/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85796D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C03E4E">
        <w:rPr>
          <w:iCs/>
          <w:lang w:val="sr-Cyrl-BA"/>
        </w:rPr>
        <w:t>26</w:t>
      </w:r>
      <w:r w:rsidR="00007A0F">
        <w:rPr>
          <w:iCs/>
          <w:lang w:val="sr-Cyrl-BA"/>
        </w:rPr>
        <w:t>0</w:t>
      </w:r>
      <w:r w:rsidR="00C03E4E">
        <w:rPr>
          <w:iCs/>
          <w:lang w:val="sr-Cyrl-BA"/>
        </w:rPr>
        <w:t>,</w:t>
      </w:r>
      <w:r w:rsidR="00007A0F">
        <w:rPr>
          <w:iCs/>
          <w:lang w:val="sr-Cyrl-BA"/>
        </w:rPr>
        <w:t>9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007A0F">
        <w:rPr>
          <w:iCs/>
          <w:lang w:val="sr-Cyrl-BA"/>
        </w:rPr>
        <w:t>18</w:t>
      </w:r>
      <w:r w:rsidR="00C03E4E">
        <w:rPr>
          <w:iCs/>
          <w:lang w:val="sr-Cyrl-BA"/>
        </w:rPr>
        <w:t>,</w:t>
      </w:r>
      <w:r w:rsidR="00007A0F">
        <w:rPr>
          <w:iCs/>
          <w:lang w:val="sr-Cyrl-BA"/>
        </w:rPr>
        <w:t>0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B84D47" w:rsidRPr="00665589">
        <w:rPr>
          <w:iCs/>
          <w:lang w:val="sr-Cyrl-BA"/>
        </w:rPr>
        <w:t xml:space="preserve"> </w:t>
      </w:r>
      <w:r w:rsidR="00007A0F">
        <w:rPr>
          <w:iCs/>
          <w:lang w:val="sr-Cyrl-BA"/>
        </w:rPr>
        <w:t>7</w:t>
      </w:r>
      <w:r w:rsidR="00C03E4E">
        <w:rPr>
          <w:iCs/>
          <w:lang w:val="sr-Cyrl-BA"/>
        </w:rPr>
        <w:t>,</w:t>
      </w:r>
      <w:r w:rsidR="00007A0F">
        <w:rPr>
          <w:iCs/>
          <w:lang w:val="sr-Cyrl-BA"/>
        </w:rPr>
        <w:t>4</w:t>
      </w:r>
      <w:r w:rsidR="00B84D47" w:rsidRPr="00665589">
        <w:rPr>
          <w:iCs/>
          <w:lang w:val="sr-Cyrl-BA"/>
        </w:rPr>
        <w:t xml:space="preserve"> 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85796D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C54602" w:rsidRPr="00C54602" w:rsidRDefault="00717223" w:rsidP="00C54602">
      <w:pPr>
        <w:spacing w:before="60" w:after="60"/>
        <w:ind w:left="740"/>
        <w:jc w:val="both"/>
        <w:rPr>
          <w:iCs/>
        </w:rPr>
      </w:pPr>
      <w:r>
        <w:rPr>
          <w:iCs/>
        </w:rPr>
        <w:t>Subvencije</w:t>
      </w:r>
      <w:r w:rsidR="00C54602" w:rsidRPr="00C54602">
        <w:rPr>
          <w:iCs/>
        </w:rPr>
        <w:t xml:space="preserve"> </w:t>
      </w:r>
      <w:r>
        <w:rPr>
          <w:iCs/>
        </w:rPr>
        <w:t>se</w:t>
      </w:r>
      <w:r w:rsidR="00C54602" w:rsidRPr="00C54602">
        <w:rPr>
          <w:iCs/>
        </w:rPr>
        <w:t xml:space="preserve"> </w:t>
      </w:r>
      <w:r>
        <w:rPr>
          <w:iCs/>
        </w:rPr>
        <w:t>doznačavaju</w:t>
      </w:r>
      <w:r w:rsidR="00C54602" w:rsidRPr="00C54602">
        <w:rPr>
          <w:iCs/>
        </w:rPr>
        <w:t xml:space="preserve"> </w:t>
      </w:r>
      <w:r>
        <w:rPr>
          <w:iCs/>
        </w:rPr>
        <w:t>isključivo</w:t>
      </w:r>
      <w:r w:rsidR="00C54602" w:rsidRPr="00C54602">
        <w:rPr>
          <w:iCs/>
        </w:rPr>
        <w:t xml:space="preserve"> </w:t>
      </w:r>
      <w:r>
        <w:rPr>
          <w:iCs/>
        </w:rPr>
        <w:t>proizvođačima</w:t>
      </w:r>
      <w:r w:rsidR="00C54602" w:rsidRPr="00C54602">
        <w:rPr>
          <w:iCs/>
        </w:rPr>
        <w:t xml:space="preserve"> </w:t>
      </w:r>
      <w:r>
        <w:rPr>
          <w:iCs/>
        </w:rPr>
        <w:t>učinaka</w:t>
      </w:r>
      <w:r w:rsidR="00C54602" w:rsidRPr="00C54602">
        <w:rPr>
          <w:iCs/>
        </w:rPr>
        <w:t xml:space="preserve"> (</w:t>
      </w:r>
      <w:r>
        <w:rPr>
          <w:iCs/>
        </w:rPr>
        <w:t>robe</w:t>
      </w:r>
      <w:r w:rsidR="00C54602" w:rsidRPr="00C54602">
        <w:rPr>
          <w:iCs/>
        </w:rPr>
        <w:t xml:space="preserve"> </w:t>
      </w:r>
      <w:r>
        <w:rPr>
          <w:iCs/>
        </w:rPr>
        <w:t>i</w:t>
      </w:r>
      <w:r w:rsidR="00C54602" w:rsidRPr="00C54602">
        <w:rPr>
          <w:iCs/>
        </w:rPr>
        <w:t xml:space="preserve"> </w:t>
      </w:r>
      <w:r>
        <w:rPr>
          <w:iCs/>
        </w:rPr>
        <w:t>usluga</w:t>
      </w:r>
      <w:r w:rsidR="00C54602" w:rsidRPr="00C54602">
        <w:rPr>
          <w:iCs/>
        </w:rPr>
        <w:t xml:space="preserve">), </w:t>
      </w:r>
      <w:r>
        <w:rPr>
          <w:iCs/>
        </w:rPr>
        <w:t>a</w:t>
      </w:r>
      <w:r w:rsidR="00C54602" w:rsidRPr="00C54602">
        <w:rPr>
          <w:iCs/>
        </w:rPr>
        <w:t xml:space="preserve"> </w:t>
      </w:r>
      <w:r>
        <w:rPr>
          <w:iCs/>
        </w:rPr>
        <w:t>ne</w:t>
      </w:r>
      <w:r w:rsidR="00C54602" w:rsidRPr="00C54602">
        <w:rPr>
          <w:iCs/>
        </w:rPr>
        <w:t xml:space="preserve"> </w:t>
      </w:r>
      <w:r>
        <w:rPr>
          <w:iCs/>
        </w:rPr>
        <w:t>krajnjim</w:t>
      </w:r>
      <w:r w:rsidR="00C54602" w:rsidRPr="00C54602">
        <w:rPr>
          <w:iCs/>
        </w:rPr>
        <w:t xml:space="preserve"> </w:t>
      </w:r>
      <w:r>
        <w:rPr>
          <w:iCs/>
        </w:rPr>
        <w:t>potrošačima</w:t>
      </w:r>
      <w:r w:rsidR="00C54602" w:rsidRPr="00C54602">
        <w:rPr>
          <w:iCs/>
        </w:rPr>
        <w:t xml:space="preserve">, </w:t>
      </w:r>
      <w:r>
        <w:rPr>
          <w:iCs/>
        </w:rPr>
        <w:t>i</w:t>
      </w:r>
      <w:r w:rsidR="00C54602" w:rsidRPr="00C54602">
        <w:rPr>
          <w:iCs/>
        </w:rPr>
        <w:t xml:space="preserve"> </w:t>
      </w:r>
      <w:r>
        <w:rPr>
          <w:iCs/>
        </w:rPr>
        <w:t>imaju</w:t>
      </w:r>
      <w:r w:rsidR="00C54602" w:rsidRPr="00C54602">
        <w:rPr>
          <w:iCs/>
        </w:rPr>
        <w:t xml:space="preserve"> </w:t>
      </w:r>
      <w:r>
        <w:rPr>
          <w:iCs/>
        </w:rPr>
        <w:t>za</w:t>
      </w:r>
      <w:r w:rsidR="00C54602" w:rsidRPr="00C54602">
        <w:rPr>
          <w:iCs/>
        </w:rPr>
        <w:t xml:space="preserve"> </w:t>
      </w:r>
      <w:r>
        <w:rPr>
          <w:iCs/>
        </w:rPr>
        <w:t>cilj</w:t>
      </w:r>
      <w:r w:rsidR="00C54602" w:rsidRPr="00C54602">
        <w:rPr>
          <w:iCs/>
        </w:rPr>
        <w:t xml:space="preserve"> </w:t>
      </w:r>
      <w:r>
        <w:rPr>
          <w:iCs/>
        </w:rPr>
        <w:t>da</w:t>
      </w:r>
      <w:r w:rsidR="00C54602" w:rsidRPr="00C54602">
        <w:rPr>
          <w:iCs/>
        </w:rPr>
        <w:t xml:space="preserve"> </w:t>
      </w:r>
      <w:r>
        <w:rPr>
          <w:iCs/>
        </w:rPr>
        <w:t>utiču</w:t>
      </w:r>
      <w:r w:rsidR="00C54602" w:rsidRPr="00C54602">
        <w:rPr>
          <w:iCs/>
        </w:rPr>
        <w:t xml:space="preserve"> </w:t>
      </w:r>
      <w:r>
        <w:rPr>
          <w:iCs/>
        </w:rPr>
        <w:t>na</w:t>
      </w:r>
      <w:r w:rsidR="00C54602" w:rsidRPr="00C54602">
        <w:rPr>
          <w:iCs/>
        </w:rPr>
        <w:t xml:space="preserve"> </w:t>
      </w:r>
      <w:r>
        <w:rPr>
          <w:iCs/>
        </w:rPr>
        <w:t>obim</w:t>
      </w:r>
      <w:r w:rsidR="00C54602" w:rsidRPr="00C54602">
        <w:rPr>
          <w:iCs/>
        </w:rPr>
        <w:t xml:space="preserve"> </w:t>
      </w:r>
      <w:r>
        <w:rPr>
          <w:iCs/>
        </w:rPr>
        <w:t>proizvodnje</w:t>
      </w:r>
      <w:r w:rsidR="00C54602" w:rsidRPr="00C54602">
        <w:rPr>
          <w:iCs/>
        </w:rPr>
        <w:t xml:space="preserve">, </w:t>
      </w:r>
      <w:r>
        <w:rPr>
          <w:iCs/>
        </w:rPr>
        <w:t>cijenu</w:t>
      </w:r>
      <w:r w:rsidR="00C54602" w:rsidRPr="00C54602">
        <w:rPr>
          <w:iCs/>
        </w:rPr>
        <w:t xml:space="preserve"> </w:t>
      </w:r>
      <w:r>
        <w:rPr>
          <w:iCs/>
        </w:rPr>
        <w:t>po</w:t>
      </w:r>
      <w:r w:rsidR="00C54602" w:rsidRPr="00C54602">
        <w:rPr>
          <w:iCs/>
        </w:rPr>
        <w:t xml:space="preserve"> </w:t>
      </w:r>
      <w:r>
        <w:rPr>
          <w:iCs/>
        </w:rPr>
        <w:t>kojoj</w:t>
      </w:r>
      <w:r w:rsidR="00C54602" w:rsidRPr="00C54602">
        <w:rPr>
          <w:iCs/>
        </w:rPr>
        <w:t xml:space="preserve"> </w:t>
      </w:r>
      <w:r>
        <w:rPr>
          <w:iCs/>
        </w:rPr>
        <w:t>se</w:t>
      </w:r>
      <w:r w:rsidR="00C54602" w:rsidRPr="00C54602">
        <w:rPr>
          <w:iCs/>
        </w:rPr>
        <w:t xml:space="preserve"> </w:t>
      </w:r>
      <w:r>
        <w:rPr>
          <w:iCs/>
        </w:rPr>
        <w:t>učinci</w:t>
      </w:r>
      <w:r w:rsidR="00C54602" w:rsidRPr="00C54602">
        <w:rPr>
          <w:iCs/>
        </w:rPr>
        <w:t xml:space="preserve"> </w:t>
      </w:r>
      <w:r>
        <w:rPr>
          <w:iCs/>
        </w:rPr>
        <w:t>prodaju</w:t>
      </w:r>
      <w:r w:rsidR="00C54602" w:rsidRPr="00C54602">
        <w:rPr>
          <w:iCs/>
        </w:rPr>
        <w:t xml:space="preserve"> </w:t>
      </w:r>
      <w:r>
        <w:rPr>
          <w:iCs/>
        </w:rPr>
        <w:t>ili</w:t>
      </w:r>
      <w:r w:rsidR="00C54602" w:rsidRPr="00C54602">
        <w:rPr>
          <w:iCs/>
        </w:rPr>
        <w:t xml:space="preserve"> </w:t>
      </w:r>
      <w:r>
        <w:rPr>
          <w:iCs/>
        </w:rPr>
        <w:t>nadoknadu</w:t>
      </w:r>
      <w:r w:rsidR="00C54602" w:rsidRPr="00C54602">
        <w:rPr>
          <w:iCs/>
        </w:rPr>
        <w:t xml:space="preserve"> </w:t>
      </w:r>
      <w:r>
        <w:rPr>
          <w:iCs/>
        </w:rPr>
        <w:t>proizvođaču</w:t>
      </w:r>
      <w:r w:rsidR="00C54602" w:rsidRPr="00C54602">
        <w:rPr>
          <w:iCs/>
        </w:rPr>
        <w:t xml:space="preserve"> </w:t>
      </w:r>
      <w:r>
        <w:rPr>
          <w:iCs/>
        </w:rPr>
        <w:t>po</w:t>
      </w:r>
      <w:r w:rsidR="00C54602" w:rsidRPr="00C54602">
        <w:rPr>
          <w:iCs/>
        </w:rPr>
        <w:t xml:space="preserve"> </w:t>
      </w:r>
      <w:r>
        <w:rPr>
          <w:iCs/>
        </w:rPr>
        <w:t>nekom</w:t>
      </w:r>
      <w:r w:rsidR="00C54602" w:rsidRPr="00C54602">
        <w:rPr>
          <w:iCs/>
        </w:rPr>
        <w:t xml:space="preserve"> </w:t>
      </w:r>
      <w:r>
        <w:rPr>
          <w:iCs/>
        </w:rPr>
        <w:t>drugom</w:t>
      </w:r>
      <w:r w:rsidR="00C54602" w:rsidRPr="00C54602">
        <w:rPr>
          <w:iCs/>
        </w:rPr>
        <w:t xml:space="preserve"> </w:t>
      </w:r>
      <w:r>
        <w:rPr>
          <w:iCs/>
        </w:rPr>
        <w:t>osnovu</w:t>
      </w:r>
      <w:r w:rsidR="00C54602" w:rsidRPr="00C54602">
        <w:rPr>
          <w:iCs/>
        </w:rPr>
        <w:t>.</w:t>
      </w:r>
    </w:p>
    <w:p w:rsidR="00E81E0B" w:rsidRPr="00430C17" w:rsidRDefault="00717223" w:rsidP="00AC04A7">
      <w:pPr>
        <w:spacing w:before="60" w:after="60"/>
        <w:ind w:left="740"/>
        <w:jc w:val="both"/>
        <w:rPr>
          <w:iCs/>
          <w:lang w:val="sr-Cyrl-RS"/>
        </w:rPr>
      </w:pPr>
      <w:r>
        <w:rPr>
          <w:iCs/>
        </w:rPr>
        <w:t>Planirano</w:t>
      </w:r>
      <w:r w:rsidR="00C54602" w:rsidRPr="00C54602">
        <w:rPr>
          <w:iCs/>
        </w:rPr>
        <w:t xml:space="preserve"> </w:t>
      </w:r>
      <w:r>
        <w:rPr>
          <w:iCs/>
        </w:rPr>
        <w:t>uvećanje</w:t>
      </w:r>
      <w:r w:rsidR="00C54602" w:rsidRPr="00C54602">
        <w:rPr>
          <w:iCs/>
        </w:rPr>
        <w:t xml:space="preserve"> </w:t>
      </w:r>
      <w:r>
        <w:rPr>
          <w:iCs/>
        </w:rPr>
        <w:t>je</w:t>
      </w:r>
      <w:r w:rsidR="00C03E4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03E4E">
        <w:rPr>
          <w:iCs/>
          <w:lang w:val="sr-Cyrl-BA"/>
        </w:rPr>
        <w:t xml:space="preserve"> </w:t>
      </w:r>
      <w:r>
        <w:rPr>
          <w:iCs/>
          <w:lang w:val="sr-Cyrl-BA"/>
        </w:rPr>
        <w:t>najvećoj</w:t>
      </w:r>
      <w:r w:rsidR="00C03E4E">
        <w:rPr>
          <w:iCs/>
          <w:lang w:val="sr-Cyrl-BA"/>
        </w:rPr>
        <w:t xml:space="preserve"> </w:t>
      </w:r>
      <w:r>
        <w:rPr>
          <w:iCs/>
          <w:lang w:val="sr-Cyrl-BA"/>
        </w:rPr>
        <w:t>mjeri</w:t>
      </w:r>
      <w:r w:rsidR="00C54602" w:rsidRPr="00C54602">
        <w:rPr>
          <w:iCs/>
        </w:rPr>
        <w:t xml:space="preserve"> </w:t>
      </w:r>
      <w:r>
        <w:rPr>
          <w:iCs/>
        </w:rPr>
        <w:t>rezultat</w:t>
      </w:r>
      <w:r w:rsidR="00C54602" w:rsidRPr="00C54602">
        <w:rPr>
          <w:iCs/>
        </w:rPr>
        <w:t xml:space="preserve"> </w:t>
      </w:r>
      <w:r>
        <w:rPr>
          <w:iCs/>
        </w:rPr>
        <w:t>uvećanja</w:t>
      </w:r>
      <w:r w:rsidR="00C54602" w:rsidRPr="00C54602">
        <w:rPr>
          <w:iCs/>
        </w:rPr>
        <w:t xml:space="preserve"> </w:t>
      </w:r>
      <w:r>
        <w:rPr>
          <w:iCs/>
          <w:lang w:val="sr-Cyrl-BA"/>
        </w:rPr>
        <w:t>s</w:t>
      </w:r>
      <w:r>
        <w:rPr>
          <w:iCs/>
        </w:rPr>
        <w:t>ubvencije</w:t>
      </w:r>
      <w:r w:rsidR="00385EBC" w:rsidRPr="00385EBC">
        <w:rPr>
          <w:iCs/>
        </w:rPr>
        <w:t xml:space="preserve"> </w:t>
      </w:r>
      <w:r>
        <w:rPr>
          <w:iCs/>
        </w:rPr>
        <w:t>na</w:t>
      </w:r>
      <w:r w:rsidR="00385EBC" w:rsidRPr="00385EBC">
        <w:rPr>
          <w:iCs/>
        </w:rPr>
        <w:t xml:space="preserve"> </w:t>
      </w:r>
      <w:r>
        <w:rPr>
          <w:iCs/>
        </w:rPr>
        <w:t>ime</w:t>
      </w:r>
      <w:r w:rsidR="00385EBC" w:rsidRPr="00385EBC">
        <w:rPr>
          <w:iCs/>
        </w:rPr>
        <w:t xml:space="preserve"> </w:t>
      </w:r>
      <w:r>
        <w:rPr>
          <w:iCs/>
        </w:rPr>
        <w:t>podsticaja</w:t>
      </w:r>
      <w:r w:rsidR="00385EBC" w:rsidRPr="00385EBC">
        <w:rPr>
          <w:iCs/>
        </w:rPr>
        <w:t xml:space="preserve"> </w:t>
      </w:r>
      <w:r>
        <w:rPr>
          <w:iCs/>
        </w:rPr>
        <w:t>za</w:t>
      </w:r>
      <w:r w:rsidR="00385EBC" w:rsidRPr="00385EBC">
        <w:rPr>
          <w:iCs/>
        </w:rPr>
        <w:t xml:space="preserve"> </w:t>
      </w:r>
      <w:r>
        <w:rPr>
          <w:iCs/>
        </w:rPr>
        <w:t>povećanje</w:t>
      </w:r>
      <w:r w:rsidR="00385EBC" w:rsidRPr="00385EBC">
        <w:rPr>
          <w:iCs/>
        </w:rPr>
        <w:t xml:space="preserve"> </w:t>
      </w:r>
      <w:r>
        <w:rPr>
          <w:iCs/>
        </w:rPr>
        <w:t>plate</w:t>
      </w:r>
      <w:r w:rsidR="00385EBC" w:rsidRPr="00385EBC">
        <w:rPr>
          <w:iCs/>
        </w:rPr>
        <w:t xml:space="preserve"> </w:t>
      </w:r>
      <w:r>
        <w:rPr>
          <w:iCs/>
        </w:rPr>
        <w:t>radnika</w:t>
      </w:r>
      <w:r w:rsidR="00385EBC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385EBC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385EB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385EBC">
        <w:rPr>
          <w:iCs/>
          <w:lang w:val="sr-Cyrl-BA"/>
        </w:rPr>
        <w:t xml:space="preserve"> </w:t>
      </w:r>
      <w:r w:rsidR="00EF5E22">
        <w:rPr>
          <w:iCs/>
          <w:lang w:val="sr-Latn-RS"/>
        </w:rPr>
        <w:t>8</w:t>
      </w:r>
      <w:r w:rsidR="00385EBC">
        <w:rPr>
          <w:iCs/>
          <w:lang w:val="sr-Cyrl-BA"/>
        </w:rPr>
        <w:t>,</w:t>
      </w:r>
      <w:r w:rsidR="00EF5E22">
        <w:rPr>
          <w:iCs/>
          <w:lang w:val="sr-Latn-RS"/>
        </w:rPr>
        <w:t>8</w:t>
      </w:r>
      <w:r w:rsidR="00385EBC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385EB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85EBC">
        <w:rPr>
          <w:iCs/>
          <w:lang w:val="sr-Cyrl-BA"/>
        </w:rPr>
        <w:t xml:space="preserve">, </w:t>
      </w:r>
      <w:r>
        <w:rPr>
          <w:iCs/>
          <w:lang w:val="sr-Cyrl-RS"/>
        </w:rPr>
        <w:t>te</w:t>
      </w:r>
      <w:r w:rsidR="00385EBC">
        <w:rPr>
          <w:iCs/>
          <w:lang w:val="sr-Cyrl-RS"/>
        </w:rPr>
        <w:t xml:space="preserve"> </w:t>
      </w:r>
      <w:r>
        <w:rPr>
          <w:iCs/>
          <w:lang w:val="sr-Cyrl-RS"/>
        </w:rPr>
        <w:t>subvencije</w:t>
      </w:r>
      <w:r w:rsidR="00385EBC" w:rsidRPr="00385EBC">
        <w:rPr>
          <w:iCs/>
          <w:lang w:val="sr-Cyrl-RS"/>
        </w:rPr>
        <w:t xml:space="preserve"> </w:t>
      </w:r>
      <w:r>
        <w:rPr>
          <w:iCs/>
          <w:lang w:val="sr-Cyrl-RS"/>
        </w:rPr>
        <w:t>nefinansijskim</w:t>
      </w:r>
      <w:r w:rsidR="00385EBC" w:rsidRPr="00385EBC">
        <w:rPr>
          <w:iCs/>
          <w:lang w:val="sr-Cyrl-RS"/>
        </w:rPr>
        <w:t xml:space="preserve"> </w:t>
      </w:r>
      <w:r>
        <w:rPr>
          <w:iCs/>
          <w:lang w:val="sr-Cyrl-RS"/>
        </w:rPr>
        <w:t>subjektima</w:t>
      </w:r>
      <w:r w:rsidR="00385EB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385EBC">
        <w:rPr>
          <w:iCs/>
          <w:lang w:val="sr-Cyrl-RS"/>
        </w:rPr>
        <w:t xml:space="preserve"> </w:t>
      </w:r>
      <w:r>
        <w:rPr>
          <w:iCs/>
          <w:lang w:val="sr-Cyrl-RS"/>
        </w:rPr>
        <w:t>oblasti</w:t>
      </w:r>
      <w:r w:rsidR="00385EBC">
        <w:rPr>
          <w:iCs/>
          <w:lang w:val="sr-Cyrl-RS"/>
        </w:rPr>
        <w:t xml:space="preserve"> </w:t>
      </w:r>
      <w:r>
        <w:rPr>
          <w:iCs/>
          <w:lang w:val="sr-Cyrl-RS"/>
        </w:rPr>
        <w:t>trgovine</w:t>
      </w:r>
      <w:r w:rsidR="00385EB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385EBC">
        <w:rPr>
          <w:iCs/>
          <w:lang w:val="sr-Cyrl-RS"/>
        </w:rPr>
        <w:t xml:space="preserve"> </w:t>
      </w:r>
      <w:r>
        <w:rPr>
          <w:iCs/>
          <w:lang w:val="sr-Cyrl-RS"/>
        </w:rPr>
        <w:t>turizma</w:t>
      </w:r>
      <w:r w:rsidR="00385EBC">
        <w:rPr>
          <w:iCs/>
          <w:lang w:val="sr-Cyrl-RS"/>
        </w:rPr>
        <w:t xml:space="preserve">, </w:t>
      </w:r>
      <w:r>
        <w:rPr>
          <w:iCs/>
          <w:lang w:val="sr-Cyrl-RS"/>
        </w:rPr>
        <w:t>u</w:t>
      </w:r>
      <w:r w:rsidR="00385EBC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430C17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30C17">
        <w:rPr>
          <w:iCs/>
          <w:lang w:val="sr-Cyrl-RS"/>
        </w:rPr>
        <w:t xml:space="preserve"> </w:t>
      </w:r>
      <w:r w:rsidR="00EF5E22">
        <w:rPr>
          <w:iCs/>
          <w:lang w:val="sr-Latn-RS"/>
        </w:rPr>
        <w:t>8</w:t>
      </w:r>
      <w:r w:rsidR="00385EBC">
        <w:rPr>
          <w:iCs/>
          <w:lang w:val="sr-Cyrl-RS"/>
        </w:rPr>
        <w:t>,</w:t>
      </w:r>
      <w:r w:rsidR="00EF5E22">
        <w:rPr>
          <w:iCs/>
          <w:lang w:val="sr-Latn-RS"/>
        </w:rPr>
        <w:t>2</w:t>
      </w:r>
      <w:r w:rsidR="004923EC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4923EC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923EC">
        <w:rPr>
          <w:iCs/>
          <w:lang w:val="sr-Cyrl-RS"/>
        </w:rPr>
        <w:t>.</w:t>
      </w:r>
    </w:p>
    <w:p w:rsidR="00AC04A7" w:rsidRDefault="00717223" w:rsidP="00AC04A7">
      <w:pPr>
        <w:spacing w:before="60" w:after="60"/>
        <w:ind w:left="740"/>
        <w:jc w:val="both"/>
        <w:rPr>
          <w:iCs/>
        </w:rPr>
      </w:pPr>
      <w:r>
        <w:rPr>
          <w:iCs/>
        </w:rPr>
        <w:t>U</w:t>
      </w:r>
      <w:r w:rsidR="00AC01F9" w:rsidRPr="00AC01F9">
        <w:rPr>
          <w:iCs/>
        </w:rPr>
        <w:t xml:space="preserve"> </w:t>
      </w:r>
      <w:r>
        <w:rPr>
          <w:iCs/>
        </w:rPr>
        <w:t>okviru</w:t>
      </w:r>
      <w:r w:rsidR="00AC01F9" w:rsidRPr="00AC01F9">
        <w:rPr>
          <w:iCs/>
        </w:rPr>
        <w:t xml:space="preserve"> </w:t>
      </w:r>
      <w:r>
        <w:rPr>
          <w:iCs/>
        </w:rPr>
        <w:t>ove</w:t>
      </w:r>
      <w:r w:rsidR="00AC01F9" w:rsidRPr="00AC01F9">
        <w:rPr>
          <w:iCs/>
        </w:rPr>
        <w:t xml:space="preserve"> </w:t>
      </w:r>
      <w:r>
        <w:rPr>
          <w:iCs/>
        </w:rPr>
        <w:t>grupe</w:t>
      </w:r>
      <w:r w:rsidR="00AC01F9" w:rsidRPr="00AC01F9">
        <w:rPr>
          <w:iCs/>
        </w:rPr>
        <w:t xml:space="preserve"> </w:t>
      </w:r>
      <w:r>
        <w:rPr>
          <w:iCs/>
        </w:rPr>
        <w:t>rashoda</w:t>
      </w:r>
      <w:r w:rsidR="00AC01F9" w:rsidRPr="00AC01F9">
        <w:rPr>
          <w:iCs/>
        </w:rPr>
        <w:t xml:space="preserve"> </w:t>
      </w:r>
      <w:r>
        <w:rPr>
          <w:iCs/>
        </w:rPr>
        <w:t>na</w:t>
      </w:r>
      <w:r w:rsidR="00AC01F9" w:rsidRPr="00AC01F9">
        <w:rPr>
          <w:iCs/>
        </w:rPr>
        <w:t xml:space="preserve"> </w:t>
      </w:r>
      <w:r>
        <w:rPr>
          <w:iCs/>
        </w:rPr>
        <w:t>fondu</w:t>
      </w:r>
      <w:r w:rsidR="00AC01F9" w:rsidRPr="00AC01F9">
        <w:rPr>
          <w:iCs/>
        </w:rPr>
        <w:t xml:space="preserve"> (02) </w:t>
      </w:r>
      <w:r>
        <w:rPr>
          <w:iCs/>
        </w:rPr>
        <w:t>nisu</w:t>
      </w:r>
      <w:r w:rsidR="00AC01F9" w:rsidRPr="00AC01F9">
        <w:rPr>
          <w:iCs/>
        </w:rPr>
        <w:t xml:space="preserve"> </w:t>
      </w:r>
      <w:r>
        <w:rPr>
          <w:iCs/>
        </w:rPr>
        <w:t>planirana</w:t>
      </w:r>
      <w:r w:rsidR="00AC01F9" w:rsidRPr="00AC01F9">
        <w:rPr>
          <w:iCs/>
        </w:rPr>
        <w:t xml:space="preserve"> </w:t>
      </w:r>
      <w:r>
        <w:rPr>
          <w:iCs/>
        </w:rPr>
        <w:t>sredstva</w:t>
      </w:r>
      <w:r w:rsidR="00AC01F9" w:rsidRPr="00AC01F9">
        <w:rPr>
          <w:iCs/>
        </w:rPr>
        <w:t>.</w:t>
      </w:r>
    </w:p>
    <w:p w:rsidR="00AC01F9" w:rsidRPr="00665589" w:rsidRDefault="00AC01F9" w:rsidP="00AC04A7">
      <w:pPr>
        <w:spacing w:before="60" w:after="60"/>
        <w:ind w:left="740"/>
        <w:jc w:val="both"/>
        <w:rPr>
          <w:iCs/>
        </w:rPr>
      </w:pPr>
    </w:p>
    <w:p w:rsidR="00B84D47" w:rsidRPr="00665589" w:rsidRDefault="00717223" w:rsidP="000E451F">
      <w:pPr>
        <w:pStyle w:val="ListParagraph"/>
        <w:numPr>
          <w:ilvl w:val="0"/>
          <w:numId w:val="1"/>
        </w:numPr>
        <w:spacing w:before="60" w:after="6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Grantovi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5C53F1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AA56F1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C03E4E">
        <w:rPr>
          <w:iCs/>
          <w:lang w:val="sr-Cyrl-BA"/>
        </w:rPr>
        <w:t xml:space="preserve">185,6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umanjenje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C03E4E">
        <w:rPr>
          <w:iCs/>
          <w:lang w:val="sr-Cyrl-BA"/>
        </w:rPr>
        <w:t>2,2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B84D47" w:rsidRPr="00665589">
        <w:rPr>
          <w:iCs/>
          <w:lang w:val="sr-Cyrl-BA"/>
        </w:rPr>
        <w:t xml:space="preserve"> </w:t>
      </w:r>
      <w:r w:rsidR="00C03E4E">
        <w:rPr>
          <w:iCs/>
          <w:lang w:val="sr-Cyrl-BA"/>
        </w:rPr>
        <w:t>1,</w:t>
      </w:r>
      <w:r w:rsidR="00C372F2">
        <w:rPr>
          <w:iCs/>
          <w:lang w:val="sr-Latn-RS"/>
        </w:rPr>
        <w:t>2</w:t>
      </w:r>
      <w:r w:rsidR="00C03E4E">
        <w:rPr>
          <w:iCs/>
          <w:lang w:val="sr-Cyrl-BA"/>
        </w:rPr>
        <w:t xml:space="preserve"> </w:t>
      </w:r>
      <w:r w:rsidR="00B84D47" w:rsidRPr="00665589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5C53F1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5460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54602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C54602" w:rsidRPr="00C54602" w:rsidRDefault="00717223" w:rsidP="00C54602">
      <w:pPr>
        <w:spacing w:before="60" w:after="60"/>
        <w:ind w:left="740"/>
        <w:jc w:val="both"/>
        <w:rPr>
          <w:iCs/>
          <w:lang w:val="sr-Cyrl-BA"/>
        </w:rPr>
      </w:pPr>
      <w:r>
        <w:rPr>
          <w:iCs/>
          <w:lang w:val="sr-Cyrl-BA"/>
        </w:rPr>
        <w:t>Sredstva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granta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obuhvataju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tekuće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kapitalne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grantove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neprofitnim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subjektima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što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organizacije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udruženja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afirmaciju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porodice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zaštitu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prava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žena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djece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izbjeglih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raseljenih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lica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boraca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osoba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invaliditetom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organizacija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udruženja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zdravstvene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socijalne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zaštite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obrazovanja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nauke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kulture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ekonomske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pravne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saradnje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humanitarne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sportske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omladinske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etničke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vjerske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političke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organizacije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udruženja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slično</w:t>
      </w:r>
      <w:r w:rsidR="00C54602" w:rsidRPr="00C54602">
        <w:rPr>
          <w:iCs/>
          <w:lang w:val="sr-Cyrl-BA"/>
        </w:rPr>
        <w:t>.</w:t>
      </w:r>
    </w:p>
    <w:p w:rsidR="00AC01F9" w:rsidRPr="00B90147" w:rsidRDefault="00717223" w:rsidP="00C54602">
      <w:pPr>
        <w:spacing w:before="60" w:after="60"/>
        <w:ind w:left="740"/>
        <w:jc w:val="both"/>
        <w:rPr>
          <w:iCs/>
          <w:lang w:val="sr-Cyrl-RS"/>
        </w:rPr>
      </w:pPr>
      <w:r>
        <w:rPr>
          <w:iCs/>
          <w:lang w:val="sr-Cyrl-RS"/>
        </w:rPr>
        <w:t>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okviru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ove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grupe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rashoda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fondu</w:t>
      </w:r>
      <w:r w:rsidR="00FD5D6E" w:rsidRPr="00FD5D6E">
        <w:rPr>
          <w:iCs/>
          <w:lang w:val="sr-Cyrl-RS"/>
        </w:rPr>
        <w:t xml:space="preserve"> (02) </w:t>
      </w:r>
      <w:r>
        <w:rPr>
          <w:iCs/>
          <w:lang w:val="sr-Cyrl-RS"/>
        </w:rPr>
        <w:t>planirana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FD5D6E" w:rsidRPr="00FD5D6E">
        <w:rPr>
          <w:iCs/>
          <w:lang w:val="sr-Cyrl-RS"/>
        </w:rPr>
        <w:t xml:space="preserve"> 1</w:t>
      </w:r>
      <w:r w:rsidR="00ED750E">
        <w:rPr>
          <w:iCs/>
          <w:lang w:val="sr-Latn-RS"/>
        </w:rPr>
        <w:t>66</w:t>
      </w:r>
      <w:r w:rsidR="00FD5D6E" w:rsidRPr="00FD5D6E">
        <w:rPr>
          <w:iCs/>
          <w:lang w:val="sr-Cyrl-RS"/>
        </w:rPr>
        <w:t>,</w:t>
      </w:r>
      <w:r w:rsidR="00ED750E">
        <w:rPr>
          <w:iCs/>
          <w:lang w:val="sr-Latn-RS"/>
        </w:rPr>
        <w:t>5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čega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FD5D6E" w:rsidRPr="00FD5D6E">
        <w:rPr>
          <w:iCs/>
          <w:lang w:val="sr-Cyrl-RS"/>
        </w:rPr>
        <w:t xml:space="preserve"> 1</w:t>
      </w:r>
      <w:r w:rsidR="00ED750E">
        <w:rPr>
          <w:iCs/>
          <w:lang w:val="sr-Latn-RS"/>
        </w:rPr>
        <w:t>65</w:t>
      </w:r>
      <w:r w:rsidR="00FD5D6E" w:rsidRPr="00FD5D6E">
        <w:rPr>
          <w:iCs/>
          <w:lang w:val="sr-Cyrl-RS"/>
        </w:rPr>
        <w:t xml:space="preserve">,5 </w:t>
      </w:r>
      <w:r>
        <w:rPr>
          <w:iCs/>
          <w:lang w:val="sr-Cyrl-RS"/>
        </w:rPr>
        <w:t>miliona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odnosi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trošenje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putarina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kao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vrste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indirektnih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plaćenih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naftne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derivate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koja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koriste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propisima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ove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oblasti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ista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okviru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Ostale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budžetske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potrošnje</w:t>
      </w:r>
      <w:r w:rsidR="00FD5D6E" w:rsidRPr="00FD5D6E">
        <w:rPr>
          <w:iCs/>
          <w:lang w:val="sr-Cyrl-RS"/>
        </w:rPr>
        <w:t>.</w:t>
      </w:r>
    </w:p>
    <w:p w:rsidR="00C54602" w:rsidRPr="00665589" w:rsidRDefault="00C54602" w:rsidP="00C54602">
      <w:pPr>
        <w:spacing w:before="60" w:after="60"/>
        <w:ind w:left="740"/>
        <w:jc w:val="both"/>
        <w:rPr>
          <w:iCs/>
        </w:rPr>
      </w:pPr>
    </w:p>
    <w:p w:rsidR="00B84D47" w:rsidRPr="00665589" w:rsidRDefault="00717223" w:rsidP="000E451F">
      <w:pPr>
        <w:numPr>
          <w:ilvl w:val="0"/>
          <w:numId w:val="3"/>
        </w:numPr>
        <w:spacing w:before="60" w:after="6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Doznake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na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ime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socijalne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zaštite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koje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se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isplaćuju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iz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budžeta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Republike</w:t>
      </w:r>
      <w:r w:rsidR="00B84D47" w:rsidRPr="00665589">
        <w:rPr>
          <w:b/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B84D47" w:rsidRPr="00665589">
        <w:rPr>
          <w:b/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C21304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423AFA">
        <w:rPr>
          <w:iCs/>
          <w:lang w:val="sr-Cyrl-BA"/>
        </w:rPr>
        <w:t>552,1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90147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423AFA">
        <w:rPr>
          <w:iCs/>
          <w:lang w:val="sr-Cyrl-BA"/>
        </w:rPr>
        <w:t>14,8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EA6C96" w:rsidRPr="00665589">
        <w:rPr>
          <w:iCs/>
          <w:lang w:val="sr-Cyrl-BA"/>
        </w:rPr>
        <w:t xml:space="preserve"> </w:t>
      </w:r>
      <w:r w:rsidR="00423AFA">
        <w:rPr>
          <w:iCs/>
          <w:lang w:val="sr-Cyrl-BA"/>
        </w:rPr>
        <w:t>2,7</w:t>
      </w:r>
      <w:r w:rsidR="00B84D47" w:rsidRPr="00665589">
        <w:rPr>
          <w:iCs/>
          <w:lang w:val="sr-Cyrl-BA"/>
        </w:rPr>
        <w:t xml:space="preserve"> 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C21304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21304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C54602" w:rsidRPr="00C54602" w:rsidRDefault="00717223" w:rsidP="00C54602">
      <w:pPr>
        <w:pStyle w:val="Header"/>
        <w:spacing w:before="60" w:after="60"/>
        <w:ind w:left="740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budžetu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planiraju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sljedeće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namjene</w:t>
      </w:r>
      <w:r w:rsidR="00C54602" w:rsidRPr="00C54602">
        <w:rPr>
          <w:iCs/>
          <w:lang w:val="sr-Cyrl-BA"/>
        </w:rPr>
        <w:t xml:space="preserve">: </w:t>
      </w:r>
      <w:r>
        <w:rPr>
          <w:iCs/>
          <w:lang w:val="sr-Cyrl-BA"/>
        </w:rPr>
        <w:t>lične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porodične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civilne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invalidnine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socijalnu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zaštitu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borački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dodatak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zdravstvenu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zaštitu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boraca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vojnih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invalida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PPB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CŽR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za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rješavanje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problema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izbjeglica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raseljenih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lica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stipendije</w:t>
      </w:r>
      <w:r w:rsidR="00C54602" w:rsidRPr="00C54602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prevoz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učenika</w:t>
      </w:r>
      <w:r w:rsidR="00C54602" w:rsidRPr="00C54602">
        <w:rPr>
          <w:iCs/>
          <w:lang w:val="sr-Cyrl-BA"/>
        </w:rPr>
        <w:t>.</w:t>
      </w:r>
    </w:p>
    <w:p w:rsidR="00B06B7A" w:rsidRPr="00E57A38" w:rsidRDefault="00717223" w:rsidP="00C54602">
      <w:pPr>
        <w:pStyle w:val="Header"/>
        <w:spacing w:before="60" w:after="60"/>
        <w:ind w:left="740"/>
        <w:jc w:val="both"/>
        <w:rPr>
          <w:iCs/>
          <w:lang w:val="sr-Cyrl-BA"/>
        </w:rPr>
      </w:pPr>
      <w:r>
        <w:rPr>
          <w:iCs/>
          <w:lang w:val="sr-Cyrl-BA"/>
        </w:rPr>
        <w:lastRenderedPageBreak/>
        <w:t>U</w:t>
      </w:r>
      <w:r w:rsidR="002B48A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2B48A0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C54602" w:rsidRPr="00C54602">
        <w:rPr>
          <w:iCs/>
          <w:lang w:val="sr-Cyrl-BA"/>
        </w:rPr>
        <w:t xml:space="preserve"> </w:t>
      </w:r>
      <w:r>
        <w:rPr>
          <w:iCs/>
          <w:lang w:val="sr-Cyrl-BA"/>
        </w:rPr>
        <w:t>rahoda</w:t>
      </w:r>
      <w:r w:rsidR="002B48A0">
        <w:rPr>
          <w:iCs/>
          <w:lang w:val="sr-Cyrl-BA"/>
        </w:rPr>
        <w:t xml:space="preserve">, </w:t>
      </w:r>
      <w:r>
        <w:rPr>
          <w:iCs/>
          <w:lang w:val="sr-Cyrl-BA"/>
        </w:rPr>
        <w:t>obezbjeđenja</w:t>
      </w:r>
      <w:r w:rsidR="004D34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2B48A0">
        <w:rPr>
          <w:iCs/>
          <w:lang w:val="sr-Cyrl-BA"/>
        </w:rPr>
        <w:t xml:space="preserve"> </w:t>
      </w:r>
      <w:r>
        <w:rPr>
          <w:iCs/>
          <w:lang w:val="sr-Cyrl-BA"/>
        </w:rPr>
        <w:t>dodatna</w:t>
      </w:r>
      <w:r w:rsidR="00D46B06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4D34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46B06">
        <w:rPr>
          <w:iCs/>
          <w:lang w:val="sr-Latn-BA"/>
        </w:rPr>
        <w:t xml:space="preserve"> </w:t>
      </w:r>
      <w:r>
        <w:rPr>
          <w:iCs/>
          <w:lang w:val="sr-Latn-BA"/>
        </w:rPr>
        <w:t>obračun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naknad</w:t>
      </w:r>
      <w:r w:rsidR="00D46B06" w:rsidRPr="00D46B06">
        <w:rPr>
          <w:iCs/>
          <w:lang w:val="sr-Latn-BA"/>
        </w:rPr>
        <w:t xml:space="preserve">a </w:t>
      </w:r>
      <w:r>
        <w:rPr>
          <w:iCs/>
          <w:lang w:val="sr-Latn-BA"/>
        </w:rPr>
        <w:t>korisnicima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prava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iz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oblasti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boračko</w:t>
      </w:r>
      <w:r w:rsidR="00D46B06" w:rsidRPr="00D46B06">
        <w:rPr>
          <w:iCs/>
          <w:lang w:val="sr-Latn-BA"/>
        </w:rPr>
        <w:t xml:space="preserve"> - </w:t>
      </w:r>
      <w:r>
        <w:rPr>
          <w:iCs/>
          <w:lang w:val="sr-Latn-BA"/>
        </w:rPr>
        <w:t>invalidske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zaštite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u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Republici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Srpskoj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u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skladu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sa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izmijenjenim</w:t>
      </w:r>
      <w:r w:rsidR="00D46B06" w:rsidRPr="00D46B06">
        <w:rPr>
          <w:iCs/>
          <w:lang w:val="sr-Latn-BA"/>
        </w:rPr>
        <w:t xml:space="preserve"> </w:t>
      </w:r>
      <w:r>
        <w:rPr>
          <w:iCs/>
          <w:lang w:val="sr-Latn-BA"/>
        </w:rPr>
        <w:t>Odlukama</w:t>
      </w:r>
      <w:r w:rsidR="001976BA">
        <w:rPr>
          <w:iCs/>
          <w:lang w:val="sr-Cyrl-BA"/>
        </w:rPr>
        <w:t xml:space="preserve"> („</w:t>
      </w:r>
      <w:r>
        <w:rPr>
          <w:iCs/>
          <w:lang w:val="sr-Cyrl-BA"/>
        </w:rPr>
        <w:t>Službeni</w:t>
      </w:r>
      <w:r w:rsidR="001976BA">
        <w:rPr>
          <w:iCs/>
          <w:lang w:val="sr-Cyrl-BA"/>
        </w:rPr>
        <w:t xml:space="preserve"> </w:t>
      </w:r>
      <w:r>
        <w:rPr>
          <w:iCs/>
          <w:lang w:val="sr-Cyrl-BA"/>
        </w:rPr>
        <w:t>glasnik</w:t>
      </w:r>
      <w:r w:rsidR="001976BA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976BA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1976BA">
        <w:rPr>
          <w:iCs/>
          <w:lang w:val="sr-Cyrl-BA"/>
        </w:rPr>
        <w:t xml:space="preserve">“, </w:t>
      </w:r>
      <w:r>
        <w:rPr>
          <w:iCs/>
          <w:lang w:val="sr-Cyrl-BA"/>
        </w:rPr>
        <w:t>broj</w:t>
      </w:r>
      <w:r w:rsidR="001976BA">
        <w:rPr>
          <w:iCs/>
          <w:lang w:val="sr-Cyrl-BA"/>
        </w:rPr>
        <w:t xml:space="preserve"> 74/25)</w:t>
      </w:r>
      <w:r w:rsidR="00D46B06" w:rsidRPr="00D46B06">
        <w:rPr>
          <w:iCs/>
          <w:lang w:val="sr-Latn-BA"/>
        </w:rPr>
        <w:t xml:space="preserve">, </w:t>
      </w:r>
      <w:r>
        <w:rPr>
          <w:iCs/>
          <w:lang w:val="sr-Latn-BA"/>
        </w:rPr>
        <w:t>počevši</w:t>
      </w:r>
      <w:r w:rsidR="00D46B06">
        <w:rPr>
          <w:iCs/>
          <w:lang w:val="sr-Latn-BA"/>
        </w:rPr>
        <w:t xml:space="preserve"> </w:t>
      </w:r>
      <w:r>
        <w:rPr>
          <w:iCs/>
          <w:lang w:val="sr-Latn-BA"/>
        </w:rPr>
        <w:t>od</w:t>
      </w:r>
      <w:r w:rsidR="00D46B06">
        <w:rPr>
          <w:iCs/>
          <w:lang w:val="sr-Latn-BA"/>
        </w:rPr>
        <w:t xml:space="preserve"> 01. </w:t>
      </w:r>
      <w:r>
        <w:rPr>
          <w:iCs/>
          <w:lang w:val="sr-Latn-BA"/>
        </w:rPr>
        <w:t>avgusta</w:t>
      </w:r>
      <w:r w:rsidR="00D46B06">
        <w:rPr>
          <w:iCs/>
          <w:lang w:val="sr-Latn-BA"/>
        </w:rPr>
        <w:t xml:space="preserve"> 2025. </w:t>
      </w:r>
      <w:r>
        <w:rPr>
          <w:iCs/>
          <w:lang w:val="sr-Latn-BA"/>
        </w:rPr>
        <w:t>godine</w:t>
      </w:r>
      <w:r w:rsidR="00E57A38">
        <w:rPr>
          <w:iCs/>
          <w:lang w:val="sr-Latn-BA"/>
        </w:rPr>
        <w:t xml:space="preserve">, </w:t>
      </w:r>
      <w:r>
        <w:rPr>
          <w:iCs/>
          <w:lang w:val="sr-Latn-BA"/>
        </w:rPr>
        <w:t>u</w:t>
      </w:r>
      <w:r w:rsidR="00E57A38">
        <w:rPr>
          <w:iCs/>
          <w:lang w:val="sr-Latn-BA"/>
        </w:rPr>
        <w:t xml:space="preserve"> </w:t>
      </w:r>
      <w:r>
        <w:rPr>
          <w:iCs/>
          <w:lang w:val="sr-Latn-BA"/>
        </w:rPr>
        <w:t>iznosu</w:t>
      </w:r>
      <w:r w:rsidR="00E57A38">
        <w:rPr>
          <w:iCs/>
          <w:lang w:val="sr-Latn-BA"/>
        </w:rPr>
        <w:t xml:space="preserve"> </w:t>
      </w:r>
      <w:r>
        <w:rPr>
          <w:iCs/>
          <w:lang w:val="sr-Latn-BA"/>
        </w:rPr>
        <w:t>od</w:t>
      </w:r>
      <w:r w:rsidR="00E57A38">
        <w:rPr>
          <w:iCs/>
          <w:lang w:val="sr-Latn-BA"/>
        </w:rPr>
        <w:t xml:space="preserve"> 14,7 </w:t>
      </w:r>
      <w:r>
        <w:rPr>
          <w:iCs/>
          <w:lang w:val="sr-Latn-BA"/>
        </w:rPr>
        <w:t>miliona</w:t>
      </w:r>
      <w:r w:rsidR="00E57A38">
        <w:rPr>
          <w:iCs/>
          <w:lang w:val="sr-Latn-BA"/>
        </w:rPr>
        <w:t xml:space="preserve"> </w:t>
      </w:r>
      <w:r>
        <w:rPr>
          <w:iCs/>
          <w:lang w:val="sr-Cyrl-BA"/>
        </w:rPr>
        <w:t>KM</w:t>
      </w:r>
      <w:r w:rsidR="00E57A38">
        <w:rPr>
          <w:iCs/>
          <w:lang w:val="sr-Cyrl-BA"/>
        </w:rPr>
        <w:t>.</w:t>
      </w:r>
    </w:p>
    <w:p w:rsidR="00FD5D6E" w:rsidRPr="00FD5D6E" w:rsidRDefault="00717223" w:rsidP="00FD5D6E">
      <w:pPr>
        <w:ind w:left="709"/>
        <w:rPr>
          <w:iCs/>
          <w:lang w:val="sr-Cyrl-RS"/>
        </w:rPr>
      </w:pPr>
      <w:r>
        <w:rPr>
          <w:iCs/>
          <w:lang w:val="sr-Cyrl-RS"/>
        </w:rPr>
        <w:t>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okviru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ove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grupe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rashoda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FD5D6E" w:rsidRPr="00FD5D6E">
        <w:rPr>
          <w:iCs/>
          <w:lang w:val="sr-Cyrl-RS"/>
        </w:rPr>
        <w:t xml:space="preserve"> </w:t>
      </w:r>
      <w:r>
        <w:rPr>
          <w:iCs/>
          <w:lang w:val="sr-Cyrl-RS"/>
        </w:rPr>
        <w:t>fondu</w:t>
      </w:r>
      <w:r w:rsidR="00FD5D6E" w:rsidRPr="00FD5D6E">
        <w:rPr>
          <w:iCs/>
          <w:lang w:val="sr-Cyrl-RS"/>
        </w:rPr>
        <w:t xml:space="preserve"> (02) </w:t>
      </w:r>
      <w:r>
        <w:rPr>
          <w:iCs/>
          <w:lang w:val="sr-Cyrl-RS"/>
        </w:rPr>
        <w:t>nisu</w:t>
      </w:r>
      <w:r w:rsidR="00BC38B7" w:rsidRPr="00BC38B7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BC38B7" w:rsidRPr="00BC38B7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FD5D6E" w:rsidRPr="00FD5D6E">
        <w:rPr>
          <w:iCs/>
          <w:lang w:val="sr-Cyrl-RS"/>
        </w:rPr>
        <w:t>.</w:t>
      </w:r>
    </w:p>
    <w:p w:rsidR="00C54602" w:rsidRPr="00665589" w:rsidRDefault="00C54602" w:rsidP="00C54602">
      <w:pPr>
        <w:pStyle w:val="Header"/>
        <w:tabs>
          <w:tab w:val="clear" w:pos="4320"/>
          <w:tab w:val="clear" w:pos="8640"/>
        </w:tabs>
        <w:spacing w:before="60" w:after="60"/>
        <w:ind w:left="740"/>
        <w:jc w:val="both"/>
        <w:rPr>
          <w:iCs/>
          <w:lang w:val="sr-Cyrl-RS"/>
        </w:rPr>
      </w:pPr>
    </w:p>
    <w:p w:rsidR="00B84D47" w:rsidRPr="00665589" w:rsidRDefault="00717223" w:rsidP="000E451F">
      <w:pPr>
        <w:numPr>
          <w:ilvl w:val="0"/>
          <w:numId w:val="3"/>
        </w:numPr>
        <w:spacing w:before="60" w:after="12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Doznake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na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ime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socijalne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zaštite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koje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isplaćuju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institucije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obaveznog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socijalnog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osiguranja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D349BF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54602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54602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1.</w:t>
      </w:r>
      <w:r w:rsidR="00D46B06">
        <w:rPr>
          <w:iCs/>
          <w:lang w:val="sr-Cyrl-BA"/>
        </w:rPr>
        <w:t>96</w:t>
      </w:r>
      <w:r w:rsidR="00C03E4E">
        <w:rPr>
          <w:iCs/>
          <w:lang w:val="sr-Cyrl-BA"/>
        </w:rPr>
        <w:t>5,7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C03E4E">
        <w:rPr>
          <w:iCs/>
          <w:lang w:val="sr-Cyrl-BA"/>
        </w:rPr>
        <w:t>19,7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B84D47" w:rsidRPr="00665589">
        <w:rPr>
          <w:iCs/>
          <w:lang w:val="sr-Cyrl-BA"/>
        </w:rPr>
        <w:t xml:space="preserve"> </w:t>
      </w:r>
      <w:r w:rsidR="00D46B06">
        <w:rPr>
          <w:iCs/>
          <w:lang w:val="sr-Cyrl-BA"/>
        </w:rPr>
        <w:t>1</w:t>
      </w:r>
      <w:r w:rsidR="001775A2" w:rsidRPr="00665589">
        <w:rPr>
          <w:iCs/>
          <w:lang w:val="sr-Cyrl-BA"/>
        </w:rPr>
        <w:t>,</w:t>
      </w:r>
      <w:r w:rsidR="00C03E4E">
        <w:rPr>
          <w:iCs/>
          <w:lang w:val="sr-Cyrl-BA"/>
        </w:rPr>
        <w:t xml:space="preserve">0 </w:t>
      </w:r>
      <w:r w:rsidR="00B84D47" w:rsidRPr="00665589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349BF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1775A2" w:rsidRDefault="00717223" w:rsidP="001775A2">
      <w:pPr>
        <w:spacing w:before="60" w:after="12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Doznake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penzijskog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osiguranja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prema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dosadašnjem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kretanju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broja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penzija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broja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DE7702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kraja</w:t>
      </w:r>
      <w:r w:rsidR="00DE7702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tekuće</w:t>
      </w:r>
      <w:r w:rsidR="00DE7702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D46B06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D46B06">
        <w:rPr>
          <w:iCs/>
          <w:lang w:val="sr-Cyrl-BA"/>
        </w:rPr>
        <w:t xml:space="preserve"> </w:t>
      </w:r>
      <w:r>
        <w:rPr>
          <w:iCs/>
          <w:lang w:val="sr-Cyrl-BA"/>
        </w:rPr>
        <w:t>Odlukom</w:t>
      </w:r>
      <w:r w:rsidR="00D70D29" w:rsidRPr="00D70D29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D70D29" w:rsidRPr="00D70D29">
        <w:rPr>
          <w:iCs/>
          <w:lang w:val="sr-Cyrl-BA"/>
        </w:rPr>
        <w:t xml:space="preserve"> </w:t>
      </w:r>
      <w:r>
        <w:rPr>
          <w:iCs/>
          <w:lang w:val="sr-Cyrl-BA"/>
        </w:rPr>
        <w:t>vanrednom</w:t>
      </w:r>
      <w:r w:rsidR="00D70D29" w:rsidRPr="00D70D29">
        <w:rPr>
          <w:iCs/>
          <w:lang w:val="sr-Cyrl-BA"/>
        </w:rPr>
        <w:t xml:space="preserve"> </w:t>
      </w:r>
      <w:r>
        <w:rPr>
          <w:iCs/>
          <w:lang w:val="sr-Cyrl-BA"/>
        </w:rPr>
        <w:t>usklađivanju</w:t>
      </w:r>
      <w:r w:rsidR="00D70D29" w:rsidRPr="00D70D29">
        <w:rPr>
          <w:iCs/>
          <w:lang w:val="sr-Cyrl-BA"/>
        </w:rPr>
        <w:t xml:space="preserve"> </w:t>
      </w:r>
      <w:r>
        <w:rPr>
          <w:iCs/>
          <w:lang w:val="sr-Cyrl-BA"/>
        </w:rPr>
        <w:t>opšteg</w:t>
      </w:r>
      <w:r w:rsidR="00D70D29" w:rsidRPr="00D70D29">
        <w:rPr>
          <w:iCs/>
          <w:lang w:val="sr-Cyrl-BA"/>
        </w:rPr>
        <w:t xml:space="preserve"> </w:t>
      </w:r>
      <w:r>
        <w:rPr>
          <w:iCs/>
          <w:lang w:val="sr-Cyrl-BA"/>
        </w:rPr>
        <w:t>boda</w:t>
      </w:r>
      <w:r w:rsidR="00D70D29" w:rsidRPr="00D70D29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70D29" w:rsidRPr="00D70D29">
        <w:rPr>
          <w:iCs/>
          <w:lang w:val="sr-Cyrl-BA"/>
        </w:rPr>
        <w:t xml:space="preserve"> </w:t>
      </w:r>
      <w:r>
        <w:rPr>
          <w:iCs/>
          <w:lang w:val="sr-Cyrl-BA"/>
        </w:rPr>
        <w:t>penzija</w:t>
      </w:r>
      <w:r w:rsidR="00D70D2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70D29">
        <w:rPr>
          <w:iCs/>
          <w:lang w:val="sr-Cyrl-BA"/>
        </w:rPr>
        <w:t xml:space="preserve"> 3%, </w:t>
      </w:r>
      <w:r>
        <w:rPr>
          <w:iCs/>
          <w:lang w:val="sr-Cyrl-BA"/>
        </w:rPr>
        <w:t>počevši</w:t>
      </w:r>
      <w:r w:rsidR="00D70D29" w:rsidRPr="00D70D2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70D29" w:rsidRPr="00D70D29">
        <w:rPr>
          <w:iCs/>
          <w:lang w:val="sr-Cyrl-BA"/>
        </w:rPr>
        <w:t xml:space="preserve"> 01. </w:t>
      </w:r>
      <w:r>
        <w:rPr>
          <w:iCs/>
          <w:lang w:val="sr-Cyrl-BA"/>
        </w:rPr>
        <w:t>avgusta</w:t>
      </w:r>
      <w:r w:rsidR="00D70D29" w:rsidRPr="00D70D29">
        <w:rPr>
          <w:iCs/>
          <w:lang w:val="sr-Cyrl-BA"/>
        </w:rPr>
        <w:t xml:space="preserve"> 2025. </w:t>
      </w:r>
      <w:r>
        <w:rPr>
          <w:iCs/>
          <w:lang w:val="sr-Cyrl-BA"/>
        </w:rPr>
        <w:t>godine</w:t>
      </w:r>
      <w:r w:rsidR="00D70D29">
        <w:rPr>
          <w:iCs/>
          <w:lang w:val="sr-Cyrl-BA"/>
        </w:rPr>
        <w:t>.</w:t>
      </w:r>
    </w:p>
    <w:p w:rsidR="00FD5D6E" w:rsidRPr="00FD5D6E" w:rsidRDefault="00717223" w:rsidP="00FD5D6E">
      <w:pPr>
        <w:ind w:firstLine="709"/>
        <w:rPr>
          <w:iCs/>
          <w:lang w:val="sr-Cyrl-BA"/>
        </w:rPr>
      </w:pP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FD5D6E" w:rsidRPr="00FD5D6E">
        <w:rPr>
          <w:iCs/>
          <w:lang w:val="sr-Cyrl-BA"/>
        </w:rPr>
        <w:t xml:space="preserve"> (02) </w:t>
      </w:r>
      <w:r>
        <w:rPr>
          <w:iCs/>
          <w:lang w:val="sr-Cyrl-BA"/>
        </w:rPr>
        <w:t>nisu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FD5D6E" w:rsidRPr="00FD5D6E">
        <w:rPr>
          <w:iCs/>
          <w:lang w:val="sr-Cyrl-BA"/>
        </w:rPr>
        <w:t>.</w:t>
      </w:r>
    </w:p>
    <w:p w:rsidR="00610471" w:rsidRPr="00610471" w:rsidRDefault="00610471" w:rsidP="00610471">
      <w:pPr>
        <w:jc w:val="both"/>
        <w:rPr>
          <w:lang w:val="sr-Cyrl-BA"/>
        </w:rPr>
      </w:pPr>
    </w:p>
    <w:p w:rsidR="00610471" w:rsidRPr="00610471" w:rsidRDefault="00717223" w:rsidP="000E451F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>
        <w:rPr>
          <w:b/>
          <w:i/>
          <w:u w:val="single"/>
          <w:lang w:val="sr-Cyrl-BA"/>
        </w:rPr>
        <w:t>Rashodi</w:t>
      </w:r>
      <w:r w:rsidR="00610471" w:rsidRPr="00610471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po</w:t>
      </w:r>
      <w:r w:rsidR="00610471" w:rsidRPr="00610471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sudskim</w:t>
      </w:r>
      <w:r w:rsidR="00610471" w:rsidRPr="00610471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rješenjima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koji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drugim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rebalansom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Budžeta</w:t>
      </w:r>
      <w:r w:rsidR="00E4689C">
        <w:rPr>
          <w:lang w:val="sr-Cyrl-BA"/>
        </w:rPr>
        <w:t xml:space="preserve"> </w:t>
      </w:r>
      <w:r>
        <w:rPr>
          <w:lang w:val="sr-Cyrl-BA"/>
        </w:rPr>
        <w:t>za</w:t>
      </w:r>
      <w:r w:rsidR="00E4689C">
        <w:rPr>
          <w:lang w:val="sr-Cyrl-BA"/>
        </w:rPr>
        <w:t xml:space="preserve"> </w:t>
      </w:r>
      <w:r w:rsidR="009C53CE">
        <w:rPr>
          <w:lang w:val="sr-Cyrl-BA"/>
        </w:rPr>
        <w:t>2025</w:t>
      </w:r>
      <w:r w:rsidR="0016271A">
        <w:rPr>
          <w:lang w:val="sr-Cyrl-BA"/>
        </w:rPr>
        <w:t xml:space="preserve">. </w:t>
      </w:r>
      <w:r>
        <w:rPr>
          <w:lang w:val="sr-Cyrl-BA"/>
        </w:rPr>
        <w:t>godinu</w:t>
      </w:r>
      <w:r w:rsidR="0016271A">
        <w:rPr>
          <w:lang w:val="sr-Cyrl-BA"/>
        </w:rPr>
        <w:t xml:space="preserve"> </w:t>
      </w:r>
      <w:r>
        <w:rPr>
          <w:lang w:val="sr-Cyrl-BA"/>
        </w:rPr>
        <w:t>iznose</w:t>
      </w:r>
      <w:r w:rsidR="0016271A">
        <w:rPr>
          <w:lang w:val="sr-Cyrl-BA"/>
        </w:rPr>
        <w:t xml:space="preserve"> </w:t>
      </w:r>
      <w:r w:rsidR="00C03E4E">
        <w:rPr>
          <w:lang w:val="sr-Cyrl-BA"/>
        </w:rPr>
        <w:t>9</w:t>
      </w:r>
      <w:r w:rsidR="00E4689C">
        <w:rPr>
          <w:lang w:val="sr-Cyrl-BA"/>
        </w:rPr>
        <w:t>,</w:t>
      </w:r>
      <w:r w:rsidR="0016271A">
        <w:rPr>
          <w:lang w:val="sr-Cyrl-BA"/>
        </w:rPr>
        <w:t>2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miliona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KM</w:t>
      </w:r>
      <w:r w:rsidR="00610471" w:rsidRPr="00610471">
        <w:rPr>
          <w:lang w:val="sr-Cyrl-BA"/>
        </w:rPr>
        <w:t xml:space="preserve">, </w:t>
      </w:r>
      <w:r>
        <w:rPr>
          <w:lang w:val="sr-Cyrl-BA"/>
        </w:rPr>
        <w:t>što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uvećanje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od</w:t>
      </w:r>
      <w:r w:rsidR="00610471" w:rsidRPr="00610471">
        <w:rPr>
          <w:lang w:val="sr-Cyrl-BA"/>
        </w:rPr>
        <w:t xml:space="preserve"> </w:t>
      </w:r>
      <w:r w:rsidR="00FA7959">
        <w:rPr>
          <w:lang w:val="sr-Cyrl-BA"/>
        </w:rPr>
        <w:t>0</w:t>
      </w:r>
      <w:r w:rsidR="00E4689C">
        <w:rPr>
          <w:lang w:val="sr-Cyrl-BA"/>
        </w:rPr>
        <w:t>,</w:t>
      </w:r>
      <w:r w:rsidR="00C03E4E">
        <w:rPr>
          <w:lang w:val="sr-Cyrl-BA"/>
        </w:rPr>
        <w:t>3</w:t>
      </w:r>
      <w:r w:rsidR="00E4689C">
        <w:rPr>
          <w:lang w:val="sr-Cyrl-BA"/>
        </w:rPr>
        <w:t xml:space="preserve"> </w:t>
      </w:r>
      <w:r>
        <w:rPr>
          <w:lang w:val="sr-Cyrl-BA"/>
        </w:rPr>
        <w:t>miliona</w:t>
      </w:r>
      <w:r w:rsidR="00E4689C">
        <w:rPr>
          <w:lang w:val="sr-Cyrl-BA"/>
        </w:rPr>
        <w:t xml:space="preserve"> </w:t>
      </w:r>
      <w:r>
        <w:rPr>
          <w:lang w:val="sr-Cyrl-BA"/>
        </w:rPr>
        <w:t>KM</w:t>
      </w:r>
      <w:r w:rsidR="00E4689C">
        <w:rPr>
          <w:lang w:val="sr-Cyrl-BA"/>
        </w:rPr>
        <w:t xml:space="preserve">, </w:t>
      </w:r>
      <w:r>
        <w:rPr>
          <w:lang w:val="sr-Cyrl-BA"/>
        </w:rPr>
        <w:t>odnosno</w:t>
      </w:r>
      <w:r w:rsidR="00E4689C">
        <w:rPr>
          <w:lang w:val="sr-Cyrl-BA"/>
        </w:rPr>
        <w:t xml:space="preserve"> </w:t>
      </w:r>
      <w:r w:rsidR="00C03E4E">
        <w:rPr>
          <w:lang w:val="sr-Cyrl-BA"/>
        </w:rPr>
        <w:t>3,5</w:t>
      </w:r>
      <w:r w:rsidR="00610471" w:rsidRPr="00610471">
        <w:rPr>
          <w:lang w:val="sr-Cyrl-BA"/>
        </w:rPr>
        <w:t xml:space="preserve"> % </w:t>
      </w:r>
      <w:r>
        <w:rPr>
          <w:lang w:val="sr-Cyrl-BA"/>
        </w:rPr>
        <w:t>u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odnosu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na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sredstva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planirana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Rebalansom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Budžeta</w:t>
      </w:r>
      <w:r w:rsidR="00610471" w:rsidRPr="00610471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610471">
        <w:rPr>
          <w:lang w:val="sr-Cyrl-BA"/>
        </w:rPr>
        <w:t xml:space="preserve"> </w:t>
      </w:r>
      <w:r w:rsidR="009C53CE">
        <w:rPr>
          <w:lang w:val="sr-Cyrl-BA"/>
        </w:rPr>
        <w:t>2025</w:t>
      </w:r>
      <w:r w:rsidR="00610471" w:rsidRPr="00610471">
        <w:rPr>
          <w:lang w:val="sr-Cyrl-BA"/>
        </w:rPr>
        <w:t xml:space="preserve">. </w:t>
      </w:r>
      <w:r>
        <w:rPr>
          <w:lang w:val="sr-Cyrl-BA"/>
        </w:rPr>
        <w:t>godinu</w:t>
      </w:r>
      <w:r w:rsidR="00610471" w:rsidRPr="00610471">
        <w:rPr>
          <w:lang w:val="sr-Cyrl-BA"/>
        </w:rPr>
        <w:t>.</w:t>
      </w:r>
    </w:p>
    <w:p w:rsidR="00610471" w:rsidRDefault="00717223" w:rsidP="001775A2">
      <w:pPr>
        <w:spacing w:before="60" w:after="12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FD5D6E" w:rsidRPr="00FD5D6E">
        <w:rPr>
          <w:iCs/>
          <w:lang w:val="sr-Cyrl-BA"/>
        </w:rPr>
        <w:t xml:space="preserve"> (02) </w:t>
      </w:r>
      <w:r>
        <w:rPr>
          <w:iCs/>
          <w:lang w:val="sr-Cyrl-BA"/>
        </w:rPr>
        <w:t>planirana</w:t>
      </w:r>
      <w:r w:rsidR="0016271A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16271A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16271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6271A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16271A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16271A">
        <w:rPr>
          <w:iCs/>
          <w:lang w:val="sr-Cyrl-BA"/>
        </w:rPr>
        <w:t xml:space="preserve"> </w:t>
      </w:r>
      <w:r w:rsidR="006136BF">
        <w:rPr>
          <w:iCs/>
          <w:lang w:val="sr-Cyrl-BA"/>
        </w:rPr>
        <w:t xml:space="preserve">0,04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>.</w:t>
      </w:r>
    </w:p>
    <w:p w:rsidR="00FD5D6E" w:rsidRPr="00665589" w:rsidRDefault="00FD5D6E" w:rsidP="001775A2">
      <w:pPr>
        <w:spacing w:before="60" w:after="120"/>
        <w:ind w:left="709"/>
        <w:jc w:val="both"/>
        <w:rPr>
          <w:iCs/>
          <w:lang w:val="sr-Cyrl-BA"/>
        </w:rPr>
      </w:pPr>
    </w:p>
    <w:p w:rsidR="00B84D47" w:rsidRPr="00665589" w:rsidRDefault="00717223" w:rsidP="000E451F">
      <w:pPr>
        <w:numPr>
          <w:ilvl w:val="0"/>
          <w:numId w:val="3"/>
        </w:numPr>
        <w:spacing w:before="60" w:after="12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Transferi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između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različitih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jedinica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vlasti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428,</w:t>
      </w:r>
      <w:r w:rsidR="00393B60">
        <w:rPr>
          <w:iCs/>
          <w:lang w:val="sr-Cyrl-BA"/>
        </w:rPr>
        <w:t>6</w:t>
      </w:r>
      <w:r w:rsidR="00B84D47" w:rsidRPr="00665589">
        <w:rPr>
          <w:iCs/>
          <w:lang w:val="sr-Cyrl-BA"/>
        </w:rPr>
        <w:t xml:space="preserve"> 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7F0FD4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393B60">
        <w:rPr>
          <w:iCs/>
          <w:lang w:val="sr-Cyrl-BA"/>
        </w:rPr>
        <w:t>4,0</w:t>
      </w:r>
      <w:r w:rsidR="001B16A1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1B16A1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1B16A1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481A69" w:rsidRPr="00665589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0</w:t>
      </w:r>
      <w:r w:rsidR="00D70D29">
        <w:rPr>
          <w:iCs/>
          <w:lang w:val="sr-Cyrl-BA"/>
        </w:rPr>
        <w:t>,9</w:t>
      </w:r>
      <w:r w:rsidR="00481A69" w:rsidRPr="00665589">
        <w:rPr>
          <w:iCs/>
          <w:lang w:val="sr-Cyrl-BA"/>
        </w:rPr>
        <w:t xml:space="preserve"> 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610471" w:rsidRDefault="00717223" w:rsidP="00610471">
      <w:pPr>
        <w:ind w:left="709"/>
        <w:jc w:val="both"/>
        <w:rPr>
          <w:lang w:val="sr-Cyrl-BA"/>
        </w:rPr>
      </w:pP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okviru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ove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grupe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rashoda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izdvajanja</w:t>
      </w:r>
      <w:r w:rsidR="00610471" w:rsidRPr="00B97E77">
        <w:t xml:space="preserve"> </w:t>
      </w:r>
      <w:r>
        <w:rPr>
          <w:lang w:val="sr-Cyrl-BA"/>
        </w:rPr>
        <w:t>iz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budžeta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Republike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Srpske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prema</w:t>
      </w:r>
      <w:r w:rsidR="00610471" w:rsidRPr="00B97E77">
        <w:rPr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610471" w:rsidRPr="00705D21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610471" w:rsidRPr="00705D21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zdravstveno</w:t>
      </w:r>
      <w:r w:rsidR="00610471" w:rsidRPr="00705D21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osiguranje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to</w:t>
      </w:r>
      <w:r w:rsidR="00610471" w:rsidRPr="00B97E77">
        <w:rPr>
          <w:lang w:val="sr-Cyrl-BA"/>
        </w:rPr>
        <w:t xml:space="preserve">: </w:t>
      </w:r>
      <w:r>
        <w:rPr>
          <w:lang w:val="sr-Cyrl-BA"/>
        </w:rPr>
        <w:t>Transfer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Fondu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osiguranja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skladu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Zakonom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zdravstvenom</w:t>
      </w:r>
      <w:r w:rsidR="0016271A">
        <w:rPr>
          <w:lang w:val="sr-Cyrl-BA"/>
        </w:rPr>
        <w:t xml:space="preserve"> </w:t>
      </w:r>
      <w:r>
        <w:rPr>
          <w:lang w:val="sr-Cyrl-BA"/>
        </w:rPr>
        <w:t>osiguranju</w:t>
      </w:r>
      <w:r w:rsidR="0016271A">
        <w:rPr>
          <w:lang w:val="sr-Cyrl-BA"/>
        </w:rPr>
        <w:t xml:space="preserve">, </w:t>
      </w:r>
      <w:r>
        <w:rPr>
          <w:lang w:val="sr-Cyrl-BA"/>
        </w:rPr>
        <w:t>u</w:t>
      </w:r>
      <w:r w:rsidR="0016271A">
        <w:rPr>
          <w:lang w:val="sr-Cyrl-BA"/>
        </w:rPr>
        <w:t xml:space="preserve"> </w:t>
      </w:r>
      <w:r>
        <w:rPr>
          <w:lang w:val="sr-Cyrl-BA"/>
        </w:rPr>
        <w:t>iznosu</w:t>
      </w:r>
      <w:r w:rsidR="0016271A">
        <w:rPr>
          <w:lang w:val="sr-Cyrl-BA"/>
        </w:rPr>
        <w:t xml:space="preserve"> </w:t>
      </w:r>
      <w:r>
        <w:rPr>
          <w:lang w:val="sr-Cyrl-BA"/>
        </w:rPr>
        <w:t>od</w:t>
      </w:r>
      <w:r w:rsidR="0016271A">
        <w:rPr>
          <w:lang w:val="sr-Cyrl-BA"/>
        </w:rPr>
        <w:t xml:space="preserve"> </w:t>
      </w:r>
      <w:r w:rsidR="00705D21">
        <w:rPr>
          <w:lang w:val="sr-Cyrl-BA"/>
        </w:rPr>
        <w:t>146,5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miliona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KM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Transfer</w:t>
      </w:r>
      <w:r w:rsidR="0016271A" w:rsidRPr="0016271A">
        <w:rPr>
          <w:lang w:val="sr-Cyrl-BA"/>
        </w:rPr>
        <w:t xml:space="preserve"> </w:t>
      </w:r>
      <w:r>
        <w:rPr>
          <w:lang w:val="sr-Cyrl-BA"/>
        </w:rPr>
        <w:t>Fondu</w:t>
      </w:r>
      <w:r w:rsidR="0016271A" w:rsidRPr="0016271A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16271A" w:rsidRPr="0016271A">
        <w:rPr>
          <w:lang w:val="sr-Cyrl-BA"/>
        </w:rPr>
        <w:t xml:space="preserve"> </w:t>
      </w:r>
      <w:r>
        <w:rPr>
          <w:lang w:val="sr-Cyrl-BA"/>
        </w:rPr>
        <w:t>osiguranja</w:t>
      </w:r>
      <w:r w:rsidR="0016271A" w:rsidRPr="0016271A">
        <w:rPr>
          <w:lang w:val="sr-Cyrl-BA"/>
        </w:rPr>
        <w:t xml:space="preserve"> </w:t>
      </w:r>
      <w:r>
        <w:rPr>
          <w:lang w:val="sr-Cyrl-BA"/>
        </w:rPr>
        <w:t>za</w:t>
      </w:r>
      <w:r w:rsidR="0016271A">
        <w:rPr>
          <w:lang w:val="sr-Cyrl-BA"/>
        </w:rPr>
        <w:t xml:space="preserve"> </w:t>
      </w:r>
      <w:r>
        <w:rPr>
          <w:lang w:val="sr-Cyrl-BA"/>
        </w:rPr>
        <w:t>poseban</w:t>
      </w:r>
      <w:r w:rsidR="0016271A">
        <w:rPr>
          <w:lang w:val="sr-Cyrl-BA"/>
        </w:rPr>
        <w:t xml:space="preserve"> </w:t>
      </w:r>
      <w:r>
        <w:rPr>
          <w:lang w:val="sr-Cyrl-BA"/>
        </w:rPr>
        <w:t>program</w:t>
      </w:r>
      <w:r w:rsidR="0016271A">
        <w:rPr>
          <w:lang w:val="sr-Cyrl-BA"/>
        </w:rPr>
        <w:t xml:space="preserve"> </w:t>
      </w:r>
      <w:r>
        <w:rPr>
          <w:lang w:val="sr-Cyrl-BA"/>
        </w:rPr>
        <w:t>lijekova</w:t>
      </w:r>
      <w:r w:rsidR="0016271A">
        <w:rPr>
          <w:lang w:val="sr-Cyrl-BA"/>
        </w:rPr>
        <w:t xml:space="preserve">, </w:t>
      </w:r>
      <w:r>
        <w:rPr>
          <w:lang w:val="sr-Cyrl-BA"/>
        </w:rPr>
        <w:t>u</w:t>
      </w:r>
      <w:r w:rsidR="0016271A">
        <w:rPr>
          <w:lang w:val="sr-Cyrl-BA"/>
        </w:rPr>
        <w:t xml:space="preserve"> </w:t>
      </w:r>
      <w:r>
        <w:rPr>
          <w:lang w:val="sr-Cyrl-BA"/>
        </w:rPr>
        <w:t>iznosu</w:t>
      </w:r>
      <w:r w:rsidR="0016271A">
        <w:rPr>
          <w:lang w:val="sr-Cyrl-BA"/>
        </w:rPr>
        <w:t xml:space="preserve"> </w:t>
      </w:r>
      <w:r>
        <w:rPr>
          <w:lang w:val="sr-Cyrl-BA"/>
        </w:rPr>
        <w:t>od</w:t>
      </w:r>
      <w:r w:rsidR="0016271A">
        <w:rPr>
          <w:lang w:val="sr-Cyrl-BA"/>
        </w:rPr>
        <w:t xml:space="preserve"> </w:t>
      </w:r>
      <w:r w:rsidR="00705D21">
        <w:rPr>
          <w:lang w:val="sr-Cyrl-BA"/>
        </w:rPr>
        <w:t>80,0</w:t>
      </w:r>
      <w:r w:rsidR="0016271A">
        <w:rPr>
          <w:lang w:val="sr-Cyrl-BA"/>
        </w:rPr>
        <w:t xml:space="preserve"> </w:t>
      </w:r>
      <w:r>
        <w:rPr>
          <w:lang w:val="sr-Cyrl-BA"/>
        </w:rPr>
        <w:t>miliona</w:t>
      </w:r>
      <w:r w:rsidR="0016271A">
        <w:rPr>
          <w:lang w:val="sr-Cyrl-BA"/>
        </w:rPr>
        <w:t xml:space="preserve"> </w:t>
      </w:r>
      <w:r>
        <w:rPr>
          <w:lang w:val="sr-Cyrl-BA"/>
        </w:rPr>
        <w:t>KM</w:t>
      </w:r>
      <w:r w:rsidR="0016271A">
        <w:rPr>
          <w:lang w:val="sr-Cyrl-BA"/>
        </w:rPr>
        <w:t xml:space="preserve">, </w:t>
      </w:r>
      <w:r>
        <w:rPr>
          <w:lang w:val="sr-Cyrl-BA"/>
        </w:rPr>
        <w:t>Transfer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Fondu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osiguranje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izmirenje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obaveza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prema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dijaliznim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centrima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iznosu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od</w:t>
      </w:r>
      <w:r w:rsidR="00610471" w:rsidRPr="00B97E77">
        <w:rPr>
          <w:lang w:val="sr-Cyrl-BA"/>
        </w:rPr>
        <w:t xml:space="preserve"> </w:t>
      </w:r>
      <w:r w:rsidR="00705D21">
        <w:rPr>
          <w:lang w:val="sr-Cyrl-BA"/>
        </w:rPr>
        <w:t>6,0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miliona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KM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Transfer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Fondu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osiguranje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zaštitu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boraca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vojnih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invalida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PPB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16271A">
        <w:rPr>
          <w:lang w:val="sr-Cyrl-BA"/>
        </w:rPr>
        <w:t xml:space="preserve"> </w:t>
      </w:r>
      <w:r>
        <w:rPr>
          <w:lang w:val="sr-Cyrl-BA"/>
        </w:rPr>
        <w:t>CŽR</w:t>
      </w:r>
      <w:r w:rsidR="0016271A">
        <w:rPr>
          <w:lang w:val="sr-Cyrl-BA"/>
        </w:rPr>
        <w:t xml:space="preserve">, </w:t>
      </w:r>
      <w:r>
        <w:rPr>
          <w:lang w:val="sr-Cyrl-BA"/>
        </w:rPr>
        <w:t>u</w:t>
      </w:r>
      <w:r w:rsidR="0016271A">
        <w:rPr>
          <w:lang w:val="sr-Cyrl-BA"/>
        </w:rPr>
        <w:t xml:space="preserve"> </w:t>
      </w:r>
      <w:r>
        <w:rPr>
          <w:lang w:val="sr-Cyrl-BA"/>
        </w:rPr>
        <w:t>iznosu</w:t>
      </w:r>
      <w:r w:rsidR="0016271A">
        <w:rPr>
          <w:lang w:val="sr-Cyrl-BA"/>
        </w:rPr>
        <w:t xml:space="preserve"> </w:t>
      </w:r>
      <w:r>
        <w:rPr>
          <w:lang w:val="sr-Cyrl-BA"/>
        </w:rPr>
        <w:t>od</w:t>
      </w:r>
      <w:r w:rsidR="0016271A">
        <w:rPr>
          <w:lang w:val="sr-Cyrl-BA"/>
        </w:rPr>
        <w:t xml:space="preserve"> </w:t>
      </w:r>
      <w:r w:rsidR="006019AA">
        <w:rPr>
          <w:lang w:val="sr-Cyrl-BA"/>
        </w:rPr>
        <w:t>14,5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miliona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KM</w:t>
      </w:r>
      <w:r w:rsidR="00610471" w:rsidRPr="00B97E77">
        <w:rPr>
          <w:lang w:val="sr-Cyrl-BA"/>
        </w:rPr>
        <w:t>,</w:t>
      </w:r>
      <w:r w:rsidR="00610471" w:rsidRPr="00B97E77">
        <w:t xml:space="preserve"> </w:t>
      </w:r>
      <w:r>
        <w:rPr>
          <w:lang w:val="sr-Cyrl-BA"/>
        </w:rPr>
        <w:t>Transfer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Fondu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osiguranje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zaštitu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izbjeglica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raseljenih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lica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povratnika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iznosu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od</w:t>
      </w:r>
      <w:r w:rsidR="00610471" w:rsidRPr="00B97E77">
        <w:rPr>
          <w:lang w:val="sr-Cyrl-BA"/>
        </w:rPr>
        <w:t xml:space="preserve"> 0,</w:t>
      </w:r>
      <w:r w:rsidR="00B97E77" w:rsidRPr="00B97E77">
        <w:rPr>
          <w:lang w:val="sr-Cyrl-BA"/>
        </w:rPr>
        <w:t>1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miliona</w:t>
      </w:r>
      <w:r w:rsidR="00705D21">
        <w:rPr>
          <w:lang w:val="sr-Cyrl-BA"/>
        </w:rPr>
        <w:t xml:space="preserve"> </w:t>
      </w:r>
      <w:r>
        <w:rPr>
          <w:lang w:val="sr-Cyrl-BA"/>
        </w:rPr>
        <w:t>KM</w:t>
      </w:r>
      <w:r w:rsidR="00705D21">
        <w:rPr>
          <w:lang w:val="sr-Cyrl-BA"/>
        </w:rPr>
        <w:t xml:space="preserve">, </w:t>
      </w:r>
      <w:r>
        <w:rPr>
          <w:lang w:val="sr-Cyrl-BA"/>
        </w:rPr>
        <w:t>Transfer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Fondu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osiguranje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vantjelesnu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oplodnju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iznosu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od</w:t>
      </w:r>
      <w:r w:rsidR="00610471" w:rsidRPr="00B97E77">
        <w:rPr>
          <w:lang w:val="sr-Cyrl-BA"/>
        </w:rPr>
        <w:t xml:space="preserve"> </w:t>
      </w:r>
      <w:r w:rsidR="00705D21">
        <w:rPr>
          <w:lang w:val="sr-Cyrl-BA"/>
        </w:rPr>
        <w:t xml:space="preserve">3,5 </w:t>
      </w:r>
      <w:r>
        <w:rPr>
          <w:lang w:val="sr-Cyrl-BA"/>
        </w:rPr>
        <w:t>miliona</w:t>
      </w:r>
      <w:r w:rsidR="00705D21">
        <w:rPr>
          <w:lang w:val="sr-Cyrl-BA"/>
        </w:rPr>
        <w:t xml:space="preserve"> </w:t>
      </w:r>
      <w:r>
        <w:rPr>
          <w:lang w:val="sr-Cyrl-BA"/>
        </w:rPr>
        <w:t>KM</w:t>
      </w:r>
      <w:r w:rsidR="00705D21">
        <w:rPr>
          <w:lang w:val="sr-Cyrl-BA"/>
        </w:rPr>
        <w:t xml:space="preserve">, </w:t>
      </w:r>
      <w:r>
        <w:rPr>
          <w:lang w:val="sr-Cyrl-BA"/>
        </w:rPr>
        <w:t>Transfer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Fondu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osiguranja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dijagnostičku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proceduru</w:t>
      </w:r>
      <w:r w:rsidR="00705D21" w:rsidRPr="00705D21">
        <w:rPr>
          <w:lang w:val="sr-Cyrl-BA"/>
        </w:rPr>
        <w:t xml:space="preserve"> (NIPT </w:t>
      </w:r>
      <w:r>
        <w:rPr>
          <w:lang w:val="sr-Cyrl-BA"/>
        </w:rPr>
        <w:t>test</w:t>
      </w:r>
      <w:r w:rsidR="00705D21" w:rsidRPr="00705D21">
        <w:rPr>
          <w:lang w:val="sr-Cyrl-BA"/>
        </w:rPr>
        <w:t xml:space="preserve">), </w:t>
      </w:r>
      <w:r>
        <w:rPr>
          <w:lang w:val="sr-Cyrl-BA"/>
        </w:rPr>
        <w:t>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iznosu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od</w:t>
      </w:r>
      <w:r w:rsidR="00705D21" w:rsidRPr="00705D21">
        <w:rPr>
          <w:lang w:val="sr-Cyrl-BA"/>
        </w:rPr>
        <w:t xml:space="preserve"> 7,0 </w:t>
      </w:r>
      <w:r>
        <w:rPr>
          <w:lang w:val="sr-Cyrl-BA"/>
        </w:rPr>
        <w:t>miliona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KM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i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Transfer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Fondu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osiguranje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zaštite</w:t>
      </w:r>
      <w:r w:rsidR="00705D21" w:rsidRPr="00705D21">
        <w:rPr>
          <w:lang w:val="sr-Cyrl-BA"/>
        </w:rPr>
        <w:t xml:space="preserve">, </w:t>
      </w:r>
      <w:r>
        <w:rPr>
          <w:lang w:val="sr-Cyrl-BA"/>
        </w:rPr>
        <w:t>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iznosu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od</w:t>
      </w:r>
      <w:r w:rsidR="00705D21" w:rsidRPr="00705D21">
        <w:rPr>
          <w:lang w:val="sr-Cyrl-BA"/>
        </w:rPr>
        <w:t xml:space="preserve"> 1,4 </w:t>
      </w:r>
      <w:r>
        <w:rPr>
          <w:lang w:val="sr-Cyrl-BA"/>
        </w:rPr>
        <w:t>miliona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KM</w:t>
      </w:r>
      <w:r w:rsidR="00705D21">
        <w:rPr>
          <w:lang w:val="sr-Cyrl-BA"/>
        </w:rPr>
        <w:t>.</w:t>
      </w:r>
    </w:p>
    <w:p w:rsidR="006136BF" w:rsidRPr="00B97E77" w:rsidRDefault="006136BF" w:rsidP="00610471">
      <w:pPr>
        <w:ind w:left="709"/>
        <w:jc w:val="both"/>
        <w:rPr>
          <w:lang w:val="sr-Cyrl-BA"/>
        </w:rPr>
      </w:pPr>
    </w:p>
    <w:p w:rsidR="00610471" w:rsidRPr="001808FF" w:rsidRDefault="00717223" w:rsidP="001808FF">
      <w:pPr>
        <w:ind w:left="709"/>
        <w:jc w:val="both"/>
        <w:rPr>
          <w:lang w:val="sr-Cyrl-BA"/>
        </w:rPr>
      </w:pP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skladu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Zakonom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socijalnoj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zaštiti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planirana</w:t>
      </w:r>
      <w:r w:rsidR="002B3FCA">
        <w:rPr>
          <w:lang w:val="sr-Cyrl-BA"/>
        </w:rPr>
        <w:t xml:space="preserve"> </w:t>
      </w:r>
      <w:r>
        <w:rPr>
          <w:lang w:val="sr-Cyrl-BA"/>
        </w:rPr>
        <w:t>su</w:t>
      </w:r>
      <w:r w:rsidR="002B3FCA">
        <w:rPr>
          <w:lang w:val="sr-Cyrl-BA"/>
        </w:rPr>
        <w:t xml:space="preserve"> </w:t>
      </w:r>
      <w:r>
        <w:rPr>
          <w:lang w:val="sr-Cyrl-BA"/>
        </w:rPr>
        <w:t>sredstva</w:t>
      </w:r>
      <w:r w:rsidR="002B3FCA">
        <w:rPr>
          <w:lang w:val="sr-Cyrl-BA"/>
        </w:rPr>
        <w:t xml:space="preserve"> </w:t>
      </w:r>
      <w:r>
        <w:rPr>
          <w:lang w:val="sr-Cyrl-BA"/>
        </w:rPr>
        <w:t>u</w:t>
      </w:r>
      <w:r w:rsidR="002B3FCA">
        <w:rPr>
          <w:lang w:val="sr-Cyrl-BA"/>
        </w:rPr>
        <w:t xml:space="preserve"> </w:t>
      </w:r>
      <w:r>
        <w:rPr>
          <w:lang w:val="sr-Cyrl-BA"/>
        </w:rPr>
        <w:t>iznosu</w:t>
      </w:r>
      <w:r w:rsidR="002B3FCA">
        <w:rPr>
          <w:lang w:val="sr-Cyrl-BA"/>
        </w:rPr>
        <w:t xml:space="preserve"> </w:t>
      </w:r>
      <w:r>
        <w:rPr>
          <w:lang w:val="sr-Cyrl-BA"/>
        </w:rPr>
        <w:t>od</w:t>
      </w:r>
      <w:r w:rsidR="002B3FCA">
        <w:rPr>
          <w:lang w:val="sr-Cyrl-BA"/>
        </w:rPr>
        <w:t xml:space="preserve"> </w:t>
      </w:r>
      <w:r w:rsidR="00705D21">
        <w:rPr>
          <w:lang w:val="sr-Cyrl-BA"/>
        </w:rPr>
        <w:t>53,</w:t>
      </w:r>
      <w:r w:rsidR="00B11C05">
        <w:rPr>
          <w:lang w:val="sr-Latn-RS"/>
        </w:rPr>
        <w:t>3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miliona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KM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kao</w:t>
      </w:r>
      <w:r w:rsidR="00610471" w:rsidRPr="00B97E77">
        <w:rPr>
          <w:lang w:val="sr-Cyrl-BA"/>
        </w:rPr>
        <w:t xml:space="preserve"> </w:t>
      </w:r>
      <w:r>
        <w:rPr>
          <w:u w:val="single"/>
          <w:lang w:val="sr-Cyrl-BA"/>
        </w:rPr>
        <w:t>transfer</w:t>
      </w:r>
      <w:r w:rsidR="00610471" w:rsidRPr="00705D21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jedinicama</w:t>
      </w:r>
      <w:r w:rsidR="00610471" w:rsidRPr="00705D21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lokalne</w:t>
      </w:r>
      <w:r w:rsidR="00610471" w:rsidRPr="00705D21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samouprave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istim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sufinansiraju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prava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na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novčanu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pomoć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prava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na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dodatak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pomoć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njegu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drugog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lica</w:t>
      </w:r>
      <w:r w:rsidR="00610471" w:rsidRPr="00B97E77">
        <w:t xml:space="preserve"> </w:t>
      </w:r>
      <w:r w:rsidR="00610471" w:rsidRPr="00B97E77">
        <w:rPr>
          <w:lang w:val="sr-Cyrl-RS"/>
        </w:rPr>
        <w:t>(</w:t>
      </w:r>
      <w:r>
        <w:rPr>
          <w:lang w:val="sr-Cyrl-RS"/>
        </w:rPr>
        <w:t>to</w:t>
      </w:r>
      <w:r w:rsidR="00610471" w:rsidRPr="00B97E77">
        <w:rPr>
          <w:lang w:val="sr-Cyrl-RS"/>
        </w:rPr>
        <w:t xml:space="preserve"> </w:t>
      </w:r>
      <w:r>
        <w:rPr>
          <w:lang w:val="sr-Cyrl-RS"/>
        </w:rPr>
        <w:t>su</w:t>
      </w:r>
      <w:r w:rsidR="00610471" w:rsidRPr="00B97E77">
        <w:rPr>
          <w:lang w:val="sr-Cyrl-RS"/>
        </w:rPr>
        <w:t xml:space="preserve"> </w:t>
      </w:r>
      <w:r>
        <w:rPr>
          <w:lang w:val="sr-Cyrl-BA"/>
        </w:rPr>
        <w:t>prava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koja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visini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od</w:t>
      </w:r>
      <w:r w:rsidR="00610471" w:rsidRPr="00B97E77">
        <w:rPr>
          <w:lang w:val="sr-Cyrl-BA"/>
        </w:rPr>
        <w:t xml:space="preserve"> 50 % </w:t>
      </w:r>
      <w:r>
        <w:rPr>
          <w:lang w:val="sr-Cyrl-BA"/>
        </w:rPr>
        <w:t>planiraju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budžetu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Republike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Srpske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a</w:t>
      </w:r>
      <w:r w:rsidR="00610471" w:rsidRPr="00B97E77">
        <w:rPr>
          <w:lang w:val="sr-Cyrl-BA"/>
        </w:rPr>
        <w:t xml:space="preserve"> 50 %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budžetu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jedinica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lokalne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samouprave</w:t>
      </w:r>
      <w:r w:rsidR="00610471" w:rsidRPr="00B97E77">
        <w:rPr>
          <w:lang w:val="sr-Cyrl-BA"/>
        </w:rPr>
        <w:t xml:space="preserve">), </w:t>
      </w:r>
      <w:r>
        <w:rPr>
          <w:lang w:val="sr-Cyrl-BA"/>
        </w:rPr>
        <w:t>te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osiguranje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korisnika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navedenih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prava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prava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na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podršku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izjednačavanju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mogućnosti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djece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omladine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smetnjama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razvoju</w:t>
      </w:r>
      <w:r w:rsidR="00610471" w:rsidRPr="00B97E77">
        <w:rPr>
          <w:lang w:val="sr-Cyrl-BA"/>
        </w:rPr>
        <w:t>.</w:t>
      </w:r>
      <w:r w:rsidR="001808FF">
        <w:rPr>
          <w:lang w:val="sr-Cyrl-BA"/>
        </w:rPr>
        <w:t xml:space="preserve"> </w:t>
      </w:r>
      <w:r>
        <w:rPr>
          <w:lang w:val="sr-Cyrl-BA"/>
        </w:rPr>
        <w:t>Za</w:t>
      </w:r>
      <w:r w:rsidR="001808FF">
        <w:rPr>
          <w:lang w:val="sr-Cyrl-BA"/>
        </w:rPr>
        <w:t xml:space="preserve"> </w:t>
      </w:r>
      <w:r>
        <w:rPr>
          <w:lang w:val="sr-Cyrl-BA"/>
        </w:rPr>
        <w:t>isplatu</w:t>
      </w:r>
      <w:r w:rsidR="001808FF">
        <w:rPr>
          <w:lang w:val="sr-Cyrl-BA"/>
        </w:rPr>
        <w:t xml:space="preserve"> </w:t>
      </w:r>
      <w:r>
        <w:rPr>
          <w:lang w:val="sr-Cyrl-BA"/>
        </w:rPr>
        <w:t>ličnih</w:t>
      </w:r>
      <w:r w:rsidR="001808FF">
        <w:rPr>
          <w:lang w:val="sr-Cyrl-BA"/>
        </w:rPr>
        <w:t xml:space="preserve"> </w:t>
      </w:r>
      <w:r>
        <w:rPr>
          <w:lang w:val="sr-Cyrl-BA"/>
        </w:rPr>
        <w:t>invalidnina</w:t>
      </w:r>
      <w:r w:rsidR="001808FF" w:rsidRPr="001808FF">
        <w:rPr>
          <w:lang w:val="sr-Cyrl-BA"/>
        </w:rPr>
        <w:t xml:space="preserve"> </w:t>
      </w:r>
      <w:r>
        <w:rPr>
          <w:lang w:val="sr-Cyrl-BA"/>
        </w:rPr>
        <w:t>iz</w:t>
      </w:r>
      <w:r w:rsidR="001808FF" w:rsidRPr="001808FF">
        <w:rPr>
          <w:lang w:val="sr-Cyrl-BA"/>
        </w:rPr>
        <w:t xml:space="preserve"> </w:t>
      </w:r>
      <w:r>
        <w:rPr>
          <w:lang w:val="sr-Cyrl-BA"/>
        </w:rPr>
        <w:t>oblasti</w:t>
      </w:r>
      <w:r w:rsidR="001808FF" w:rsidRPr="001808FF">
        <w:rPr>
          <w:lang w:val="sr-Cyrl-BA"/>
        </w:rPr>
        <w:t xml:space="preserve"> </w:t>
      </w:r>
      <w:r>
        <w:rPr>
          <w:lang w:val="sr-Cyrl-BA"/>
        </w:rPr>
        <w:t>socijalne</w:t>
      </w:r>
      <w:r w:rsidR="001808FF" w:rsidRPr="001808FF">
        <w:rPr>
          <w:lang w:val="sr-Cyrl-BA"/>
        </w:rPr>
        <w:t xml:space="preserve"> </w:t>
      </w:r>
      <w:r>
        <w:rPr>
          <w:lang w:val="sr-Cyrl-BA"/>
        </w:rPr>
        <w:t>zaštite</w:t>
      </w:r>
      <w:r w:rsidR="001808FF">
        <w:rPr>
          <w:lang w:val="sr-Cyrl-BA"/>
        </w:rPr>
        <w:t xml:space="preserve">, </w:t>
      </w:r>
      <w:r>
        <w:rPr>
          <w:lang w:val="sr-Cyrl-BA"/>
        </w:rPr>
        <w:t>planirana</w:t>
      </w:r>
      <w:r w:rsidR="001808FF">
        <w:rPr>
          <w:lang w:val="sr-Cyrl-BA"/>
        </w:rPr>
        <w:t xml:space="preserve"> </w:t>
      </w:r>
      <w:r>
        <w:rPr>
          <w:lang w:val="sr-Cyrl-BA"/>
        </w:rPr>
        <w:t>su</w:t>
      </w:r>
      <w:r w:rsidR="001808FF">
        <w:rPr>
          <w:lang w:val="sr-Cyrl-BA"/>
        </w:rPr>
        <w:t xml:space="preserve"> </w:t>
      </w:r>
      <w:r>
        <w:rPr>
          <w:lang w:val="sr-Cyrl-BA"/>
        </w:rPr>
        <w:t>sredstva</w:t>
      </w:r>
      <w:r w:rsidR="001808FF">
        <w:rPr>
          <w:lang w:val="sr-Cyrl-BA"/>
        </w:rPr>
        <w:t xml:space="preserve"> </w:t>
      </w:r>
      <w:r>
        <w:rPr>
          <w:lang w:val="sr-Cyrl-BA"/>
        </w:rPr>
        <w:t>u</w:t>
      </w:r>
      <w:r w:rsidR="001808FF">
        <w:rPr>
          <w:lang w:val="sr-Cyrl-BA"/>
        </w:rPr>
        <w:t xml:space="preserve"> </w:t>
      </w:r>
      <w:r>
        <w:rPr>
          <w:lang w:val="sr-Cyrl-BA"/>
        </w:rPr>
        <w:t>iznosu</w:t>
      </w:r>
      <w:r w:rsidR="001808FF">
        <w:rPr>
          <w:lang w:val="sr-Cyrl-BA"/>
        </w:rPr>
        <w:t xml:space="preserve"> </w:t>
      </w:r>
      <w:r>
        <w:rPr>
          <w:lang w:val="sr-Cyrl-BA"/>
        </w:rPr>
        <w:t>od</w:t>
      </w:r>
      <w:r w:rsidR="001808FF">
        <w:rPr>
          <w:lang w:val="sr-Cyrl-BA"/>
        </w:rPr>
        <w:t xml:space="preserve"> </w:t>
      </w:r>
      <w:r w:rsidR="00705D21">
        <w:rPr>
          <w:lang w:val="sr-Cyrl-BA"/>
        </w:rPr>
        <w:t>18,8</w:t>
      </w:r>
      <w:r w:rsidR="001808FF">
        <w:rPr>
          <w:lang w:val="sr-Cyrl-BA"/>
        </w:rPr>
        <w:t xml:space="preserve"> </w:t>
      </w:r>
      <w:r>
        <w:rPr>
          <w:lang w:val="sr-Cyrl-BA"/>
        </w:rPr>
        <w:t>miliona</w:t>
      </w:r>
      <w:r w:rsidR="001808FF">
        <w:rPr>
          <w:lang w:val="sr-Cyrl-BA"/>
        </w:rPr>
        <w:t xml:space="preserve"> </w:t>
      </w:r>
      <w:r>
        <w:rPr>
          <w:lang w:val="sr-Cyrl-BA"/>
        </w:rPr>
        <w:t>KM</w:t>
      </w:r>
      <w:r w:rsidR="001808FF">
        <w:rPr>
          <w:lang w:val="sr-Cyrl-BA"/>
        </w:rPr>
        <w:t>.</w:t>
      </w:r>
      <w:r w:rsidR="00705D21">
        <w:rPr>
          <w:lang w:val="sr-Cyrl-BA"/>
        </w:rPr>
        <w:t xml:space="preserve"> </w:t>
      </w:r>
      <w:r>
        <w:rPr>
          <w:lang w:val="sr-Cyrl-BA"/>
        </w:rPr>
        <w:t>Na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poziciji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transfera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jedinicama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lokalne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samouprave</w:t>
      </w:r>
      <w:r w:rsidR="00705D21" w:rsidRPr="00705D21">
        <w:rPr>
          <w:lang w:val="sr-Cyrl-BA"/>
        </w:rPr>
        <w:t xml:space="preserve"> - </w:t>
      </w:r>
      <w:r>
        <w:rPr>
          <w:lang w:val="sr-Cyrl-BA"/>
        </w:rPr>
        <w:t>javne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ustanove</w:t>
      </w:r>
      <w:r w:rsidR="00705D21" w:rsidRPr="00705D21">
        <w:rPr>
          <w:lang w:val="sr-Cyrl-BA"/>
        </w:rPr>
        <w:t xml:space="preserve">, </w:t>
      </w:r>
      <w:r>
        <w:rPr>
          <w:lang w:val="sr-Cyrl-BA"/>
        </w:rPr>
        <w:t>planirana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su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sredstva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iznosu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od</w:t>
      </w:r>
      <w:r w:rsidR="00705D21" w:rsidRPr="00705D21">
        <w:rPr>
          <w:lang w:val="sr-Cyrl-BA"/>
        </w:rPr>
        <w:t xml:space="preserve"> 12,8 </w:t>
      </w:r>
      <w:r>
        <w:rPr>
          <w:lang w:val="sr-Cyrl-BA"/>
        </w:rPr>
        <w:t>miliona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KM</w:t>
      </w:r>
      <w:r w:rsidR="00705D21" w:rsidRPr="00705D21">
        <w:rPr>
          <w:lang w:val="sr-Cyrl-BA"/>
        </w:rPr>
        <w:t xml:space="preserve">, </w:t>
      </w:r>
      <w:r>
        <w:rPr>
          <w:lang w:val="sr-Cyrl-BA"/>
        </w:rPr>
        <w:t>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cilju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sprovođenja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zakona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kojim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se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reguliše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oblast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plata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zaposlenih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lica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u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javnim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zdravstvenim</w:t>
      </w:r>
      <w:r w:rsidR="00705D21" w:rsidRPr="00705D21">
        <w:rPr>
          <w:lang w:val="sr-Cyrl-BA"/>
        </w:rPr>
        <w:t xml:space="preserve"> </w:t>
      </w:r>
      <w:r>
        <w:rPr>
          <w:lang w:val="sr-Cyrl-BA"/>
        </w:rPr>
        <w:t>ustanovama</w:t>
      </w:r>
      <w:r w:rsidR="00705D21" w:rsidRPr="00705D21">
        <w:rPr>
          <w:lang w:val="sr-Cyrl-BA"/>
        </w:rPr>
        <w:t>.</w:t>
      </w:r>
    </w:p>
    <w:p w:rsidR="001808FF" w:rsidRPr="00B97E77" w:rsidRDefault="001808FF" w:rsidP="00610471">
      <w:pPr>
        <w:ind w:left="709"/>
        <w:jc w:val="both"/>
        <w:rPr>
          <w:lang w:val="sr-Cyrl-BA"/>
        </w:rPr>
      </w:pPr>
    </w:p>
    <w:p w:rsidR="00705D21" w:rsidRDefault="00717223" w:rsidP="00705D21">
      <w:pPr>
        <w:ind w:left="709" w:firstLine="567"/>
        <w:jc w:val="both"/>
        <w:rPr>
          <w:lang w:val="sr-Cyrl-BA"/>
        </w:rPr>
      </w:pPr>
      <w:r>
        <w:rPr>
          <w:lang w:val="sr-Cyrl-BA"/>
        </w:rPr>
        <w:t>Na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poziciji</w:t>
      </w:r>
      <w:r w:rsidR="00705D21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705D21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705D21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dječije</w:t>
      </w:r>
      <w:r w:rsidR="00705D21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zaštite</w:t>
      </w:r>
      <w:r w:rsidR="00705D21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705D21" w:rsidRPr="00D718E6">
        <w:rPr>
          <w:lang w:val="sr-Cyrl-BA"/>
        </w:rPr>
        <w:t xml:space="preserve"> 4</w:t>
      </w:r>
      <w:r w:rsidR="00705D21">
        <w:rPr>
          <w:lang w:val="sr-Cyrl-BA"/>
        </w:rPr>
        <w:t>5</w:t>
      </w:r>
      <w:r w:rsidR="00705D21" w:rsidRPr="00D718E6">
        <w:rPr>
          <w:lang w:val="sr-Cyrl-BA"/>
        </w:rPr>
        <w:t xml:space="preserve">,0 </w:t>
      </w:r>
      <w:r>
        <w:rPr>
          <w:lang w:val="sr-Cyrl-BA"/>
        </w:rPr>
        <w:t>miliona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705D21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odnosi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dječijoj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705D21" w:rsidRPr="00D718E6">
        <w:rPr>
          <w:lang w:val="sr-Cyrl-BA"/>
        </w:rPr>
        <w:t xml:space="preserve">. </w:t>
      </w:r>
      <w:r>
        <w:rPr>
          <w:lang w:val="sr-Cyrl-BA"/>
        </w:rPr>
        <w:t>Pored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toga</w:t>
      </w:r>
      <w:r w:rsidR="00705D21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lastRenderedPageBreak/>
        <w:t>dječije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705D21" w:rsidRPr="00D718E6">
        <w:rPr>
          <w:lang w:val="sr-Cyrl-BA"/>
        </w:rPr>
        <w:t xml:space="preserve"> 0,</w:t>
      </w:r>
      <w:r w:rsidR="00705D21">
        <w:rPr>
          <w:lang w:val="sr-Cyrl-BA"/>
        </w:rPr>
        <w:t>9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pronatalitetnog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dodatka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ostvaruje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majka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prebivalištem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Republici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Srpskoj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svako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trećerođeno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četvororođeno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dijete</w:t>
      </w:r>
      <w:r w:rsidR="00705D21" w:rsidRPr="00D718E6">
        <w:rPr>
          <w:lang w:val="sr-Cyrl-BA"/>
        </w:rPr>
        <w:t xml:space="preserve">, </w:t>
      </w:r>
      <w:r>
        <w:rPr>
          <w:lang w:val="sr-Cyrl-BA"/>
        </w:rPr>
        <w:t>bez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obzira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materijalni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status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mjesto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rođenja</w:t>
      </w:r>
      <w:r w:rsidR="00705D21" w:rsidRPr="00D718E6">
        <w:rPr>
          <w:lang w:val="sr-Cyrl-BA"/>
        </w:rPr>
        <w:t xml:space="preserve"> </w:t>
      </w:r>
      <w:r>
        <w:rPr>
          <w:lang w:val="sr-Cyrl-BA"/>
        </w:rPr>
        <w:t>djeteta</w:t>
      </w:r>
      <w:r w:rsidR="00705D21" w:rsidRPr="00D718E6">
        <w:rPr>
          <w:lang w:val="sr-Cyrl-BA"/>
        </w:rPr>
        <w:t xml:space="preserve">. </w:t>
      </w:r>
    </w:p>
    <w:p w:rsidR="00705D21" w:rsidRDefault="00717223" w:rsidP="00705D21">
      <w:pPr>
        <w:ind w:left="709" w:firstLine="567"/>
        <w:jc w:val="both"/>
        <w:rPr>
          <w:lang w:val="sr-Cyrl-BA"/>
        </w:rPr>
      </w:pPr>
      <w:r>
        <w:rPr>
          <w:lang w:val="sr-Cyrl-BA"/>
        </w:rPr>
        <w:t>Transfer</w:t>
      </w:r>
      <w:r w:rsidR="00705D21" w:rsidRPr="00C36750">
        <w:rPr>
          <w:lang w:val="sr-Cyrl-BA"/>
        </w:rPr>
        <w:t xml:space="preserve"> </w:t>
      </w:r>
      <w:r>
        <w:rPr>
          <w:i/>
          <w:u w:val="single"/>
          <w:lang w:val="sr-Cyrl-BA"/>
        </w:rPr>
        <w:t>Zavodu</w:t>
      </w:r>
      <w:r w:rsidR="00705D21" w:rsidRPr="00C36750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705D21" w:rsidRPr="00C36750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zapošljavanje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doznačava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se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za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sprovođenje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Programa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podrške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privredi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putem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povrata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uplaćenih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poreza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i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doprinosa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za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novo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radnika</w:t>
      </w:r>
      <w:r w:rsidR="00705D21" w:rsidRPr="00C36750">
        <w:rPr>
          <w:lang w:val="sr-Cyrl-BA"/>
        </w:rPr>
        <w:t xml:space="preserve">, </w:t>
      </w:r>
      <w:r>
        <w:rPr>
          <w:lang w:val="sr-Cyrl-BA"/>
        </w:rPr>
        <w:t>u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iznosu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od</w:t>
      </w:r>
      <w:r w:rsidR="00705D21" w:rsidRPr="00C36750">
        <w:rPr>
          <w:lang w:val="sr-Cyrl-BA"/>
        </w:rPr>
        <w:t xml:space="preserve"> 5,0 </w:t>
      </w:r>
      <w:r>
        <w:rPr>
          <w:lang w:val="sr-Cyrl-BA"/>
        </w:rPr>
        <w:t>miliona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KM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i</w:t>
      </w:r>
      <w:r w:rsidR="00705D21">
        <w:rPr>
          <w:lang w:val="sr-Cyrl-BA"/>
        </w:rPr>
        <w:t xml:space="preserve"> </w:t>
      </w:r>
      <w:r>
        <w:rPr>
          <w:lang w:val="sr-Cyrl-BA"/>
        </w:rPr>
        <w:t>za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i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samozapošljavanje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ranjivih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kategorija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i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tržišta</w:t>
      </w:r>
      <w:r w:rsidR="00705D21" w:rsidRPr="00C36750">
        <w:rPr>
          <w:lang w:val="sr-Cyrl-BA"/>
        </w:rPr>
        <w:t xml:space="preserve"> </w:t>
      </w:r>
      <w:r>
        <w:rPr>
          <w:lang w:val="sr-Cyrl-BA"/>
        </w:rPr>
        <w:t>rada</w:t>
      </w:r>
      <w:r w:rsidR="00705D21">
        <w:rPr>
          <w:lang w:val="sr-Cyrl-BA"/>
        </w:rPr>
        <w:t xml:space="preserve">, </w:t>
      </w:r>
      <w:r>
        <w:rPr>
          <w:lang w:val="sr-Cyrl-BA"/>
        </w:rPr>
        <w:t>u</w:t>
      </w:r>
      <w:r w:rsidR="00705D21">
        <w:rPr>
          <w:lang w:val="sr-Cyrl-BA"/>
        </w:rPr>
        <w:t xml:space="preserve"> </w:t>
      </w:r>
      <w:r>
        <w:rPr>
          <w:lang w:val="sr-Cyrl-BA"/>
        </w:rPr>
        <w:t>iznosu</w:t>
      </w:r>
      <w:r w:rsidR="00705D21">
        <w:rPr>
          <w:lang w:val="sr-Cyrl-BA"/>
        </w:rPr>
        <w:t xml:space="preserve"> </w:t>
      </w:r>
      <w:r>
        <w:rPr>
          <w:lang w:val="sr-Cyrl-BA"/>
        </w:rPr>
        <w:t>od</w:t>
      </w:r>
      <w:r w:rsidR="00705D21">
        <w:rPr>
          <w:lang w:val="sr-Cyrl-BA"/>
        </w:rPr>
        <w:t xml:space="preserve"> 5,0 </w:t>
      </w:r>
      <w:r>
        <w:rPr>
          <w:lang w:val="sr-Cyrl-BA"/>
        </w:rPr>
        <w:t>miliona</w:t>
      </w:r>
      <w:r w:rsidR="00705D21">
        <w:rPr>
          <w:lang w:val="sr-Cyrl-BA"/>
        </w:rPr>
        <w:t xml:space="preserve"> </w:t>
      </w:r>
      <w:r>
        <w:rPr>
          <w:lang w:val="sr-Cyrl-BA"/>
        </w:rPr>
        <w:t>KM</w:t>
      </w:r>
      <w:r w:rsidR="00705D21" w:rsidRPr="00C36750">
        <w:rPr>
          <w:lang w:val="sr-Cyrl-BA"/>
        </w:rPr>
        <w:t>.</w:t>
      </w:r>
    </w:p>
    <w:p w:rsidR="006136BF" w:rsidRPr="00D718E6" w:rsidRDefault="006136BF" w:rsidP="00705D21">
      <w:pPr>
        <w:ind w:left="709" w:firstLine="567"/>
        <w:jc w:val="both"/>
        <w:rPr>
          <w:lang w:val="sr-Cyrl-BA"/>
        </w:rPr>
      </w:pPr>
    </w:p>
    <w:p w:rsidR="00610471" w:rsidRDefault="00717223" w:rsidP="00705D21">
      <w:pPr>
        <w:ind w:left="720" w:firstLine="556"/>
        <w:jc w:val="both"/>
        <w:rPr>
          <w:lang w:val="sr-Cyrl-BA"/>
        </w:rPr>
      </w:pP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okviru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ove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grupe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rashoda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planiran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je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u w:val="single"/>
          <w:lang w:val="sr-Cyrl-BA"/>
        </w:rPr>
        <w:t>Transfer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Fondu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solidarnosti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za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dijagnostiku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i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liječenje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oboljenja</w:t>
      </w:r>
      <w:r w:rsidR="00610471" w:rsidRPr="00B97E77">
        <w:rPr>
          <w:u w:val="single"/>
          <w:lang w:val="sr-Cyrl-BA"/>
        </w:rPr>
        <w:t xml:space="preserve">, </w:t>
      </w:r>
      <w:r>
        <w:rPr>
          <w:u w:val="single"/>
          <w:lang w:val="sr-Cyrl-BA"/>
        </w:rPr>
        <w:t>stanja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i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povreda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djece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u</w:t>
      </w:r>
      <w:r w:rsidR="00610471" w:rsidRPr="00B97E77">
        <w:rPr>
          <w:u w:val="single"/>
          <w:lang w:val="sr-Cyrl-BA"/>
        </w:rPr>
        <w:t xml:space="preserve"> </w:t>
      </w:r>
      <w:r>
        <w:rPr>
          <w:u w:val="single"/>
          <w:lang w:val="sr-Cyrl-BA"/>
        </w:rPr>
        <w:t>inostranstvu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iznosu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od</w:t>
      </w:r>
      <w:r w:rsidR="00610471" w:rsidRPr="00B97E77">
        <w:rPr>
          <w:lang w:val="sr-Cyrl-BA"/>
        </w:rPr>
        <w:t xml:space="preserve"> 0,</w:t>
      </w:r>
      <w:r w:rsidR="00705D21">
        <w:rPr>
          <w:lang w:val="sr-Cyrl-BA"/>
        </w:rPr>
        <w:t>7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miliona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KM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skladu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članom</w:t>
      </w:r>
      <w:r w:rsidR="00610471" w:rsidRPr="00B97E77">
        <w:rPr>
          <w:lang w:val="sr-Cyrl-BA"/>
        </w:rPr>
        <w:t xml:space="preserve"> 6. </w:t>
      </w:r>
      <w:r>
        <w:rPr>
          <w:lang w:val="sr-Cyrl-BA"/>
        </w:rPr>
        <w:t>Zakona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</w:t>
      </w:r>
      <w:r w:rsidR="00610471" w:rsidRPr="00B97E77">
        <w:t xml:space="preserve"> </w:t>
      </w:r>
      <w:r>
        <w:rPr>
          <w:lang w:val="sr-Cyrl-BA"/>
        </w:rPr>
        <w:t>Fondu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dijagnostiku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liječenje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oboljenja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stanja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povreda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djece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kojim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je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između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ostalog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definisano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da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Fond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prikuplja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sredstva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budžeta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Republike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Srpske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iznosu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od</w:t>
      </w:r>
      <w:r w:rsidR="00610471" w:rsidRPr="00B97E77">
        <w:rPr>
          <w:lang w:val="sr-Cyrl-BA"/>
        </w:rPr>
        <w:t xml:space="preserve"> 0,025 % </w:t>
      </w:r>
      <w:r>
        <w:rPr>
          <w:lang w:val="sr-Cyrl-BA"/>
        </w:rPr>
        <w:t>ostvarenih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poreskih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neporeskih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prihoda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u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prethodnoj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fiskalnoj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godini</w:t>
      </w:r>
      <w:r w:rsidR="00610471" w:rsidRPr="00B97E77">
        <w:rPr>
          <w:lang w:val="sr-Cyrl-BA"/>
        </w:rPr>
        <w:t xml:space="preserve">, </w:t>
      </w:r>
      <w:r>
        <w:rPr>
          <w:lang w:val="sr-Cyrl-BA"/>
        </w:rPr>
        <w:t>umanjenih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iznos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doprinosa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za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socijalno</w:t>
      </w:r>
      <w:r w:rsidR="00610471" w:rsidRPr="00B97E77">
        <w:rPr>
          <w:lang w:val="sr-Cyrl-BA"/>
        </w:rPr>
        <w:t xml:space="preserve"> </w:t>
      </w:r>
      <w:r>
        <w:rPr>
          <w:lang w:val="sr-Cyrl-BA"/>
        </w:rPr>
        <w:t>osiguranje</w:t>
      </w:r>
      <w:r w:rsidR="00610471" w:rsidRPr="00B97E77">
        <w:rPr>
          <w:lang w:val="sr-Cyrl-BA"/>
        </w:rPr>
        <w:t>.</w:t>
      </w:r>
    </w:p>
    <w:p w:rsidR="006136BF" w:rsidRPr="00B97E77" w:rsidRDefault="006136BF" w:rsidP="00705D21">
      <w:pPr>
        <w:ind w:left="720" w:firstLine="556"/>
        <w:jc w:val="both"/>
        <w:rPr>
          <w:lang w:val="sr-Cyrl-BA"/>
        </w:rPr>
      </w:pPr>
    </w:p>
    <w:p w:rsidR="00705D21" w:rsidRPr="00D718E6" w:rsidRDefault="00717223" w:rsidP="00705D21">
      <w:pPr>
        <w:ind w:left="709" w:firstLine="567"/>
        <w:jc w:val="both"/>
        <w:rPr>
          <w:lang w:val="sr-Cyrl-BA"/>
        </w:rPr>
      </w:pPr>
      <w:r>
        <w:rPr>
          <w:lang w:val="sr-Cyrl-BA"/>
        </w:rPr>
        <w:t>U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okviru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ove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grupe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rashoda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planiran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je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dio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sredstava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po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osnovu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Programa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socijalnog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radnika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koji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se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uplaćuje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Zavodu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za</w:t>
      </w:r>
      <w:r w:rsidR="00705D21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705D21">
        <w:rPr>
          <w:lang w:val="sr-Cyrl-BA"/>
        </w:rPr>
        <w:t xml:space="preserve"> </w:t>
      </w:r>
      <w:r>
        <w:rPr>
          <w:lang w:val="sr-Cyrl-BA"/>
        </w:rPr>
        <w:t>Republike</w:t>
      </w:r>
      <w:r w:rsidR="00705D21">
        <w:rPr>
          <w:lang w:val="sr-Cyrl-BA"/>
        </w:rPr>
        <w:t xml:space="preserve"> </w:t>
      </w:r>
      <w:r>
        <w:rPr>
          <w:lang w:val="sr-Cyrl-BA"/>
        </w:rPr>
        <w:t>Srpske</w:t>
      </w:r>
      <w:r w:rsidR="00705D21">
        <w:rPr>
          <w:lang w:val="sr-Cyrl-BA"/>
        </w:rPr>
        <w:t xml:space="preserve">, </w:t>
      </w:r>
      <w:r>
        <w:rPr>
          <w:lang w:val="sr-Cyrl-BA"/>
        </w:rPr>
        <w:t>u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iznosu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od</w:t>
      </w:r>
      <w:r w:rsidR="00705D21" w:rsidRPr="00207D57">
        <w:rPr>
          <w:lang w:val="sr-Cyrl-BA"/>
        </w:rPr>
        <w:t xml:space="preserve"> 0,1 </w:t>
      </w:r>
      <w:r>
        <w:rPr>
          <w:lang w:val="sr-Cyrl-BA"/>
        </w:rPr>
        <w:t>miliona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KM</w:t>
      </w:r>
      <w:r w:rsidR="00705D21" w:rsidRPr="00207D57">
        <w:rPr>
          <w:lang w:val="sr-Cyrl-BA"/>
        </w:rPr>
        <w:t xml:space="preserve">, </w:t>
      </w:r>
      <w:r>
        <w:rPr>
          <w:lang w:val="sr-Cyrl-BA"/>
        </w:rPr>
        <w:t>od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ukupno</w:t>
      </w:r>
      <w:r w:rsidR="00705D21" w:rsidRPr="00207D57">
        <w:rPr>
          <w:lang w:val="sr-Cyrl-BA"/>
        </w:rPr>
        <w:t xml:space="preserve"> 0,8 </w:t>
      </w:r>
      <w:r>
        <w:rPr>
          <w:lang w:val="sr-Cyrl-BA"/>
        </w:rPr>
        <w:t>miliona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KM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koja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su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planirana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za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navedeni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Program</w:t>
      </w:r>
      <w:r w:rsidR="00705D21" w:rsidRPr="00207D57">
        <w:rPr>
          <w:lang w:val="sr-Cyrl-BA"/>
        </w:rPr>
        <w:t xml:space="preserve">, </w:t>
      </w:r>
      <w:r>
        <w:rPr>
          <w:lang w:val="sr-Cyrl-BA"/>
        </w:rPr>
        <w:t>u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skladu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sa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pravilima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knjigovodstvenog</w:t>
      </w:r>
      <w:r w:rsidR="00705D21" w:rsidRPr="00207D57">
        <w:rPr>
          <w:lang w:val="sr-Cyrl-BA"/>
        </w:rPr>
        <w:t xml:space="preserve"> </w:t>
      </w:r>
      <w:r>
        <w:rPr>
          <w:lang w:val="sr-Cyrl-BA"/>
        </w:rPr>
        <w:t>evidetiranja</w:t>
      </w:r>
      <w:r w:rsidR="00705D21" w:rsidRPr="00207D57">
        <w:rPr>
          <w:lang w:val="sr-Cyrl-BA"/>
        </w:rPr>
        <w:t>.</w:t>
      </w:r>
      <w:r w:rsidR="00705D21" w:rsidRPr="00D718E6">
        <w:rPr>
          <w:lang w:val="sr-Cyrl-BA"/>
        </w:rPr>
        <w:t xml:space="preserve"> </w:t>
      </w:r>
    </w:p>
    <w:p w:rsidR="00B84D47" w:rsidRDefault="00717223" w:rsidP="00705D21">
      <w:pPr>
        <w:spacing w:before="60" w:after="120"/>
        <w:ind w:left="720" w:firstLine="556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FD5D6E" w:rsidRPr="00FD5D6E">
        <w:rPr>
          <w:iCs/>
          <w:lang w:val="sr-Cyrl-BA"/>
        </w:rPr>
        <w:t xml:space="preserve"> (02) </w:t>
      </w:r>
      <w:r>
        <w:rPr>
          <w:iCs/>
          <w:lang w:val="sr-Cyrl-BA"/>
        </w:rPr>
        <w:t>nisu</w:t>
      </w:r>
      <w:r w:rsidR="00FB7115">
        <w:rPr>
          <w:iCs/>
          <w:lang w:val="sr-Latn-RS"/>
        </w:rPr>
        <w:t xml:space="preserve"> </w:t>
      </w:r>
      <w:r>
        <w:rPr>
          <w:iCs/>
          <w:lang w:val="sr-Cyrl-BA"/>
        </w:rPr>
        <w:t>planirana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FB7115">
        <w:rPr>
          <w:iCs/>
          <w:lang w:val="sr-Cyrl-BA"/>
        </w:rPr>
        <w:t>.</w:t>
      </w:r>
      <w:r w:rsidR="00FD5D6E" w:rsidRPr="00FD5D6E">
        <w:rPr>
          <w:iCs/>
          <w:lang w:val="sr-Cyrl-BA"/>
        </w:rPr>
        <w:t xml:space="preserve"> </w:t>
      </w:r>
    </w:p>
    <w:p w:rsidR="00FD5D6E" w:rsidRPr="00665589" w:rsidRDefault="00FD5D6E" w:rsidP="00B84D47">
      <w:pPr>
        <w:spacing w:before="60" w:after="120"/>
        <w:ind w:left="709"/>
        <w:jc w:val="both"/>
        <w:rPr>
          <w:iCs/>
          <w:lang w:val="sr-Cyrl-BA"/>
        </w:rPr>
      </w:pPr>
    </w:p>
    <w:p w:rsidR="00B84D47" w:rsidRPr="00665589" w:rsidRDefault="00717223" w:rsidP="000E451F">
      <w:pPr>
        <w:pStyle w:val="ListParagraph"/>
        <w:numPr>
          <w:ilvl w:val="0"/>
          <w:numId w:val="3"/>
        </w:numPr>
        <w:spacing w:before="60" w:after="12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Transferi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unutar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iste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jedinice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vlasti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1</w:t>
      </w:r>
      <w:r w:rsidR="00622A87">
        <w:rPr>
          <w:iCs/>
          <w:lang w:val="sr-Cyrl-BA"/>
        </w:rPr>
        <w:t>50</w:t>
      </w:r>
      <w:r w:rsidR="006019AA">
        <w:rPr>
          <w:iCs/>
          <w:lang w:val="sr-Cyrl-BA"/>
        </w:rPr>
        <w:t>,</w:t>
      </w:r>
      <w:r w:rsidR="00622A87">
        <w:rPr>
          <w:iCs/>
          <w:lang w:val="sr-Cyrl-BA"/>
        </w:rPr>
        <w:t>6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3</w:t>
      </w:r>
      <w:r w:rsidR="00622A87">
        <w:rPr>
          <w:iCs/>
          <w:lang w:val="sr-Cyrl-BA"/>
        </w:rPr>
        <w:t>7</w:t>
      </w:r>
      <w:r w:rsidR="006019AA">
        <w:rPr>
          <w:iCs/>
          <w:lang w:val="sr-Cyrl-BA"/>
        </w:rPr>
        <w:t>,</w:t>
      </w:r>
      <w:r w:rsidR="00622A87">
        <w:rPr>
          <w:iCs/>
          <w:lang w:val="sr-Cyrl-BA"/>
        </w:rPr>
        <w:t>7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>,</w:t>
      </w:r>
      <w:r w:rsidR="00481A69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odnosno</w:t>
      </w:r>
      <w:r w:rsidR="00481A69" w:rsidRPr="00665589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3</w:t>
      </w:r>
      <w:r w:rsidR="00622A87">
        <w:rPr>
          <w:iCs/>
          <w:lang w:val="sr-Cyrl-BA"/>
        </w:rPr>
        <w:t>3</w:t>
      </w:r>
      <w:r w:rsidR="006019AA">
        <w:rPr>
          <w:iCs/>
          <w:lang w:val="sr-Cyrl-BA"/>
        </w:rPr>
        <w:t>,</w:t>
      </w:r>
      <w:r w:rsidR="00622A87">
        <w:rPr>
          <w:iCs/>
          <w:lang w:val="sr-Cyrl-BA"/>
        </w:rPr>
        <w:t>3</w:t>
      </w:r>
      <w:r w:rsidR="006019AA">
        <w:rPr>
          <w:iCs/>
          <w:lang w:val="sr-Cyrl-BA"/>
        </w:rPr>
        <w:t xml:space="preserve"> </w:t>
      </w:r>
      <w:r w:rsidR="00481A69" w:rsidRPr="00665589">
        <w:rPr>
          <w:iCs/>
          <w:lang w:val="sr-Cyrl-BA"/>
        </w:rPr>
        <w:t>%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5C73A1" w:rsidRDefault="00717223" w:rsidP="00610471">
      <w:pPr>
        <w:pStyle w:val="ListParagraph"/>
        <w:spacing w:before="60" w:after="120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planirano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transfera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unutar</w:t>
      </w:r>
      <w:r w:rsidR="005C73A1" w:rsidRPr="005C73A1">
        <w:rPr>
          <w:iCs/>
          <w:lang w:val="sr-Cyrl-BA"/>
        </w:rPr>
        <w:t xml:space="preserve"> </w:t>
      </w:r>
      <w:r>
        <w:rPr>
          <w:iCs/>
          <w:lang w:val="sr-Cyrl-BA"/>
        </w:rPr>
        <w:t>iste</w:t>
      </w:r>
      <w:r w:rsidR="005C73A1" w:rsidRPr="005C73A1">
        <w:rPr>
          <w:iCs/>
          <w:lang w:val="sr-Cyrl-BA"/>
        </w:rPr>
        <w:t xml:space="preserve"> </w:t>
      </w:r>
      <w:r>
        <w:rPr>
          <w:iCs/>
          <w:lang w:val="sr-Cyrl-BA"/>
        </w:rPr>
        <w:t>jedinice</w:t>
      </w:r>
      <w:r w:rsidR="005C73A1" w:rsidRPr="005C73A1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5C73A1" w:rsidRPr="005C73A1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Javnih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investicija</w:t>
      </w:r>
      <w:r w:rsidR="005C73A1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5C73A1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1,9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5C73A1">
        <w:rPr>
          <w:iCs/>
          <w:lang w:val="sr-Cyrl-BA"/>
        </w:rPr>
        <w:t xml:space="preserve">, </w:t>
      </w:r>
      <w:r>
        <w:rPr>
          <w:iCs/>
          <w:lang w:val="sr-Cyrl-BA"/>
        </w:rPr>
        <w:t>transfera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JU</w:t>
      </w:r>
      <w:r w:rsidR="005C73A1">
        <w:rPr>
          <w:iCs/>
          <w:lang w:val="sr-Cyrl-BA"/>
        </w:rPr>
        <w:t xml:space="preserve"> „</w:t>
      </w:r>
      <w:r>
        <w:rPr>
          <w:iCs/>
          <w:lang w:val="sr-Cyrl-BA"/>
        </w:rPr>
        <w:t>Vode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5C73A1">
        <w:rPr>
          <w:iCs/>
          <w:lang w:val="sr-Cyrl-BA"/>
        </w:rPr>
        <w:t xml:space="preserve">“, </w:t>
      </w:r>
      <w:r>
        <w:rPr>
          <w:iCs/>
          <w:lang w:val="sr-Cyrl-BA"/>
        </w:rPr>
        <w:t>u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5C73A1">
        <w:rPr>
          <w:iCs/>
          <w:lang w:val="sr-Cyrl-BA"/>
        </w:rPr>
        <w:t xml:space="preserve"> </w:t>
      </w:r>
      <w:r w:rsidR="00621E70">
        <w:rPr>
          <w:iCs/>
          <w:lang w:val="sr-Cyrl-BA"/>
        </w:rPr>
        <w:t>8,0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5C73A1">
        <w:rPr>
          <w:iCs/>
          <w:lang w:val="sr-Cyrl-BA"/>
        </w:rPr>
        <w:t>,</w:t>
      </w:r>
      <w:r w:rsidR="00621E70">
        <w:rPr>
          <w:iCs/>
          <w:lang w:val="sr-Cyrl-BA"/>
        </w:rPr>
        <w:t xml:space="preserve"> </w:t>
      </w:r>
      <w:r>
        <w:rPr>
          <w:iCs/>
          <w:lang w:val="sr-Cyrl-BA"/>
        </w:rPr>
        <w:t>transfera</w:t>
      </w:r>
      <w:r w:rsidR="00621E70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621E70">
        <w:rPr>
          <w:iCs/>
          <w:lang w:val="sr-Cyrl-BA"/>
        </w:rPr>
        <w:t xml:space="preserve"> </w:t>
      </w:r>
      <w:r>
        <w:rPr>
          <w:iCs/>
          <w:lang w:val="sr-Cyrl-BA"/>
        </w:rPr>
        <w:t>solidarnosti</w:t>
      </w:r>
      <w:r w:rsidR="00621E7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621E7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3A220E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3A220E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3A220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3A220E">
        <w:rPr>
          <w:iCs/>
          <w:lang w:val="sr-Cyrl-BA"/>
        </w:rPr>
        <w:t xml:space="preserve"> 3,8 </w:t>
      </w:r>
      <w:r>
        <w:rPr>
          <w:iCs/>
          <w:lang w:val="sr-Cyrl-BA"/>
        </w:rPr>
        <w:t>miliona</w:t>
      </w:r>
      <w:r w:rsidR="003A220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A220E">
        <w:rPr>
          <w:iCs/>
          <w:lang w:val="sr-Cyrl-BA"/>
        </w:rPr>
        <w:t xml:space="preserve">, </w:t>
      </w:r>
      <w:r>
        <w:rPr>
          <w:iCs/>
          <w:lang w:val="sr-Cyrl-BA"/>
        </w:rPr>
        <w:t>transfera</w:t>
      </w:r>
      <w:r w:rsidR="003A220E" w:rsidRPr="003A220E">
        <w:rPr>
          <w:iCs/>
          <w:lang w:val="sr-Cyrl-BA"/>
        </w:rPr>
        <w:t xml:space="preserve"> </w:t>
      </w:r>
      <w:r>
        <w:rPr>
          <w:iCs/>
          <w:lang w:val="sr-Cyrl-BA"/>
        </w:rPr>
        <w:t>Agenciji</w:t>
      </w:r>
      <w:r w:rsidR="003A220E" w:rsidRPr="003A220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A220E" w:rsidRPr="003A220E">
        <w:rPr>
          <w:iCs/>
          <w:lang w:val="sr-Cyrl-BA"/>
        </w:rPr>
        <w:t xml:space="preserve"> </w:t>
      </w:r>
      <w:r>
        <w:rPr>
          <w:iCs/>
          <w:lang w:val="sr-Cyrl-BA"/>
        </w:rPr>
        <w:t>informaciono</w:t>
      </w:r>
      <w:r w:rsidR="003A220E" w:rsidRPr="003A220E">
        <w:rPr>
          <w:iCs/>
          <w:lang w:val="sr-Cyrl-BA"/>
        </w:rPr>
        <w:t xml:space="preserve"> - </w:t>
      </w:r>
      <w:r>
        <w:rPr>
          <w:iCs/>
          <w:lang w:val="sr-Cyrl-BA"/>
        </w:rPr>
        <w:t>komunikacione</w:t>
      </w:r>
      <w:r w:rsidR="003A220E" w:rsidRPr="003A220E">
        <w:rPr>
          <w:iCs/>
          <w:lang w:val="sr-Cyrl-BA"/>
        </w:rPr>
        <w:t xml:space="preserve"> </w:t>
      </w:r>
      <w:r>
        <w:rPr>
          <w:iCs/>
          <w:lang w:val="sr-Cyrl-BA"/>
        </w:rPr>
        <w:t>tehnologije</w:t>
      </w:r>
      <w:r w:rsidR="003A220E" w:rsidRPr="003A220E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3A220E" w:rsidRPr="003A220E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3A220E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3A220E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3A220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3A220E">
        <w:rPr>
          <w:iCs/>
          <w:lang w:val="sr-Cyrl-BA"/>
        </w:rPr>
        <w:t xml:space="preserve"> 3,6 </w:t>
      </w:r>
      <w:r>
        <w:rPr>
          <w:iCs/>
          <w:lang w:val="sr-Cyrl-BA"/>
        </w:rPr>
        <w:t>miliona</w:t>
      </w:r>
      <w:r w:rsidR="003A220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A220E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transfera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predstavništvima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621E7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21E70">
        <w:rPr>
          <w:iCs/>
          <w:lang w:val="sr-Cyrl-BA"/>
        </w:rPr>
        <w:t xml:space="preserve"> </w:t>
      </w:r>
      <w:r>
        <w:rPr>
          <w:iCs/>
          <w:lang w:val="sr-Cyrl-BA"/>
        </w:rPr>
        <w:t>inostranstvu</w:t>
      </w:r>
      <w:r w:rsidR="00621E7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621E70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621E7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21E70">
        <w:rPr>
          <w:iCs/>
          <w:lang w:val="sr-Cyrl-BA"/>
        </w:rPr>
        <w:t xml:space="preserve"> 19,0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5C73A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5C73A1">
        <w:rPr>
          <w:iCs/>
          <w:lang w:val="sr-Cyrl-BA"/>
        </w:rPr>
        <w:t>.</w:t>
      </w:r>
    </w:p>
    <w:p w:rsidR="00610471" w:rsidRDefault="00717223" w:rsidP="00610471">
      <w:pPr>
        <w:pStyle w:val="ListParagraph"/>
        <w:spacing w:before="60" w:after="120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FD5D6E" w:rsidRPr="00FD5D6E">
        <w:rPr>
          <w:iCs/>
          <w:lang w:val="sr-Cyrl-BA"/>
        </w:rPr>
        <w:t xml:space="preserve"> (02) </w:t>
      </w:r>
      <w:r>
        <w:rPr>
          <w:iCs/>
          <w:lang w:val="sr-Cyrl-BA"/>
        </w:rPr>
        <w:t>planirana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FD5D6E" w:rsidRPr="00FD5D6E">
        <w:rPr>
          <w:iCs/>
          <w:lang w:val="sr-Cyrl-BA"/>
        </w:rPr>
        <w:t xml:space="preserve"> </w:t>
      </w:r>
      <w:r w:rsidR="00AB40BF">
        <w:rPr>
          <w:iCs/>
          <w:lang w:val="sr-Cyrl-BA"/>
        </w:rPr>
        <w:t>185.000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>.</w:t>
      </w:r>
    </w:p>
    <w:p w:rsidR="005C73A1" w:rsidRPr="00665589" w:rsidRDefault="005C73A1" w:rsidP="00610471">
      <w:pPr>
        <w:pStyle w:val="ListParagraph"/>
        <w:spacing w:before="60" w:after="120"/>
        <w:jc w:val="both"/>
        <w:rPr>
          <w:iCs/>
          <w:lang w:val="sr-Cyrl-BA"/>
        </w:rPr>
      </w:pPr>
    </w:p>
    <w:p w:rsidR="00B84D47" w:rsidRPr="00665589" w:rsidRDefault="00717223" w:rsidP="000E451F">
      <w:pPr>
        <w:pStyle w:val="ListParagraph"/>
        <w:numPr>
          <w:ilvl w:val="0"/>
          <w:numId w:val="3"/>
        </w:numPr>
        <w:spacing w:before="60" w:after="12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Izdaci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za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nefinansijsku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imovinu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654D9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20</w:t>
      </w:r>
      <w:r w:rsidR="007B2828">
        <w:rPr>
          <w:iCs/>
          <w:lang w:val="sr-Cyrl-BA"/>
        </w:rPr>
        <w:t>4</w:t>
      </w:r>
      <w:r w:rsidR="006019AA">
        <w:rPr>
          <w:iCs/>
          <w:lang w:val="sr-Cyrl-BA"/>
        </w:rPr>
        <w:t>,</w:t>
      </w:r>
      <w:r w:rsidR="00FF6FDE">
        <w:rPr>
          <w:iCs/>
          <w:lang w:val="sr-Cyrl-BA"/>
        </w:rPr>
        <w:t>5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umanjenje</w:t>
      </w:r>
      <w:r w:rsidR="001B16A1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1,</w:t>
      </w:r>
      <w:r w:rsidR="00FF6FDE">
        <w:rPr>
          <w:iCs/>
          <w:lang w:val="sr-Cyrl-BA"/>
        </w:rPr>
        <w:t>3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B84D47" w:rsidRPr="00665589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0,</w:t>
      </w:r>
      <w:r w:rsidR="00FF6FDE">
        <w:rPr>
          <w:iCs/>
          <w:lang w:val="sr-Cyrl-BA"/>
        </w:rPr>
        <w:t>6</w:t>
      </w:r>
      <w:r w:rsidR="00B84D47" w:rsidRPr="00665589">
        <w:rPr>
          <w:iCs/>
          <w:lang w:val="sr-Cyrl-BA"/>
        </w:rPr>
        <w:t xml:space="preserve"> 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08000D" w:rsidRDefault="00717223" w:rsidP="00610471">
      <w:pPr>
        <w:spacing w:before="60" w:after="12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4A2015" w:rsidRPr="004A2015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4A2015" w:rsidRPr="004A2015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4A2015" w:rsidRPr="004A2015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4A2015" w:rsidRPr="004A2015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4A2015" w:rsidRPr="004A201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A2015" w:rsidRPr="004A201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A2015" w:rsidRPr="004A201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A2015" w:rsidRPr="004A201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Ministarstva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unutrašnjih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poslova</w:t>
      </w:r>
      <w:r w:rsidR="0008000D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08000D">
        <w:rPr>
          <w:iCs/>
          <w:lang w:val="sr-Cyrl-BA"/>
        </w:rPr>
        <w:t xml:space="preserve"> </w:t>
      </w:r>
      <w:r w:rsidR="007B2828">
        <w:rPr>
          <w:iCs/>
          <w:lang w:val="sr-Cyrl-BA"/>
        </w:rPr>
        <w:t>33</w:t>
      </w:r>
      <w:r w:rsidR="0008000D">
        <w:rPr>
          <w:iCs/>
          <w:lang w:val="sr-Cyrl-BA"/>
        </w:rPr>
        <w:t>,</w:t>
      </w:r>
      <w:r w:rsidR="007B2828">
        <w:rPr>
          <w:iCs/>
          <w:lang w:val="sr-Cyrl-BA"/>
        </w:rPr>
        <w:t>4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08000D">
        <w:rPr>
          <w:iCs/>
          <w:lang w:val="sr-Cyrl-BA"/>
        </w:rPr>
        <w:t xml:space="preserve">, </w:t>
      </w:r>
      <w:r>
        <w:rPr>
          <w:iCs/>
          <w:lang w:val="sr-Cyrl-BA"/>
        </w:rPr>
        <w:t>Ministarstva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zdravlja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socijalne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zaštite</w:t>
      </w:r>
      <w:r w:rsidR="0008000D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08000D">
        <w:rPr>
          <w:iCs/>
          <w:lang w:val="sr-Cyrl-BA"/>
        </w:rPr>
        <w:t xml:space="preserve"> 64,</w:t>
      </w:r>
      <w:r w:rsidR="007B2828">
        <w:rPr>
          <w:iCs/>
          <w:lang w:val="sr-Cyrl-BA"/>
        </w:rPr>
        <w:t>6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08000D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Javnih</w:t>
      </w:r>
      <w:r w:rsidR="00B03CFE">
        <w:rPr>
          <w:iCs/>
          <w:lang w:val="sr-Cyrl-BA"/>
        </w:rPr>
        <w:t xml:space="preserve"> </w:t>
      </w:r>
      <w:r>
        <w:rPr>
          <w:iCs/>
          <w:lang w:val="sr-Cyrl-BA"/>
        </w:rPr>
        <w:t>investicija</w:t>
      </w:r>
      <w:r w:rsidR="0008000D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03CFE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66,7</w:t>
      </w:r>
      <w:r w:rsidR="00EE19B6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08000D">
        <w:rPr>
          <w:iCs/>
          <w:lang w:val="sr-Cyrl-BA"/>
        </w:rPr>
        <w:t>.</w:t>
      </w:r>
    </w:p>
    <w:p w:rsidR="00610471" w:rsidRDefault="00717223" w:rsidP="00610471">
      <w:pPr>
        <w:spacing w:before="60" w:after="12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FD5D6E" w:rsidRPr="00FD5D6E">
        <w:rPr>
          <w:iCs/>
          <w:lang w:val="sr-Cyrl-BA"/>
        </w:rPr>
        <w:t xml:space="preserve"> (02) </w:t>
      </w:r>
      <w:r>
        <w:rPr>
          <w:iCs/>
          <w:lang w:val="sr-Cyrl-BA"/>
        </w:rPr>
        <w:t>planirana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08000D">
        <w:rPr>
          <w:iCs/>
          <w:lang w:val="sr-Cyrl-BA"/>
        </w:rPr>
        <w:t xml:space="preserve"> </w:t>
      </w:r>
      <w:r w:rsidR="000143BB">
        <w:rPr>
          <w:iCs/>
          <w:lang w:val="sr-Cyrl-BA"/>
        </w:rPr>
        <w:t>28</w:t>
      </w:r>
      <w:r w:rsidR="0008000D">
        <w:rPr>
          <w:iCs/>
          <w:lang w:val="sr-Cyrl-BA"/>
        </w:rPr>
        <w:t>,</w:t>
      </w:r>
      <w:r w:rsidR="0055454F">
        <w:rPr>
          <w:iCs/>
          <w:lang w:val="sr-Cyrl-BA"/>
        </w:rPr>
        <w:t>3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od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toga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Republičke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uprave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civilne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zaštite</w:t>
      </w:r>
      <w:r w:rsidR="00FD5D6E" w:rsidRPr="00FD5D6E">
        <w:rPr>
          <w:iCs/>
          <w:lang w:val="sr-Cyrl-BA"/>
        </w:rPr>
        <w:t xml:space="preserve"> </w:t>
      </w:r>
      <w:r w:rsidR="000143BB">
        <w:rPr>
          <w:iCs/>
          <w:lang w:val="sr-Cyrl-BA"/>
        </w:rPr>
        <w:t>10</w:t>
      </w:r>
      <w:r w:rsidR="00FD5D6E" w:rsidRPr="00FD5D6E">
        <w:rPr>
          <w:iCs/>
          <w:lang w:val="sr-Cyrl-BA"/>
        </w:rPr>
        <w:t>,</w:t>
      </w:r>
      <w:r w:rsidR="000143BB">
        <w:rPr>
          <w:iCs/>
          <w:lang w:val="sr-Cyrl-BA"/>
        </w:rPr>
        <w:t>7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Ministarstva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unutrašnjih</w:t>
      </w:r>
      <w:r w:rsidR="0008000D">
        <w:rPr>
          <w:iCs/>
          <w:lang w:val="sr-Cyrl-BA"/>
        </w:rPr>
        <w:t xml:space="preserve"> </w:t>
      </w:r>
      <w:r>
        <w:rPr>
          <w:iCs/>
          <w:lang w:val="sr-Cyrl-BA"/>
        </w:rPr>
        <w:t>poslova</w:t>
      </w:r>
      <w:r w:rsidR="0008000D">
        <w:rPr>
          <w:iCs/>
          <w:lang w:val="sr-Cyrl-BA"/>
        </w:rPr>
        <w:t xml:space="preserve"> </w:t>
      </w:r>
      <w:r w:rsidR="000143BB">
        <w:rPr>
          <w:iCs/>
          <w:lang w:val="sr-Cyrl-BA"/>
        </w:rPr>
        <w:t>1</w:t>
      </w:r>
      <w:r w:rsidR="00FD5D6E" w:rsidRPr="00FD5D6E">
        <w:rPr>
          <w:iCs/>
          <w:lang w:val="sr-Cyrl-BA"/>
        </w:rPr>
        <w:t>,</w:t>
      </w:r>
      <w:r w:rsidR="000143BB">
        <w:rPr>
          <w:iCs/>
          <w:lang w:val="sr-Cyrl-BA"/>
        </w:rPr>
        <w:t>2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Osnovnih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škola</w:t>
      </w:r>
      <w:r w:rsidR="00FD5D6E" w:rsidRPr="00FD5D6E">
        <w:rPr>
          <w:iCs/>
          <w:lang w:val="sr-Cyrl-BA"/>
        </w:rPr>
        <w:t xml:space="preserve"> 0,</w:t>
      </w:r>
      <w:r w:rsidR="000143BB">
        <w:rPr>
          <w:iCs/>
          <w:lang w:val="sr-Cyrl-BA"/>
        </w:rPr>
        <w:t>5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Institucija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specijalnog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umjetničkog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obrazovanja</w:t>
      </w:r>
      <w:r w:rsidR="00FD5D6E" w:rsidRPr="00FD5D6E">
        <w:rPr>
          <w:iCs/>
          <w:lang w:val="sr-Cyrl-BA"/>
        </w:rPr>
        <w:t xml:space="preserve"> 0,</w:t>
      </w:r>
      <w:r w:rsidR="000143BB">
        <w:rPr>
          <w:iCs/>
          <w:lang w:val="sr-Cyrl-BA"/>
        </w:rPr>
        <w:t>4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FD5D6E" w:rsidRPr="00FD5D6E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Banja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Luka</w:t>
      </w:r>
      <w:r w:rsidR="00FD5D6E" w:rsidRPr="00FD5D6E">
        <w:rPr>
          <w:iCs/>
          <w:lang w:val="sr-Cyrl-BA"/>
        </w:rPr>
        <w:t xml:space="preserve"> 0,</w:t>
      </w:r>
      <w:r w:rsidR="000143BB">
        <w:rPr>
          <w:iCs/>
          <w:lang w:val="sr-Cyrl-BA"/>
        </w:rPr>
        <w:t>8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B115E6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B115E6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B115E6">
        <w:rPr>
          <w:iCs/>
          <w:lang w:val="sr-Cyrl-BA"/>
        </w:rPr>
        <w:t xml:space="preserve"> </w:t>
      </w:r>
      <w:r>
        <w:rPr>
          <w:iCs/>
          <w:lang w:val="sr-Cyrl-BA"/>
        </w:rPr>
        <w:t>Foča</w:t>
      </w:r>
      <w:r w:rsidR="00B115E6">
        <w:rPr>
          <w:iCs/>
          <w:lang w:val="sr-Cyrl-BA"/>
        </w:rPr>
        <w:t xml:space="preserve"> </w:t>
      </w:r>
      <w:r w:rsidR="000143BB">
        <w:rPr>
          <w:iCs/>
          <w:lang w:val="sr-Cyrl-BA"/>
        </w:rPr>
        <w:t>2</w:t>
      </w:r>
      <w:r w:rsidR="00B115E6">
        <w:rPr>
          <w:iCs/>
          <w:lang w:val="sr-Cyrl-BA"/>
        </w:rPr>
        <w:t>,</w:t>
      </w:r>
      <w:r w:rsidR="000143BB">
        <w:rPr>
          <w:iCs/>
          <w:lang w:val="sr-Cyrl-BA"/>
        </w:rPr>
        <w:t>0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FD5D6E" w:rsidRPr="00FD5D6E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Bijeljina</w:t>
      </w:r>
      <w:r w:rsidR="00FD5D6E" w:rsidRPr="00FD5D6E">
        <w:rPr>
          <w:iCs/>
          <w:lang w:val="sr-Cyrl-BA"/>
        </w:rPr>
        <w:t xml:space="preserve"> 0,</w:t>
      </w:r>
      <w:r w:rsidR="000143BB">
        <w:rPr>
          <w:iCs/>
          <w:lang w:val="sr-Cyrl-BA"/>
        </w:rPr>
        <w:t>5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FD5D6E" w:rsidRPr="00FD5D6E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7F70F4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7F70F4">
        <w:rPr>
          <w:iCs/>
          <w:lang w:val="sr-Cyrl-BA"/>
        </w:rPr>
        <w:t xml:space="preserve"> </w:t>
      </w:r>
      <w:r>
        <w:rPr>
          <w:iCs/>
          <w:lang w:val="sr-Cyrl-BA"/>
        </w:rPr>
        <w:t>Istočno</w:t>
      </w:r>
      <w:r w:rsidR="007F70F4">
        <w:rPr>
          <w:iCs/>
          <w:lang w:val="sr-Cyrl-BA"/>
        </w:rPr>
        <w:t xml:space="preserve"> </w:t>
      </w:r>
      <w:r>
        <w:rPr>
          <w:iCs/>
          <w:lang w:val="sr-Cyrl-BA"/>
        </w:rPr>
        <w:t>Sarajevo</w:t>
      </w:r>
      <w:r w:rsidR="007F70F4">
        <w:rPr>
          <w:iCs/>
          <w:lang w:val="sr-Cyrl-BA"/>
        </w:rPr>
        <w:t xml:space="preserve"> 1,</w:t>
      </w:r>
      <w:r w:rsidR="000143BB">
        <w:rPr>
          <w:iCs/>
          <w:lang w:val="sr-Cyrl-BA"/>
        </w:rPr>
        <w:t>4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Univerziteta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Banjoj</w:t>
      </w:r>
      <w:r w:rsidR="00375D13">
        <w:rPr>
          <w:iCs/>
          <w:lang w:val="sr-Cyrl-BA"/>
        </w:rPr>
        <w:t xml:space="preserve"> </w:t>
      </w:r>
      <w:r>
        <w:rPr>
          <w:iCs/>
          <w:lang w:val="sr-Cyrl-BA"/>
        </w:rPr>
        <w:t>Luci</w:t>
      </w:r>
      <w:r w:rsidR="00375D13">
        <w:rPr>
          <w:iCs/>
          <w:lang w:val="sr-Cyrl-BA"/>
        </w:rPr>
        <w:t xml:space="preserve"> 2,</w:t>
      </w:r>
      <w:r w:rsidR="000143BB">
        <w:rPr>
          <w:iCs/>
          <w:lang w:val="sr-Cyrl-BA"/>
        </w:rPr>
        <w:t>0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Univerziteta</w:t>
      </w:r>
      <w:r w:rsidR="00375D13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75D13">
        <w:rPr>
          <w:iCs/>
          <w:lang w:val="sr-Cyrl-BA"/>
        </w:rPr>
        <w:t xml:space="preserve"> </w:t>
      </w:r>
      <w:r>
        <w:rPr>
          <w:iCs/>
          <w:lang w:val="sr-Cyrl-BA"/>
        </w:rPr>
        <w:t>Istočnom</w:t>
      </w:r>
      <w:r w:rsidR="00375D13">
        <w:rPr>
          <w:iCs/>
          <w:lang w:val="sr-Cyrl-BA"/>
        </w:rPr>
        <w:t xml:space="preserve"> </w:t>
      </w:r>
      <w:r>
        <w:rPr>
          <w:iCs/>
          <w:lang w:val="sr-Cyrl-BA"/>
        </w:rPr>
        <w:t>Sarajevu</w:t>
      </w:r>
      <w:r w:rsidR="00375D13">
        <w:rPr>
          <w:iCs/>
          <w:lang w:val="sr-Cyrl-BA"/>
        </w:rPr>
        <w:t xml:space="preserve"> </w:t>
      </w:r>
      <w:r w:rsidR="000143BB">
        <w:rPr>
          <w:iCs/>
          <w:lang w:val="sr-Cyrl-BA"/>
        </w:rPr>
        <w:t>6</w:t>
      </w:r>
      <w:r w:rsidR="00375D13">
        <w:rPr>
          <w:iCs/>
          <w:lang w:val="sr-Cyrl-BA"/>
        </w:rPr>
        <w:t>,</w:t>
      </w:r>
      <w:r w:rsidR="009948A6">
        <w:rPr>
          <w:iCs/>
          <w:lang w:val="sr-Cyrl-BA"/>
        </w:rPr>
        <w:t>1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>.</w:t>
      </w:r>
    </w:p>
    <w:p w:rsidR="00FD5D6E" w:rsidRPr="00665589" w:rsidRDefault="00FD5D6E" w:rsidP="00610471">
      <w:pPr>
        <w:spacing w:before="60" w:after="120"/>
        <w:ind w:left="709"/>
        <w:jc w:val="both"/>
        <w:rPr>
          <w:iCs/>
          <w:lang w:val="sr-Cyrl-BA"/>
        </w:rPr>
      </w:pPr>
    </w:p>
    <w:p w:rsidR="00B84D47" w:rsidRDefault="00717223" w:rsidP="000E451F">
      <w:pPr>
        <w:pStyle w:val="ListParagraph"/>
        <w:numPr>
          <w:ilvl w:val="0"/>
          <w:numId w:val="3"/>
        </w:numPr>
        <w:spacing w:before="60" w:after="12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lastRenderedPageBreak/>
        <w:t>Izdaci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za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finansijsku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imovinu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6019AA">
        <w:rPr>
          <w:iCs/>
          <w:lang w:val="sr-Cyrl-BA"/>
        </w:rPr>
        <w:t>183,7</w:t>
      </w:r>
      <w:r w:rsidR="00B84D47" w:rsidRPr="00665589"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93655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93655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93655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936556" w:rsidRPr="00665589">
        <w:rPr>
          <w:iCs/>
          <w:lang w:val="sr-Cyrl-BA"/>
        </w:rPr>
        <w:t xml:space="preserve"> </w:t>
      </w:r>
      <w:r w:rsidR="00031611">
        <w:rPr>
          <w:iCs/>
          <w:lang w:val="sr-Cyrl-BA"/>
        </w:rPr>
        <w:t>123,2</w:t>
      </w:r>
      <w:r w:rsidR="006019AA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6019AA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019A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93655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93655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93655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93655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93655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936556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36556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936556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E011E" w:rsidRPr="00665589">
        <w:rPr>
          <w:iCs/>
          <w:lang w:val="sr-Cyrl-BA"/>
        </w:rPr>
        <w:t>.</w:t>
      </w:r>
    </w:p>
    <w:p w:rsidR="006019AA" w:rsidRPr="006019AA" w:rsidRDefault="00717223" w:rsidP="006019AA">
      <w:pPr>
        <w:pStyle w:val="ListParagraph"/>
        <w:spacing w:before="60" w:after="120"/>
        <w:jc w:val="both"/>
        <w:rPr>
          <w:iCs/>
          <w:lang w:val="sr-Cyrl-BA"/>
        </w:rPr>
      </w:pPr>
      <w:r>
        <w:rPr>
          <w:iCs/>
          <w:lang w:val="sr-Cyrl-BA"/>
        </w:rPr>
        <w:t>Planirano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vrste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rezultat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uvećanja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Ostale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budžetske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6019AA" w:rsidRPr="006019AA">
        <w:rPr>
          <w:iCs/>
          <w:lang w:val="sr-Cyrl-BA"/>
        </w:rPr>
        <w:t xml:space="preserve">, </w:t>
      </w:r>
      <w:r>
        <w:rPr>
          <w:iCs/>
          <w:lang w:val="sr-Cyrl-BA"/>
        </w:rPr>
        <w:t>a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isto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odnosi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izdatke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akcije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učešća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019AA" w:rsidRPr="006019AA">
        <w:rPr>
          <w:iCs/>
          <w:lang w:val="sr-Cyrl-BA"/>
        </w:rPr>
        <w:t xml:space="preserve"> </w:t>
      </w:r>
      <w:r>
        <w:rPr>
          <w:iCs/>
          <w:lang w:val="sr-Cyrl-BA"/>
        </w:rPr>
        <w:t>kapitalu</w:t>
      </w:r>
      <w:r w:rsidR="006019AA" w:rsidRPr="006019AA">
        <w:rPr>
          <w:iCs/>
          <w:lang w:val="sr-Cyrl-BA"/>
        </w:rPr>
        <w:t>.</w:t>
      </w:r>
    </w:p>
    <w:p w:rsidR="00665589" w:rsidRDefault="00717223" w:rsidP="00665589">
      <w:pPr>
        <w:pStyle w:val="ListParagraph"/>
        <w:spacing w:before="60" w:after="120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FD5D6E" w:rsidRPr="00FD5D6E">
        <w:rPr>
          <w:iCs/>
          <w:lang w:val="sr-Cyrl-BA"/>
        </w:rPr>
        <w:t xml:space="preserve"> (02) </w:t>
      </w:r>
      <w:r>
        <w:rPr>
          <w:iCs/>
          <w:lang w:val="sr-Cyrl-BA"/>
        </w:rPr>
        <w:t>nisu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FD5D6E" w:rsidRPr="00FD5D6E">
        <w:rPr>
          <w:iCs/>
          <w:lang w:val="sr-Cyrl-BA"/>
        </w:rPr>
        <w:t>.</w:t>
      </w:r>
    </w:p>
    <w:p w:rsidR="00FD5D6E" w:rsidRPr="00665589" w:rsidRDefault="00FD5D6E" w:rsidP="00665589">
      <w:pPr>
        <w:pStyle w:val="ListParagraph"/>
        <w:spacing w:before="60" w:after="120"/>
        <w:jc w:val="both"/>
        <w:rPr>
          <w:iCs/>
          <w:lang w:val="sr-Cyrl-BA"/>
        </w:rPr>
      </w:pPr>
    </w:p>
    <w:p w:rsidR="00B84D47" w:rsidRPr="00665589" w:rsidRDefault="00717223" w:rsidP="000E451F">
      <w:pPr>
        <w:pStyle w:val="ListParagraph"/>
        <w:numPr>
          <w:ilvl w:val="0"/>
          <w:numId w:val="3"/>
        </w:numPr>
        <w:spacing w:before="60" w:after="12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Izdaci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za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otplatu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dugova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DA42DD">
        <w:rPr>
          <w:iCs/>
          <w:lang w:val="sr-Cyrl-BA"/>
        </w:rPr>
        <w:t>854</w:t>
      </w:r>
      <w:r w:rsidR="00CD76C4">
        <w:rPr>
          <w:iCs/>
          <w:lang w:val="sr-Cyrl-BA"/>
        </w:rPr>
        <w:t>,3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umanjenje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660847">
        <w:rPr>
          <w:iCs/>
          <w:lang w:val="sr-Cyrl-BA"/>
        </w:rPr>
        <w:t>7</w:t>
      </w:r>
      <w:r w:rsidR="00CD76C4">
        <w:rPr>
          <w:iCs/>
          <w:lang w:val="sr-Cyrl-BA"/>
        </w:rPr>
        <w:t>,</w:t>
      </w:r>
      <w:r w:rsidR="00660847">
        <w:rPr>
          <w:iCs/>
          <w:lang w:val="sr-Cyrl-BA"/>
        </w:rPr>
        <w:t>0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B84D47" w:rsidRPr="00665589">
        <w:rPr>
          <w:iCs/>
          <w:lang w:val="sr-Cyrl-BA"/>
        </w:rPr>
        <w:t xml:space="preserve"> </w:t>
      </w:r>
      <w:r w:rsidR="00CD76C4">
        <w:rPr>
          <w:iCs/>
          <w:lang w:val="sr-Cyrl-BA"/>
        </w:rPr>
        <w:t>0,</w:t>
      </w:r>
      <w:r w:rsidR="00DA42DD">
        <w:rPr>
          <w:iCs/>
          <w:lang w:val="sr-Cyrl-BA"/>
        </w:rPr>
        <w:t>8</w:t>
      </w:r>
      <w:r w:rsidR="0023566E">
        <w:rPr>
          <w:iCs/>
          <w:lang w:val="sr-Cyrl-BA"/>
        </w:rPr>
        <w:t xml:space="preserve"> </w:t>
      </w:r>
      <w:r w:rsidR="00B84D47" w:rsidRPr="00665589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B06DA2" w:rsidRDefault="00717223" w:rsidP="00B84D47">
      <w:pPr>
        <w:spacing w:before="60" w:after="12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Projekcija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istih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planom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otplate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ino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unutrašnjeg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zaduženja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ažuriranog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plana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povlačenja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investicionim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kreditima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10471" w:rsidRPr="00610471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610471" w:rsidRPr="00610471">
        <w:rPr>
          <w:iCs/>
          <w:lang w:val="sr-Cyrl-BA"/>
        </w:rPr>
        <w:t xml:space="preserve">. </w:t>
      </w:r>
      <w:r>
        <w:rPr>
          <w:iCs/>
          <w:lang w:val="sr-Cyrl-BA"/>
        </w:rPr>
        <w:t>godini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planiranog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finansiranja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10471" w:rsidRPr="00610471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610471" w:rsidRPr="00610471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kalendara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emisija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dugoročnih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obveznica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očekivanog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kamatnih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stopa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deviznih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kurseva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narednom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periodu</w:t>
      </w:r>
      <w:r w:rsidR="00610471" w:rsidRPr="00610471">
        <w:rPr>
          <w:iCs/>
          <w:lang w:val="sr-Cyrl-BA"/>
        </w:rPr>
        <w:t>.</w:t>
      </w:r>
    </w:p>
    <w:p w:rsidR="00610471" w:rsidRDefault="00717223" w:rsidP="00B84D47">
      <w:pPr>
        <w:spacing w:before="60" w:after="12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FD5D6E" w:rsidRPr="00FD5D6E">
        <w:rPr>
          <w:iCs/>
          <w:lang w:val="sr-Cyrl-BA"/>
        </w:rPr>
        <w:t xml:space="preserve"> (02) </w:t>
      </w:r>
      <w:r>
        <w:rPr>
          <w:iCs/>
          <w:lang w:val="sr-Cyrl-BA"/>
        </w:rPr>
        <w:t>planirana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FD5D6E" w:rsidRPr="00FD5D6E">
        <w:rPr>
          <w:iCs/>
          <w:lang w:val="sr-Cyrl-BA"/>
        </w:rPr>
        <w:t xml:space="preserve"> </w:t>
      </w:r>
      <w:r w:rsidR="0023566E">
        <w:rPr>
          <w:iCs/>
          <w:lang w:val="sr-Cyrl-BA"/>
        </w:rPr>
        <w:t xml:space="preserve">0,01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>.</w:t>
      </w:r>
    </w:p>
    <w:p w:rsidR="00FD5D6E" w:rsidRPr="00665589" w:rsidRDefault="00FD5D6E" w:rsidP="00B84D47">
      <w:pPr>
        <w:spacing w:before="60" w:after="120"/>
        <w:ind w:left="709"/>
        <w:jc w:val="both"/>
        <w:rPr>
          <w:iCs/>
          <w:lang w:val="sr-Cyrl-BA"/>
        </w:rPr>
      </w:pPr>
    </w:p>
    <w:p w:rsidR="00B84D47" w:rsidRPr="00665589" w:rsidRDefault="00717223" w:rsidP="000E451F">
      <w:pPr>
        <w:pStyle w:val="ListParagraph"/>
        <w:numPr>
          <w:ilvl w:val="0"/>
          <w:numId w:val="5"/>
        </w:numPr>
        <w:spacing w:before="60" w:after="12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Ostali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izdaci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95A6A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61047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10471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84D47" w:rsidRPr="00665589">
        <w:rPr>
          <w:iCs/>
          <w:lang w:val="sr-Cyrl-BA"/>
        </w:rPr>
        <w:t xml:space="preserve"> </w:t>
      </w:r>
      <w:r w:rsidR="00B61B5C">
        <w:rPr>
          <w:iCs/>
          <w:lang w:val="sr-Cyrl-BA"/>
        </w:rPr>
        <w:t>84</w:t>
      </w:r>
      <w:r w:rsidR="00B03CFE">
        <w:rPr>
          <w:iCs/>
          <w:lang w:val="sr-Cyrl-RS"/>
        </w:rPr>
        <w:t>,</w:t>
      </w:r>
      <w:r w:rsidR="00B61B5C">
        <w:rPr>
          <w:iCs/>
          <w:lang w:val="sr-Cyrl-RS"/>
        </w:rPr>
        <w:t>5</w:t>
      </w:r>
      <w:r w:rsidR="00B84D47" w:rsidRPr="00665589">
        <w:rPr>
          <w:iCs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 w:rsidR="00B61B5C">
        <w:rPr>
          <w:iCs/>
          <w:lang w:val="sr-Cyrl-BA"/>
        </w:rPr>
        <w:t>22</w:t>
      </w:r>
      <w:r w:rsidR="00B03CFE">
        <w:rPr>
          <w:iCs/>
          <w:lang w:val="sr-Cyrl-BA"/>
        </w:rPr>
        <w:t>,</w:t>
      </w:r>
      <w:r w:rsidR="00B61B5C">
        <w:rPr>
          <w:iCs/>
          <w:lang w:val="sr-Cyrl-BA"/>
        </w:rPr>
        <w:t>6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00A24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B06DA2" w:rsidRPr="00665589">
        <w:rPr>
          <w:iCs/>
          <w:lang w:val="sr-Cyrl-BA"/>
        </w:rPr>
        <w:t xml:space="preserve"> </w:t>
      </w:r>
      <w:r w:rsidR="00B61B5C">
        <w:rPr>
          <w:iCs/>
          <w:lang w:val="sr-Cyrl-BA"/>
        </w:rPr>
        <w:t>36</w:t>
      </w:r>
      <w:r w:rsidR="00B03CFE">
        <w:rPr>
          <w:iCs/>
          <w:lang w:val="sr-Cyrl-BA"/>
        </w:rPr>
        <w:t>,</w:t>
      </w:r>
      <w:r w:rsidR="00B61B5C">
        <w:rPr>
          <w:iCs/>
          <w:lang w:val="sr-Cyrl-BA"/>
        </w:rPr>
        <w:t>5</w:t>
      </w:r>
      <w:r w:rsidR="0023566E">
        <w:rPr>
          <w:iCs/>
          <w:lang w:val="sr-Cyrl-BA"/>
        </w:rPr>
        <w:t xml:space="preserve"> </w:t>
      </w:r>
      <w:r w:rsidR="00B06DA2" w:rsidRPr="00665589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C22EAE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610471" w:rsidRPr="00610471" w:rsidRDefault="00717223" w:rsidP="00610471">
      <w:pPr>
        <w:spacing w:before="60" w:after="12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evidentiranje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dodatu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vrijednost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izdataka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neizmirenih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ranijih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godina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izdataka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povrata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dohodak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povrata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javnih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izdataka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odštetne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zahtjeve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penzija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transakcija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jedinicama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kojih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planiraju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naknade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plata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bolovanja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refundiraju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fondova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obaveznog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socijalnog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osiguranja</w:t>
      </w:r>
      <w:r w:rsidR="00610471" w:rsidRPr="00610471">
        <w:rPr>
          <w:iCs/>
          <w:lang w:val="sr-Cyrl-BA"/>
        </w:rPr>
        <w:t>.</w:t>
      </w:r>
    </w:p>
    <w:p w:rsidR="00C00A24" w:rsidRDefault="00717223" w:rsidP="00610471">
      <w:pPr>
        <w:spacing w:before="60" w:after="12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prikazani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ostali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transakcija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jedinicama</w:t>
      </w:r>
      <w:r w:rsidR="00CD76C4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CD76C4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D76C4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CD76C4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CD76C4">
        <w:rPr>
          <w:iCs/>
          <w:lang w:val="sr-Cyrl-BA"/>
        </w:rPr>
        <w:t xml:space="preserve"> </w:t>
      </w:r>
      <w:r w:rsidR="008353CB">
        <w:rPr>
          <w:iCs/>
          <w:lang w:val="sr-Cyrl-BA"/>
        </w:rPr>
        <w:t>30,8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odnose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bolovanja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preko</w:t>
      </w:r>
      <w:r w:rsidR="00610471" w:rsidRPr="00610471">
        <w:rPr>
          <w:iCs/>
          <w:lang w:val="sr-Cyrl-BA"/>
        </w:rPr>
        <w:t xml:space="preserve"> 30 </w:t>
      </w:r>
      <w:r>
        <w:rPr>
          <w:iCs/>
          <w:lang w:val="sr-Cyrl-BA"/>
        </w:rPr>
        <w:t>dana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porodiljsko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odsustvo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refundiraju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Fondova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obaveznog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socijalnog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osiguranja</w:t>
      </w:r>
      <w:r w:rsidR="00610471" w:rsidRPr="00610471">
        <w:rPr>
          <w:iCs/>
          <w:lang w:val="sr-Cyrl-BA"/>
        </w:rPr>
        <w:t xml:space="preserve">, </w:t>
      </w:r>
      <w:r>
        <w:rPr>
          <w:iCs/>
          <w:lang w:val="sr-Cyrl-BA"/>
        </w:rPr>
        <w:t>jer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isti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uključeni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lična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primanja</w:t>
      </w:r>
      <w:r w:rsidR="00610471" w:rsidRPr="00610471">
        <w:rPr>
          <w:iCs/>
          <w:lang w:val="sr-Cyrl-BA"/>
        </w:rPr>
        <w:t xml:space="preserve"> </w:t>
      </w:r>
      <w:r>
        <w:rPr>
          <w:iCs/>
          <w:lang w:val="sr-Cyrl-BA"/>
        </w:rPr>
        <w:t>zaposlenih</w:t>
      </w:r>
      <w:r w:rsidR="00610471" w:rsidRPr="00610471">
        <w:rPr>
          <w:iCs/>
          <w:lang w:val="sr-Cyrl-BA"/>
        </w:rPr>
        <w:t>.</w:t>
      </w:r>
    </w:p>
    <w:p w:rsidR="002D1FCD" w:rsidRDefault="00717223" w:rsidP="00610471">
      <w:pPr>
        <w:spacing w:before="60" w:after="120"/>
        <w:ind w:left="709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FD5D6E" w:rsidRPr="00FD5D6E">
        <w:rPr>
          <w:iCs/>
          <w:lang w:val="sr-Cyrl-BA"/>
        </w:rPr>
        <w:t xml:space="preserve"> (02) </w:t>
      </w:r>
      <w:r>
        <w:rPr>
          <w:iCs/>
          <w:lang w:val="sr-Cyrl-BA"/>
        </w:rPr>
        <w:t>su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CD76C4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CD76C4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D76C4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CD76C4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CD76C4">
        <w:rPr>
          <w:iCs/>
          <w:lang w:val="sr-Cyrl-BA"/>
        </w:rPr>
        <w:t xml:space="preserve"> </w:t>
      </w:r>
      <w:r w:rsidR="000116F1">
        <w:rPr>
          <w:iCs/>
          <w:lang w:val="sr-Cyrl-BA"/>
        </w:rPr>
        <w:t>107,</w:t>
      </w:r>
      <w:r w:rsidR="000F6B42">
        <w:rPr>
          <w:iCs/>
          <w:lang w:val="sr-Cyrl-BA"/>
        </w:rPr>
        <w:t>8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koja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prikupnjenih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depozita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koriste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osnovni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sudovi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okružni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sudovi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okružni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privredni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sudovi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propisima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FD5D6E" w:rsidRPr="00FD5D6E">
        <w:rPr>
          <w:iCs/>
          <w:lang w:val="sr-Cyrl-BA"/>
        </w:rPr>
        <w:t>.</w:t>
      </w:r>
    </w:p>
    <w:p w:rsidR="00FD5D6E" w:rsidRPr="00665589" w:rsidRDefault="00FD5D6E" w:rsidP="00610471">
      <w:pPr>
        <w:spacing w:before="60" w:after="120"/>
        <w:ind w:left="709"/>
        <w:jc w:val="both"/>
        <w:rPr>
          <w:iCs/>
          <w:lang w:val="sr-Cyrl-BA"/>
        </w:rPr>
      </w:pPr>
    </w:p>
    <w:p w:rsidR="00B84D47" w:rsidRPr="00665589" w:rsidRDefault="00717223" w:rsidP="000E451F">
      <w:pPr>
        <w:pStyle w:val="ListParagraph"/>
        <w:numPr>
          <w:ilvl w:val="0"/>
          <w:numId w:val="5"/>
        </w:numPr>
        <w:spacing w:before="60" w:after="120"/>
        <w:jc w:val="both"/>
        <w:rPr>
          <w:iCs/>
          <w:lang w:val="sr-Cyrl-BA"/>
        </w:rPr>
      </w:pPr>
      <w:r>
        <w:rPr>
          <w:b/>
          <w:i/>
          <w:iCs/>
          <w:u w:val="single"/>
          <w:lang w:val="sr-Cyrl-BA"/>
        </w:rPr>
        <w:t>Budžetska</w:t>
      </w:r>
      <w:r w:rsidR="00B84D47" w:rsidRPr="00665589">
        <w:rPr>
          <w:b/>
          <w:i/>
          <w:iCs/>
          <w:u w:val="single"/>
          <w:lang w:val="sr-Cyrl-BA"/>
        </w:rPr>
        <w:t xml:space="preserve"> </w:t>
      </w:r>
      <w:r>
        <w:rPr>
          <w:b/>
          <w:i/>
          <w:iCs/>
          <w:u w:val="single"/>
          <w:lang w:val="sr-Cyrl-BA"/>
        </w:rPr>
        <w:t>rezerva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koja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drugim</w:t>
      </w:r>
      <w:r w:rsidR="00356E0F" w:rsidRPr="00665589">
        <w:rPr>
          <w:iCs/>
          <w:lang w:val="sr-Cyrl-BA"/>
        </w:rPr>
        <w:t xml:space="preserve"> </w:t>
      </w:r>
      <w:r>
        <w:rPr>
          <w:iCs/>
          <w:lang w:val="sr-Cyrl-RS"/>
        </w:rPr>
        <w:t>r</w:t>
      </w:r>
      <w:r>
        <w:rPr>
          <w:iCs/>
          <w:lang w:val="sr-Cyrl-BA"/>
        </w:rPr>
        <w:t>ebalansom</w:t>
      </w:r>
      <w:r w:rsidR="00AB4673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B84D47" w:rsidRPr="00665589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iznosi</w:t>
      </w:r>
      <w:r w:rsidR="00B84D47" w:rsidRPr="00665589">
        <w:rPr>
          <w:iCs/>
          <w:lang w:val="sr-Cyrl-BA"/>
        </w:rPr>
        <w:t xml:space="preserve"> </w:t>
      </w:r>
      <w:r w:rsidR="002F3832">
        <w:rPr>
          <w:iCs/>
          <w:lang w:val="sr-Cyrl-BA"/>
        </w:rPr>
        <w:t>4</w:t>
      </w:r>
      <w:r w:rsidR="00B945A9">
        <w:rPr>
          <w:iCs/>
          <w:lang w:val="sr-Cyrl-BA"/>
        </w:rPr>
        <w:t>,</w:t>
      </w:r>
      <w:r w:rsidR="007548B4">
        <w:rPr>
          <w:iCs/>
          <w:lang w:val="sr-Cyrl-BA"/>
        </w:rPr>
        <w:t>3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što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članom</w:t>
      </w:r>
      <w:r w:rsidR="00B84D47" w:rsidRPr="00665589">
        <w:rPr>
          <w:iCs/>
          <w:lang w:val="sr-Cyrl-BA"/>
        </w:rPr>
        <w:t xml:space="preserve"> 44. </w:t>
      </w:r>
      <w:r>
        <w:rPr>
          <w:iCs/>
          <w:lang w:val="sr-Cyrl-BA"/>
        </w:rPr>
        <w:t>Zakona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sistemu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84D47" w:rsidRPr="00665589">
        <w:rPr>
          <w:iCs/>
          <w:lang w:val="sr-Cyrl-BA"/>
        </w:rPr>
        <w:t xml:space="preserve"> („</w:t>
      </w:r>
      <w:r>
        <w:rPr>
          <w:iCs/>
          <w:lang w:val="sr-Cyrl-BA"/>
        </w:rPr>
        <w:t>Službeni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glasnik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84D47" w:rsidRPr="00665589">
        <w:rPr>
          <w:iCs/>
          <w:lang w:val="sr-Cyrl-BA"/>
        </w:rPr>
        <w:t xml:space="preserve">“, </w:t>
      </w:r>
      <w:r>
        <w:rPr>
          <w:iCs/>
          <w:lang w:val="sr-Cyrl-BA"/>
        </w:rPr>
        <w:t>broj</w:t>
      </w:r>
      <w:r w:rsidR="00606DFE" w:rsidRPr="00665589">
        <w:rPr>
          <w:iCs/>
          <w:lang w:val="sr-Cyrl-BA"/>
        </w:rPr>
        <w:t>:</w:t>
      </w:r>
      <w:r w:rsidR="006019AA">
        <w:rPr>
          <w:iCs/>
          <w:lang w:val="sr-Cyrl-BA"/>
        </w:rPr>
        <w:t xml:space="preserve"> 121/12, 52/14, 103/15, </w:t>
      </w:r>
      <w:r w:rsidR="00B84D47" w:rsidRPr="00665589">
        <w:rPr>
          <w:iCs/>
          <w:lang w:val="sr-Cyrl-BA"/>
        </w:rPr>
        <w:t>15/16</w:t>
      </w:r>
      <w:r w:rsidR="006019A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6019AA">
        <w:rPr>
          <w:iCs/>
          <w:lang w:val="sr-Cyrl-BA"/>
        </w:rPr>
        <w:t xml:space="preserve"> 110/24</w:t>
      </w:r>
      <w:r w:rsidR="00B84D47" w:rsidRPr="00665589">
        <w:rPr>
          <w:iCs/>
          <w:lang w:val="sr-Cyrl-BA"/>
        </w:rPr>
        <w:t xml:space="preserve">), </w:t>
      </w:r>
      <w:r>
        <w:rPr>
          <w:iCs/>
          <w:lang w:val="sr-Cyrl-BA"/>
        </w:rPr>
        <w:t>kojim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definisano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budžetska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rezerva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B84D47" w:rsidRPr="00665589">
        <w:rPr>
          <w:iCs/>
          <w:lang w:val="sr-Cyrl-BA"/>
        </w:rPr>
        <w:t xml:space="preserve"> 2,5</w:t>
      </w:r>
      <w:r w:rsidR="0023566E">
        <w:rPr>
          <w:iCs/>
          <w:lang w:val="sr-Cyrl-BA"/>
        </w:rPr>
        <w:t xml:space="preserve"> </w:t>
      </w:r>
      <w:r w:rsidR="00B84D47" w:rsidRPr="00665589">
        <w:rPr>
          <w:iCs/>
          <w:lang w:val="sr-Cyrl-BA"/>
        </w:rPr>
        <w:t xml:space="preserve">% </w:t>
      </w:r>
      <w:r>
        <w:rPr>
          <w:iCs/>
          <w:lang w:val="sr-Cyrl-BA"/>
        </w:rPr>
        <w:t>od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ukupno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84D47" w:rsidRPr="00665589">
        <w:rPr>
          <w:iCs/>
          <w:lang w:val="sr-Cyrl-BA"/>
        </w:rPr>
        <w:t xml:space="preserve">, </w:t>
      </w:r>
      <w:r>
        <w:rPr>
          <w:iCs/>
          <w:lang w:val="sr-Cyrl-BA"/>
        </w:rPr>
        <w:t>umanjenih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planirane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grantove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tekuću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fiskalnu</w:t>
      </w:r>
      <w:r w:rsidR="00B84D47" w:rsidRPr="00665589">
        <w:rPr>
          <w:iCs/>
          <w:lang w:val="sr-Cyrl-BA"/>
        </w:rPr>
        <w:t xml:space="preserve"> </w:t>
      </w:r>
      <w:r>
        <w:rPr>
          <w:iCs/>
          <w:lang w:val="sr-Cyrl-BA"/>
        </w:rPr>
        <w:t>godinu</w:t>
      </w:r>
      <w:r w:rsidR="00B84D47" w:rsidRPr="00665589">
        <w:rPr>
          <w:iCs/>
          <w:lang w:val="sr-Cyrl-BA"/>
        </w:rPr>
        <w:t>.</w:t>
      </w:r>
    </w:p>
    <w:p w:rsidR="007C44FE" w:rsidRPr="00665589" w:rsidRDefault="007C44FE" w:rsidP="007C44FE">
      <w:pPr>
        <w:pStyle w:val="ListParagraph"/>
        <w:spacing w:before="60" w:after="120"/>
        <w:jc w:val="both"/>
        <w:rPr>
          <w:iCs/>
          <w:lang w:val="sr-Cyrl-BA"/>
        </w:rPr>
      </w:pPr>
    </w:p>
    <w:p w:rsidR="00B84D47" w:rsidRPr="00665589" w:rsidRDefault="00717223" w:rsidP="00B84D47">
      <w:pPr>
        <w:spacing w:before="60" w:after="120"/>
        <w:jc w:val="both"/>
        <w:rPr>
          <w:b/>
          <w:iCs/>
          <w:sz w:val="28"/>
          <w:szCs w:val="28"/>
          <w:lang w:val="sr-Cyrl-RS"/>
        </w:rPr>
      </w:pPr>
      <w:r>
        <w:rPr>
          <w:b/>
          <w:iCs/>
          <w:sz w:val="28"/>
          <w:szCs w:val="28"/>
          <w:lang w:val="sr-Cyrl-RS"/>
        </w:rPr>
        <w:t>DRUGI</w:t>
      </w:r>
      <w:r w:rsidR="00356E0F" w:rsidRPr="00711007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REBALANS</w:t>
      </w:r>
      <w:r w:rsidR="00B84D47" w:rsidRPr="00711007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BUDžETA</w:t>
      </w:r>
      <w:r w:rsidR="00B84D47" w:rsidRPr="00711007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REPUBLIKE</w:t>
      </w:r>
      <w:r w:rsidR="00B84D47" w:rsidRPr="00711007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SRPSKE</w:t>
      </w:r>
      <w:r w:rsidR="00B84D47" w:rsidRPr="00711007">
        <w:rPr>
          <w:b/>
          <w:iCs/>
          <w:sz w:val="28"/>
          <w:szCs w:val="28"/>
          <w:lang w:val="sr-Cyrl-RS"/>
        </w:rPr>
        <w:t xml:space="preserve"> </w:t>
      </w:r>
      <w:r>
        <w:rPr>
          <w:b/>
          <w:iCs/>
          <w:sz w:val="28"/>
          <w:szCs w:val="28"/>
          <w:lang w:val="sr-Cyrl-RS"/>
        </w:rPr>
        <w:t>ZA</w:t>
      </w:r>
      <w:r w:rsidR="00B84D47" w:rsidRPr="00711007">
        <w:rPr>
          <w:b/>
          <w:iCs/>
          <w:sz w:val="28"/>
          <w:szCs w:val="28"/>
          <w:lang w:val="sr-Cyrl-RS"/>
        </w:rPr>
        <w:t xml:space="preserve"> </w:t>
      </w:r>
      <w:r w:rsidR="009C53CE" w:rsidRPr="00711007">
        <w:rPr>
          <w:b/>
          <w:iCs/>
          <w:sz w:val="28"/>
          <w:szCs w:val="28"/>
          <w:lang w:val="sr-Cyrl-RS"/>
        </w:rPr>
        <w:t>2025</w:t>
      </w:r>
      <w:r w:rsidR="00B84D47" w:rsidRPr="00711007">
        <w:rPr>
          <w:b/>
          <w:iCs/>
          <w:sz w:val="28"/>
          <w:szCs w:val="28"/>
          <w:lang w:val="sr-Cyrl-RS"/>
        </w:rPr>
        <w:t xml:space="preserve">. </w:t>
      </w:r>
      <w:r>
        <w:rPr>
          <w:b/>
          <w:iCs/>
          <w:sz w:val="28"/>
          <w:szCs w:val="28"/>
          <w:lang w:val="sr-Cyrl-RS"/>
        </w:rPr>
        <w:t>GODINU</w:t>
      </w:r>
      <w:r w:rsidR="00B84D47" w:rsidRPr="00711007">
        <w:rPr>
          <w:b/>
          <w:iCs/>
          <w:sz w:val="28"/>
          <w:szCs w:val="28"/>
          <w:lang w:val="sr-Cyrl-RS"/>
        </w:rPr>
        <w:t xml:space="preserve"> - </w:t>
      </w:r>
      <w:r>
        <w:rPr>
          <w:b/>
          <w:iCs/>
          <w:sz w:val="28"/>
          <w:szCs w:val="28"/>
          <w:lang w:val="sr-Cyrl-RS"/>
        </w:rPr>
        <w:t>FINANSIRANjE</w:t>
      </w:r>
      <w:r w:rsidR="00B84D47" w:rsidRPr="00665589">
        <w:rPr>
          <w:b/>
          <w:iCs/>
          <w:sz w:val="28"/>
          <w:szCs w:val="28"/>
          <w:lang w:val="sr-Cyrl-RS"/>
        </w:rPr>
        <w:t xml:space="preserve"> </w:t>
      </w:r>
    </w:p>
    <w:p w:rsidR="00B07F02" w:rsidRPr="005F38D4" w:rsidRDefault="00B07F02" w:rsidP="00B84D47">
      <w:pPr>
        <w:spacing w:before="60" w:after="120"/>
        <w:jc w:val="both"/>
        <w:rPr>
          <w:iCs/>
          <w:lang w:val="sr-Cyrl-RS"/>
        </w:rPr>
      </w:pPr>
    </w:p>
    <w:p w:rsidR="00711007" w:rsidRPr="005F38D4" w:rsidRDefault="00FD5D6E" w:rsidP="001E37C4">
      <w:pPr>
        <w:spacing w:before="60" w:after="120"/>
        <w:jc w:val="both"/>
        <w:rPr>
          <w:rFonts w:eastAsia="Calibri"/>
          <w:bCs/>
          <w:lang w:val="sr-Cyrl-RS" w:eastAsia="sr-Latn-BA"/>
        </w:rPr>
      </w:pPr>
      <w:r w:rsidRPr="005F38D4">
        <w:rPr>
          <w:iCs/>
          <w:lang w:val="sr-Cyrl-BA"/>
        </w:rPr>
        <w:tab/>
      </w:r>
      <w:r w:rsidR="00717223">
        <w:rPr>
          <w:rFonts w:eastAsia="Calibri"/>
          <w:bCs/>
          <w:lang w:val="sr-Cyrl-RS" w:eastAsia="sr-Latn-BA"/>
        </w:rPr>
        <w:t>Finansiranje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planirano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Prijedlogom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drugog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rebalansa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Budžeta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Republike</w:t>
      </w:r>
      <w:r w:rsidR="005F38D4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Srpske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za</w:t>
      </w:r>
      <w:r w:rsidR="00711007" w:rsidRPr="005F38D4">
        <w:rPr>
          <w:rFonts w:eastAsia="Calibri"/>
          <w:bCs/>
          <w:lang w:val="sr-Cyrl-RS" w:eastAsia="sr-Latn-BA"/>
        </w:rPr>
        <w:t xml:space="preserve"> 2025. </w:t>
      </w:r>
      <w:r w:rsidR="00717223">
        <w:rPr>
          <w:rFonts w:eastAsia="Calibri"/>
          <w:bCs/>
          <w:lang w:val="sr-Cyrl-RS" w:eastAsia="sr-Latn-BA"/>
        </w:rPr>
        <w:t>godinu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sastoji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se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od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primitaka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od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zaduživanja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i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primitaka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od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finansijske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7223">
        <w:rPr>
          <w:rFonts w:eastAsia="Calibri"/>
          <w:bCs/>
          <w:lang w:val="sr-Cyrl-RS" w:eastAsia="sr-Latn-BA"/>
        </w:rPr>
        <w:t>imovine</w:t>
      </w:r>
      <w:r w:rsidR="00711007" w:rsidRPr="005F38D4">
        <w:rPr>
          <w:rFonts w:eastAsia="Calibri"/>
          <w:bCs/>
          <w:lang w:val="sr-Cyrl-RS" w:eastAsia="sr-Latn-BA"/>
        </w:rPr>
        <w:t>.</w:t>
      </w:r>
    </w:p>
    <w:p w:rsidR="00711007" w:rsidRPr="00711007" w:rsidRDefault="00717223" w:rsidP="00711007">
      <w:pPr>
        <w:spacing w:before="360" w:after="240"/>
        <w:jc w:val="both"/>
        <w:rPr>
          <w:rFonts w:eastAsia="Calibri"/>
          <w:b/>
          <w:bCs/>
          <w:i/>
          <w:u w:val="single"/>
          <w:lang w:val="sr-Cyrl-RS" w:eastAsia="sr-Latn-BA"/>
        </w:rPr>
      </w:pPr>
      <w:r>
        <w:rPr>
          <w:rFonts w:eastAsia="Calibri"/>
          <w:b/>
          <w:bCs/>
          <w:i/>
          <w:u w:val="single"/>
          <w:lang w:val="sr-Cyrl-RS" w:eastAsia="sr-Latn-BA"/>
        </w:rPr>
        <w:lastRenderedPageBreak/>
        <w:t>Primici</w:t>
      </w:r>
      <w:r w:rsidR="00711007" w:rsidRPr="0071100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od</w:t>
      </w:r>
      <w:r w:rsidR="00711007" w:rsidRPr="0071100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zaduživanja</w:t>
      </w:r>
    </w:p>
    <w:p w:rsidR="00711007" w:rsidRPr="005F38D4" w:rsidRDefault="00717223" w:rsidP="003E744A">
      <w:pPr>
        <w:spacing w:before="60" w:after="120"/>
        <w:ind w:firstLine="720"/>
        <w:jc w:val="both"/>
        <w:rPr>
          <w:rFonts w:eastAsia="Calibri"/>
          <w:bCs/>
          <w:lang w:val="sr-Cyrl-RS" w:eastAsia="sr-Latn-BA"/>
        </w:rPr>
      </w:pPr>
      <w:r>
        <w:rPr>
          <w:rFonts w:eastAsia="Calibri"/>
          <w:bCs/>
          <w:lang w:val="sr-Cyrl-RS" w:eastAsia="sr-Latn-BA"/>
        </w:rPr>
        <w:t>Primici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zaduživanja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planirani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Prijedlogom</w:t>
      </w:r>
      <w:r w:rsidR="003E744A" w:rsidRPr="003E744A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drugog</w:t>
      </w:r>
      <w:r w:rsidR="003E744A" w:rsidRPr="003E744A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rebalansa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711007" w:rsidRPr="005F38D4">
        <w:rPr>
          <w:rFonts w:eastAsia="Calibri"/>
          <w:bCs/>
          <w:lang w:val="sr-Cyrl-RS" w:eastAsia="sr-Latn-BA"/>
        </w:rPr>
        <w:t xml:space="preserve"> 2025. </w:t>
      </w:r>
      <w:r>
        <w:rPr>
          <w:rFonts w:eastAsia="Calibri"/>
          <w:bCs/>
          <w:lang w:val="sr-Cyrl-RS" w:eastAsia="sr-Latn-BA"/>
        </w:rPr>
        <w:t>godinu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iznose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 w:rsidR="00711007" w:rsidRPr="005F38D4">
        <w:rPr>
          <w:rFonts w:eastAsia="Calibri"/>
          <w:bCs/>
          <w:lang w:val="sr-Latn-RS" w:eastAsia="sr-Latn-BA"/>
        </w:rPr>
        <w:t>1.144</w:t>
      </w:r>
      <w:r w:rsidR="00711007" w:rsidRPr="005F38D4">
        <w:rPr>
          <w:rFonts w:eastAsia="Calibri"/>
          <w:bCs/>
          <w:lang w:val="sr-Cyrl-RS" w:eastAsia="sr-Latn-BA"/>
        </w:rPr>
        <w:t xml:space="preserve">,7 </w:t>
      </w:r>
      <w:r>
        <w:rPr>
          <w:rFonts w:eastAsia="Calibri"/>
          <w:bCs/>
          <w:lang w:val="sr-Cyrl-RS" w:eastAsia="sr-Latn-BA"/>
        </w:rPr>
        <w:t>miliona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KM</w:t>
      </w:r>
      <w:r w:rsidR="00711007" w:rsidRPr="005F38D4">
        <w:rPr>
          <w:rFonts w:eastAsia="Calibri"/>
          <w:bCs/>
          <w:lang w:val="sr-Cyrl-RS" w:eastAsia="sr-Latn-BA"/>
        </w:rPr>
        <w:t xml:space="preserve">, </w:t>
      </w:r>
      <w:r>
        <w:rPr>
          <w:rFonts w:eastAsia="Calibri"/>
          <w:bCs/>
          <w:lang w:val="sr-Cyrl-RS" w:eastAsia="sr-Latn-BA"/>
        </w:rPr>
        <w:t>što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predstavlja</w:t>
      </w:r>
      <w:r w:rsidR="003E744A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uvećanje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711007" w:rsidRPr="005F38D4">
        <w:rPr>
          <w:rFonts w:eastAsia="Calibri"/>
          <w:bCs/>
          <w:lang w:val="sr-Cyrl-RS" w:eastAsia="sr-Latn-BA"/>
        </w:rPr>
        <w:t xml:space="preserve"> 200,8 </w:t>
      </w:r>
      <w:r>
        <w:rPr>
          <w:rFonts w:eastAsia="Calibri"/>
          <w:bCs/>
          <w:lang w:val="sr-Cyrl-RS" w:eastAsia="sr-Latn-BA"/>
        </w:rPr>
        <w:t>miliona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KM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u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odnosu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na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primitke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zaduživanja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planirane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Rebalansom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711007" w:rsidRPr="005F38D4">
        <w:rPr>
          <w:rFonts w:eastAsia="Calibri"/>
          <w:bCs/>
          <w:lang w:val="sr-Cyrl-RS" w:eastAsia="sr-Latn-BA"/>
        </w:rPr>
        <w:t xml:space="preserve"> 2025. </w:t>
      </w:r>
      <w:r>
        <w:rPr>
          <w:rFonts w:eastAsia="Calibri"/>
          <w:bCs/>
          <w:lang w:val="sr-Cyrl-RS" w:eastAsia="sr-Latn-BA"/>
        </w:rPr>
        <w:t>godinu</w:t>
      </w:r>
      <w:r w:rsidR="00711007" w:rsidRPr="005F38D4">
        <w:rPr>
          <w:rFonts w:eastAsia="Calibri"/>
          <w:bCs/>
          <w:lang w:val="sr-Cyrl-RS" w:eastAsia="sr-Latn-BA"/>
        </w:rPr>
        <w:t xml:space="preserve">, </w:t>
      </w:r>
      <w:r>
        <w:rPr>
          <w:rFonts w:eastAsia="Calibri"/>
          <w:bCs/>
          <w:lang w:val="sr-Cyrl-RS" w:eastAsia="sr-Latn-BA"/>
        </w:rPr>
        <w:t>kada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su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isti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iznosili</w:t>
      </w:r>
      <w:r w:rsidR="00711007" w:rsidRPr="005F38D4">
        <w:rPr>
          <w:rFonts w:eastAsia="Calibri"/>
          <w:bCs/>
          <w:lang w:val="sr-Cyrl-RS" w:eastAsia="sr-Latn-BA"/>
        </w:rPr>
        <w:t xml:space="preserve"> 943,9 </w:t>
      </w:r>
      <w:r>
        <w:rPr>
          <w:rFonts w:eastAsia="Calibri"/>
          <w:bCs/>
          <w:lang w:val="sr-Cyrl-RS" w:eastAsia="sr-Latn-BA"/>
        </w:rPr>
        <w:t>miliona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KM</w:t>
      </w:r>
      <w:r w:rsidR="00711007" w:rsidRPr="005F38D4">
        <w:rPr>
          <w:rFonts w:eastAsia="Calibri"/>
          <w:bCs/>
          <w:lang w:val="sr-Cyrl-RS" w:eastAsia="sr-Latn-BA"/>
        </w:rPr>
        <w:t>.</w:t>
      </w:r>
    </w:p>
    <w:p w:rsidR="00711007" w:rsidRDefault="00717223" w:rsidP="003E744A">
      <w:pPr>
        <w:spacing w:before="60" w:after="120"/>
        <w:ind w:firstLine="720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RS" w:eastAsia="sr-Latn-BA"/>
        </w:rPr>
        <w:t>Primici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planirani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Prijedlogom</w:t>
      </w:r>
      <w:r w:rsidR="003E744A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drugog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rebalansa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Budžeta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711007" w:rsidRPr="00711007">
        <w:rPr>
          <w:rFonts w:eastAsia="Calibri"/>
          <w:lang w:val="sr-Cyrl-RS" w:eastAsia="sr-Latn-BA"/>
        </w:rPr>
        <w:t xml:space="preserve"> 2025. </w:t>
      </w:r>
      <w:r>
        <w:rPr>
          <w:rFonts w:eastAsia="Calibri"/>
          <w:lang w:val="sr-Cyrl-RS" w:eastAsia="sr-Latn-BA"/>
        </w:rPr>
        <w:t>godinu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razlikuju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se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711007" w:rsidRPr="0071100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odnosu</w:t>
      </w:r>
      <w:r w:rsidR="00711007" w:rsidRPr="0071100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711007" w:rsidRPr="0071100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Rebalans</w:t>
      </w:r>
      <w:r w:rsidR="00711007" w:rsidRPr="00711007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budžeta</w:t>
      </w:r>
      <w:r w:rsidR="00711007" w:rsidRPr="0071100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711007" w:rsidRPr="00711007">
        <w:rPr>
          <w:rFonts w:eastAsia="Calibri"/>
          <w:lang w:val="sr-Cyrl-BA" w:eastAsia="sr-Latn-BA"/>
        </w:rPr>
        <w:t xml:space="preserve"> 2025. </w:t>
      </w:r>
      <w:r>
        <w:rPr>
          <w:rFonts w:eastAsia="Calibri"/>
          <w:lang w:val="sr-Cyrl-BA" w:eastAsia="sr-Latn-BA"/>
        </w:rPr>
        <w:t>godinu</w:t>
      </w:r>
      <w:r w:rsidR="00711007" w:rsidRPr="0071100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u</w:t>
      </w:r>
      <w:r w:rsidR="00711007" w:rsidRPr="0071100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sljedećem</w:t>
      </w:r>
      <w:r w:rsidR="00711007" w:rsidRPr="00711007">
        <w:rPr>
          <w:rFonts w:eastAsia="Calibri"/>
          <w:lang w:val="sr-Cyrl-BA" w:eastAsia="sr-Latn-BA"/>
        </w:rPr>
        <w:t>:</w:t>
      </w:r>
    </w:p>
    <w:p w:rsidR="00711007" w:rsidRDefault="00717223" w:rsidP="003E744A">
      <w:pPr>
        <w:pStyle w:val="ListParagraph"/>
        <w:numPr>
          <w:ilvl w:val="0"/>
          <w:numId w:val="9"/>
        </w:numPr>
        <w:spacing w:before="60" w:after="120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primici</w:t>
      </w:r>
      <w:r w:rsid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kratkoročnog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zaduživanja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putem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izdavanja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trezorskih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zapisa</w:t>
      </w:r>
      <w:r w:rsidR="00711007" w:rsidRPr="003E744A">
        <w:rPr>
          <w:rFonts w:eastAsia="Calibri"/>
          <w:lang w:val="sr-Latn-RS" w:eastAsia="sr-Latn-BA"/>
        </w:rPr>
        <w:t xml:space="preserve"> </w:t>
      </w:r>
      <w:r>
        <w:rPr>
          <w:rFonts w:eastAsia="Calibri"/>
          <w:lang w:val="sr-Cyrl-RS" w:eastAsia="sr-Latn-BA"/>
        </w:rPr>
        <w:t>viši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su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711007" w:rsidRPr="003E744A">
        <w:rPr>
          <w:rFonts w:eastAsia="Calibri"/>
          <w:lang w:val="sr-Cyrl-RS" w:eastAsia="sr-Latn-BA"/>
        </w:rPr>
        <w:t xml:space="preserve"> </w:t>
      </w:r>
      <w:r w:rsidR="000A5DA8">
        <w:rPr>
          <w:rFonts w:eastAsia="Calibri"/>
          <w:lang w:val="sr-Cyrl-RS" w:eastAsia="sr-Latn-BA"/>
        </w:rPr>
        <w:t>37,8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RS" w:eastAsia="sr-Latn-BA"/>
        </w:rPr>
        <w:t>a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711007" w:rsidRPr="003E744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iznose</w:t>
      </w:r>
      <w:r w:rsidR="00711007" w:rsidRPr="003E744A">
        <w:rPr>
          <w:rFonts w:eastAsia="Calibri"/>
          <w:lang w:val="sr-Latn-RS" w:eastAsia="sr-Latn-BA"/>
        </w:rPr>
        <w:t xml:space="preserve"> </w:t>
      </w:r>
      <w:r w:rsidR="000A5DA8">
        <w:rPr>
          <w:rFonts w:eastAsia="Calibri"/>
          <w:lang w:val="sr-Cyrl-BA" w:eastAsia="sr-Latn-BA"/>
        </w:rPr>
        <w:t>119,7</w:t>
      </w:r>
      <w:r w:rsidR="00711007" w:rsidRPr="003E744A">
        <w:rPr>
          <w:rFonts w:eastAsia="Calibri"/>
          <w:lang w:val="sr-Latn-RS" w:eastAsia="sr-Latn-BA"/>
        </w:rPr>
        <w:t xml:space="preserve"> </w:t>
      </w:r>
      <w:r>
        <w:rPr>
          <w:rFonts w:eastAsia="Calibri"/>
          <w:lang w:val="sr-Cyrl-RS" w:eastAsia="sr-Latn-BA"/>
        </w:rPr>
        <w:t>miliona</w:t>
      </w:r>
      <w:r w:rsidR="00711007" w:rsidRPr="003E744A">
        <w:rPr>
          <w:rFonts w:eastAsia="Calibri"/>
          <w:lang w:val="sr-Cyrl-RS" w:eastAsia="sr-Latn-BA"/>
        </w:rPr>
        <w:t xml:space="preserve"> </w:t>
      </w:r>
      <w:r w:rsidR="00711007" w:rsidRPr="003E744A">
        <w:rPr>
          <w:rFonts w:eastAsia="Calibri"/>
          <w:lang w:val="sr-Latn-RS" w:eastAsia="sr-Latn-BA"/>
        </w:rPr>
        <w:t>KM</w:t>
      </w:r>
      <w:r w:rsidR="005F38D4" w:rsidRPr="003E744A">
        <w:rPr>
          <w:rFonts w:eastAsia="Calibri"/>
          <w:lang w:val="sr-Cyrl-RS" w:eastAsia="sr-Latn-BA"/>
        </w:rPr>
        <w:t>,</w:t>
      </w:r>
    </w:p>
    <w:p w:rsidR="00711007" w:rsidRDefault="00717223" w:rsidP="003E744A">
      <w:pPr>
        <w:pStyle w:val="ListParagraph"/>
        <w:numPr>
          <w:ilvl w:val="0"/>
          <w:numId w:val="9"/>
        </w:numPr>
        <w:spacing w:before="60" w:after="120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primici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dugoročnog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putem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izdavanja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obveznica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zemlji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viši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su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711007" w:rsidRPr="003E744A">
        <w:rPr>
          <w:rFonts w:eastAsia="Calibri"/>
          <w:lang w:val="sr-Cyrl-RS" w:eastAsia="sr-Latn-BA"/>
        </w:rPr>
        <w:t xml:space="preserve"> </w:t>
      </w:r>
      <w:r w:rsidR="006A7C03">
        <w:rPr>
          <w:rFonts w:eastAsia="Calibri"/>
          <w:lang w:val="sr-Cyrl-RS" w:eastAsia="sr-Latn-BA"/>
        </w:rPr>
        <w:t>235</w:t>
      </w:r>
      <w:r w:rsidR="00711007" w:rsidRPr="003E744A">
        <w:rPr>
          <w:rFonts w:eastAsia="Calibri"/>
          <w:lang w:val="sr-Cyrl-RS" w:eastAsia="sr-Latn-BA"/>
        </w:rPr>
        <w:t xml:space="preserve">,7 </w:t>
      </w:r>
      <w:r>
        <w:rPr>
          <w:rFonts w:eastAsia="Calibri"/>
          <w:lang w:val="sr-Cyrl-RS" w:eastAsia="sr-Latn-BA"/>
        </w:rPr>
        <w:t>miliona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iznose</w:t>
      </w:r>
      <w:r w:rsidR="005F38D4" w:rsidRPr="003E744A">
        <w:rPr>
          <w:rFonts w:eastAsia="Calibri"/>
          <w:lang w:val="sr-Cyrl-RS" w:eastAsia="sr-Latn-BA"/>
        </w:rPr>
        <w:t xml:space="preserve"> </w:t>
      </w:r>
      <w:r w:rsidR="006A7C03">
        <w:rPr>
          <w:rFonts w:eastAsia="Calibri"/>
          <w:lang w:val="sr-Cyrl-RS" w:eastAsia="sr-Latn-BA"/>
        </w:rPr>
        <w:t>545</w:t>
      </w:r>
      <w:r w:rsidR="005F38D4" w:rsidRPr="003E744A">
        <w:rPr>
          <w:rFonts w:eastAsia="Calibri"/>
          <w:lang w:val="sr-Cyrl-RS" w:eastAsia="sr-Latn-BA"/>
        </w:rPr>
        <w:t xml:space="preserve">,7 </w:t>
      </w:r>
      <w:r>
        <w:rPr>
          <w:rFonts w:eastAsia="Calibri"/>
          <w:lang w:val="sr-Cyrl-RS" w:eastAsia="sr-Latn-BA"/>
        </w:rPr>
        <w:t>miliona</w:t>
      </w:r>
      <w:r w:rsidR="005F38D4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5F38D4" w:rsidRPr="003E744A">
        <w:rPr>
          <w:rFonts w:eastAsia="Calibri"/>
          <w:lang w:val="sr-Cyrl-RS" w:eastAsia="sr-Latn-BA"/>
        </w:rPr>
        <w:t>,</w:t>
      </w:r>
    </w:p>
    <w:p w:rsidR="00711007" w:rsidRDefault="00717223" w:rsidP="003E744A">
      <w:pPr>
        <w:pStyle w:val="ListParagraph"/>
        <w:numPr>
          <w:ilvl w:val="0"/>
          <w:numId w:val="9"/>
        </w:numPr>
        <w:spacing w:before="60" w:after="120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primici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dugoročnog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putem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zajmova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uzetih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inostranstva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niži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su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711007" w:rsidRPr="003E744A">
        <w:rPr>
          <w:rFonts w:eastAsia="Calibri"/>
          <w:lang w:val="sr-Cyrl-RS" w:eastAsia="sr-Latn-BA"/>
        </w:rPr>
        <w:t xml:space="preserve"> </w:t>
      </w:r>
      <w:r w:rsidR="000A5DA8">
        <w:rPr>
          <w:rFonts w:eastAsia="Calibri"/>
          <w:lang w:val="sr-Cyrl-RS" w:eastAsia="sr-Latn-BA"/>
        </w:rPr>
        <w:t>72,8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miliona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iznose</w:t>
      </w:r>
      <w:r w:rsidR="00711007" w:rsidRPr="003E744A">
        <w:rPr>
          <w:rFonts w:eastAsia="Calibri"/>
          <w:lang w:val="sr-Latn-RS" w:eastAsia="sr-Latn-BA"/>
        </w:rPr>
        <w:t xml:space="preserve"> </w:t>
      </w:r>
      <w:r w:rsidR="000A5DA8">
        <w:rPr>
          <w:rFonts w:eastAsia="Calibri"/>
          <w:lang w:val="sr-Cyrl-BA" w:eastAsia="sr-Latn-BA"/>
        </w:rPr>
        <w:t>479,2</w:t>
      </w:r>
      <w:r w:rsidR="00711007" w:rsidRPr="003E744A">
        <w:rPr>
          <w:rFonts w:eastAsia="Calibri"/>
          <w:lang w:val="sr-Latn-RS" w:eastAsia="sr-Latn-BA"/>
        </w:rPr>
        <w:t xml:space="preserve"> </w:t>
      </w:r>
      <w:r>
        <w:rPr>
          <w:rFonts w:eastAsia="Calibri"/>
          <w:lang w:val="sr-Cyrl-RS" w:eastAsia="sr-Latn-BA"/>
        </w:rPr>
        <w:t>miliona</w:t>
      </w:r>
      <w:r w:rsidR="00711007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711007" w:rsidRPr="003E744A">
        <w:rPr>
          <w:rFonts w:eastAsia="Calibri"/>
          <w:lang w:val="sr-Cyrl-RS" w:eastAsia="sr-Latn-BA"/>
        </w:rPr>
        <w:t>.</w:t>
      </w:r>
    </w:p>
    <w:p w:rsidR="00881864" w:rsidRDefault="00881864" w:rsidP="00881864">
      <w:pPr>
        <w:spacing w:before="60" w:after="120"/>
        <w:jc w:val="both"/>
        <w:rPr>
          <w:rFonts w:eastAsia="Calibri"/>
          <w:lang w:val="sr-Cyrl-RS" w:eastAsia="sr-Latn-BA"/>
        </w:rPr>
      </w:pPr>
    </w:p>
    <w:p w:rsidR="00711007" w:rsidRPr="00711007" w:rsidRDefault="00717223" w:rsidP="00711007">
      <w:pPr>
        <w:spacing w:before="360" w:after="240"/>
        <w:jc w:val="both"/>
        <w:rPr>
          <w:rFonts w:eastAsia="Calibri"/>
          <w:b/>
          <w:bCs/>
          <w:i/>
          <w:u w:val="single"/>
          <w:lang w:val="sr-Cyrl-RS" w:eastAsia="sr-Latn-BA"/>
        </w:rPr>
      </w:pPr>
      <w:r>
        <w:rPr>
          <w:rFonts w:eastAsia="Calibri"/>
          <w:b/>
          <w:bCs/>
          <w:i/>
          <w:u w:val="single"/>
          <w:lang w:val="sr-Cyrl-RS" w:eastAsia="sr-Latn-BA"/>
        </w:rPr>
        <w:t>Primici</w:t>
      </w:r>
      <w:r w:rsidR="00711007" w:rsidRPr="0071100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od</w:t>
      </w:r>
      <w:r w:rsidR="00711007" w:rsidRPr="0071100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finansijske</w:t>
      </w:r>
      <w:r w:rsidR="00711007" w:rsidRPr="0071100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imovine</w:t>
      </w:r>
      <w:r w:rsidR="00711007" w:rsidRPr="0071100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</w:p>
    <w:p w:rsidR="00711007" w:rsidRDefault="00717223" w:rsidP="00711007">
      <w:pPr>
        <w:spacing w:after="120"/>
        <w:ind w:firstLine="720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RS" w:eastAsia="sr-Latn-BA"/>
        </w:rPr>
        <w:t>Primici</w:t>
      </w:r>
      <w:r w:rsidR="00711007" w:rsidRPr="005F38D4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finansijske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imovine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planirani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Prijedlogom</w:t>
      </w:r>
      <w:r w:rsidR="003E744A" w:rsidRPr="003E744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drugog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rebalansa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Budžeta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711007" w:rsidRPr="005F38D4">
        <w:rPr>
          <w:rFonts w:eastAsia="Calibri"/>
          <w:bCs/>
          <w:lang w:val="sr-Cyrl-RS" w:eastAsia="sr-Latn-BA"/>
        </w:rPr>
        <w:t xml:space="preserve"> 2025. </w:t>
      </w:r>
      <w:r>
        <w:rPr>
          <w:rFonts w:eastAsia="Calibri"/>
          <w:bCs/>
          <w:lang w:val="sr-Cyrl-RS" w:eastAsia="sr-Latn-BA"/>
        </w:rPr>
        <w:t>godinu</w:t>
      </w:r>
      <w:r w:rsidR="00711007" w:rsidRPr="005F38D4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iznose</w:t>
      </w:r>
      <w:r w:rsidR="00711007" w:rsidRPr="005F38D4">
        <w:rPr>
          <w:rFonts w:eastAsia="Calibri"/>
          <w:lang w:val="sr-Cyrl-RS" w:eastAsia="sr-Latn-BA"/>
        </w:rPr>
        <w:t xml:space="preserve"> 79,0 </w:t>
      </w:r>
      <w:r>
        <w:rPr>
          <w:rFonts w:eastAsia="Calibri"/>
          <w:lang w:val="sr-Cyrl-RS" w:eastAsia="sr-Latn-BA"/>
        </w:rPr>
        <w:t>miliona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711007" w:rsidRPr="005F38D4">
        <w:rPr>
          <w:rFonts w:eastAsia="Calibri"/>
          <w:lang w:val="sr-Cyrl-RS" w:eastAsia="sr-Latn-BA"/>
        </w:rPr>
        <w:t xml:space="preserve">, </w:t>
      </w:r>
      <w:r>
        <w:rPr>
          <w:rFonts w:eastAsia="Calibri"/>
          <w:lang w:val="sr-Cyrl-RS" w:eastAsia="sr-Latn-BA"/>
        </w:rPr>
        <w:t>što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je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711007" w:rsidRPr="005F38D4">
        <w:rPr>
          <w:rFonts w:eastAsia="Calibri"/>
          <w:lang w:val="sr-Cyrl-RS" w:eastAsia="sr-Latn-BA"/>
        </w:rPr>
        <w:t xml:space="preserve"> 13,2 </w:t>
      </w:r>
      <w:r>
        <w:rPr>
          <w:rFonts w:eastAsia="Calibri"/>
          <w:lang w:val="sr-Cyrl-RS" w:eastAsia="sr-Latn-BA"/>
        </w:rPr>
        <w:t>miliona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KM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niže</w:t>
      </w:r>
      <w:r w:rsidR="00711007" w:rsidRPr="005F38D4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odnosu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Rebalans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budžeta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711007" w:rsidRPr="005F38D4">
        <w:rPr>
          <w:rFonts w:eastAsia="Calibri"/>
          <w:lang w:val="sr-Cyrl-BA" w:eastAsia="sr-Latn-BA"/>
        </w:rPr>
        <w:t xml:space="preserve"> 2025. </w:t>
      </w:r>
      <w:r>
        <w:rPr>
          <w:rFonts w:eastAsia="Calibri"/>
          <w:lang w:val="sr-Cyrl-BA" w:eastAsia="sr-Latn-BA"/>
        </w:rPr>
        <w:t>godinu</w:t>
      </w:r>
      <w:r w:rsidR="00711007" w:rsidRPr="005F38D4">
        <w:rPr>
          <w:rFonts w:eastAsia="Calibri"/>
          <w:lang w:val="sr-Cyrl-BA" w:eastAsia="sr-Latn-BA"/>
        </w:rPr>
        <w:t xml:space="preserve">, </w:t>
      </w:r>
      <w:r>
        <w:rPr>
          <w:rFonts w:eastAsia="Calibri"/>
          <w:lang w:val="sr-Cyrl-BA" w:eastAsia="sr-Latn-BA"/>
        </w:rPr>
        <w:t>kada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ovi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primici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iznosili</w:t>
      </w:r>
      <w:r w:rsidR="00711007" w:rsidRPr="005F38D4">
        <w:rPr>
          <w:rFonts w:eastAsia="Calibri"/>
          <w:lang w:val="sr-Cyrl-BA" w:eastAsia="sr-Latn-BA"/>
        </w:rPr>
        <w:t xml:space="preserve"> 92,2 </w:t>
      </w:r>
      <w:r>
        <w:rPr>
          <w:rFonts w:eastAsia="Calibri"/>
          <w:lang w:val="sr-Cyrl-BA" w:eastAsia="sr-Latn-BA"/>
        </w:rPr>
        <w:t>miliona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711007" w:rsidRPr="005F38D4">
        <w:rPr>
          <w:rFonts w:eastAsia="Calibri"/>
          <w:lang w:val="sr-Cyrl-BA" w:eastAsia="sr-Latn-BA"/>
        </w:rPr>
        <w:t xml:space="preserve">, </w:t>
      </w:r>
      <w:r>
        <w:rPr>
          <w:rFonts w:eastAsia="Calibri"/>
          <w:lang w:val="sr-Cyrl-BA" w:eastAsia="sr-Latn-BA"/>
        </w:rPr>
        <w:t>i</w:t>
      </w:r>
      <w:r w:rsidR="00711007" w:rsidRP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to</w:t>
      </w:r>
      <w:r w:rsidR="00711007" w:rsidRPr="005F38D4">
        <w:rPr>
          <w:rFonts w:eastAsia="Calibri"/>
          <w:lang w:val="sr-Cyrl-BA" w:eastAsia="sr-Latn-BA"/>
        </w:rPr>
        <w:t>:</w:t>
      </w:r>
    </w:p>
    <w:p w:rsidR="00711007" w:rsidRPr="003E744A" w:rsidRDefault="00717223" w:rsidP="003E744A">
      <w:pPr>
        <w:pStyle w:val="ListParagraph"/>
        <w:numPr>
          <w:ilvl w:val="0"/>
          <w:numId w:val="9"/>
        </w:numPr>
        <w:spacing w:after="120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BA" w:eastAsia="sr-Latn-BA"/>
        </w:rPr>
        <w:t>p</w:t>
      </w:r>
      <w:r>
        <w:rPr>
          <w:rFonts w:eastAsia="Calibri"/>
          <w:lang w:eastAsia="sr-Latn-BA"/>
        </w:rPr>
        <w:t>rimici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finansijske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imovine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niži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su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711007" w:rsidRPr="003E744A">
        <w:rPr>
          <w:rFonts w:eastAsia="Calibri"/>
          <w:lang w:eastAsia="sr-Latn-BA"/>
        </w:rPr>
        <w:t xml:space="preserve"> </w:t>
      </w:r>
      <w:r w:rsidR="00711007" w:rsidRPr="003E744A">
        <w:rPr>
          <w:rFonts w:eastAsia="Calibri"/>
          <w:lang w:val="sr-Cyrl-RS" w:eastAsia="sr-Latn-BA"/>
        </w:rPr>
        <w:t>13</w:t>
      </w:r>
      <w:r w:rsidR="00711007" w:rsidRPr="003E744A">
        <w:rPr>
          <w:rFonts w:eastAsia="Calibri"/>
          <w:lang w:eastAsia="sr-Latn-BA"/>
        </w:rPr>
        <w:t>,</w:t>
      </w:r>
      <w:r w:rsidR="00711007" w:rsidRPr="003E744A">
        <w:rPr>
          <w:rFonts w:eastAsia="Calibri"/>
          <w:lang w:val="sr-Cyrl-RS" w:eastAsia="sr-Latn-BA"/>
        </w:rPr>
        <w:t>1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711007" w:rsidRPr="003E744A">
        <w:rPr>
          <w:rFonts w:eastAsia="Calibri"/>
          <w:lang w:eastAsia="sr-Latn-BA"/>
        </w:rPr>
        <w:t xml:space="preserve"> 74,</w:t>
      </w:r>
      <w:r w:rsidR="00711007" w:rsidRPr="003E744A">
        <w:rPr>
          <w:rFonts w:eastAsia="Calibri"/>
          <w:lang w:val="sr-Cyrl-RS" w:eastAsia="sr-Latn-BA"/>
        </w:rPr>
        <w:t>6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miliona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5F38D4" w:rsidRPr="003E744A">
        <w:rPr>
          <w:rFonts w:eastAsia="Calibri"/>
          <w:lang w:val="sr-Cyrl-BA" w:eastAsia="sr-Latn-BA"/>
        </w:rPr>
        <w:t>,</w:t>
      </w:r>
      <w:r w:rsidR="00711007" w:rsidRPr="003E744A">
        <w:rPr>
          <w:rFonts w:eastAsia="Calibri"/>
          <w:lang w:eastAsia="sr-Latn-BA"/>
        </w:rPr>
        <w:t xml:space="preserve">  </w:t>
      </w:r>
    </w:p>
    <w:p w:rsidR="003E744A" w:rsidRPr="003E744A" w:rsidRDefault="00717223" w:rsidP="003E744A">
      <w:pPr>
        <w:pStyle w:val="ListParagraph"/>
        <w:numPr>
          <w:ilvl w:val="0"/>
          <w:numId w:val="9"/>
        </w:numPr>
        <w:spacing w:after="120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</w:t>
      </w:r>
      <w:r>
        <w:rPr>
          <w:rFonts w:eastAsia="Calibri"/>
          <w:lang w:eastAsia="sr-Latn-BA"/>
        </w:rPr>
        <w:t>rimici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finansijske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imovine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transakcija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sa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drugim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jedinicama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vlasti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niži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su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711007" w:rsidRPr="003E744A">
        <w:rPr>
          <w:rFonts w:eastAsia="Calibri"/>
          <w:lang w:eastAsia="sr-Latn-BA"/>
        </w:rPr>
        <w:t xml:space="preserve"> 0,</w:t>
      </w:r>
      <w:r w:rsidR="00711007" w:rsidRPr="003E744A">
        <w:rPr>
          <w:rFonts w:eastAsia="Calibri"/>
          <w:lang w:val="sr-Cyrl-RS" w:eastAsia="sr-Latn-BA"/>
        </w:rPr>
        <w:t>1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711007" w:rsidRPr="003E744A">
        <w:rPr>
          <w:rFonts w:eastAsia="Calibri"/>
          <w:lang w:eastAsia="sr-Latn-BA"/>
        </w:rPr>
        <w:t xml:space="preserve"> 4,</w:t>
      </w:r>
      <w:r w:rsidR="00711007" w:rsidRPr="003E744A">
        <w:rPr>
          <w:rFonts w:eastAsia="Calibri"/>
          <w:lang w:val="sr-Cyrl-RS" w:eastAsia="sr-Latn-BA"/>
        </w:rPr>
        <w:t>3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miliona</w:t>
      </w:r>
      <w:r w:rsidR="00711007" w:rsidRPr="003E744A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711007" w:rsidRPr="003E744A">
        <w:rPr>
          <w:rFonts w:eastAsia="Calibri"/>
          <w:lang w:val="sr-Cyrl-RS" w:eastAsia="sr-Latn-BA"/>
        </w:rPr>
        <w:t>.</w:t>
      </w:r>
    </w:p>
    <w:p w:rsidR="00711007" w:rsidRPr="00711007" w:rsidRDefault="00711007" w:rsidP="00711007">
      <w:pPr>
        <w:jc w:val="both"/>
        <w:rPr>
          <w:rFonts w:eastAsia="Calibri"/>
          <w:lang w:val="sr-Cyrl-BA" w:eastAsia="sr-Latn-BA"/>
        </w:rPr>
      </w:pPr>
    </w:p>
    <w:p w:rsidR="00711007" w:rsidRPr="00711007" w:rsidRDefault="00717223" w:rsidP="00711007">
      <w:pPr>
        <w:spacing w:after="240"/>
        <w:jc w:val="both"/>
        <w:rPr>
          <w:rFonts w:eastAsia="Calibri"/>
          <w:b/>
          <w:bCs/>
          <w:u w:val="single"/>
          <w:lang w:eastAsia="sr-Latn-BA"/>
        </w:rPr>
      </w:pPr>
      <w:r>
        <w:rPr>
          <w:rFonts w:eastAsia="Calibri"/>
          <w:b/>
          <w:bCs/>
          <w:u w:val="single"/>
          <w:lang w:eastAsia="sr-Latn-BA"/>
        </w:rPr>
        <w:t>REFUNDACIJE</w:t>
      </w:r>
    </w:p>
    <w:p w:rsidR="00711007" w:rsidRPr="00711007" w:rsidRDefault="00717223" w:rsidP="00711007">
      <w:pPr>
        <w:spacing w:after="60"/>
        <w:ind w:firstLine="720"/>
        <w:jc w:val="both"/>
        <w:rPr>
          <w:rFonts w:eastAsia="Calibri"/>
          <w:lang w:eastAsia="sr-Latn-BA"/>
        </w:rPr>
      </w:pPr>
      <w:r>
        <w:rPr>
          <w:rFonts w:eastAsia="Calibri"/>
          <w:lang w:eastAsia="sr-Latn-BA"/>
        </w:rPr>
        <w:t>Refundacije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spoljnog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indirektnog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zaduženja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planirane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drugom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Rebalansu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budžeta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Republike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Srpske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711007" w:rsidRPr="00711007">
        <w:rPr>
          <w:rFonts w:eastAsia="Calibri"/>
          <w:lang w:eastAsia="sr-Latn-BA"/>
        </w:rPr>
        <w:t xml:space="preserve"> 2025. </w:t>
      </w:r>
      <w:r>
        <w:rPr>
          <w:rFonts w:eastAsia="Calibri"/>
          <w:lang w:eastAsia="sr-Latn-BA"/>
        </w:rPr>
        <w:t>godinu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711007" w:rsidRPr="00711007">
        <w:rPr>
          <w:rFonts w:eastAsia="Calibri"/>
          <w:lang w:eastAsia="sr-Latn-BA"/>
        </w:rPr>
        <w:t xml:space="preserve"> 100,</w:t>
      </w:r>
      <w:r w:rsidR="00711007" w:rsidRPr="00711007">
        <w:rPr>
          <w:rFonts w:eastAsia="Calibri"/>
          <w:lang w:val="sr-Cyrl-BA" w:eastAsia="sr-Latn-BA"/>
        </w:rPr>
        <w:t>7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BA" w:eastAsia="sr-Latn-BA"/>
        </w:rPr>
        <w:t>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niže</w:t>
      </w:r>
      <w:r w:rsidR="00711007" w:rsidRPr="0071100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711007" w:rsidRPr="00711007">
        <w:rPr>
          <w:rFonts w:eastAsia="Calibri"/>
          <w:lang w:eastAsia="sr-Latn-BA"/>
        </w:rPr>
        <w:t xml:space="preserve"> </w:t>
      </w:r>
      <w:r w:rsidR="00711007" w:rsidRPr="00711007">
        <w:rPr>
          <w:rFonts w:eastAsia="Calibri"/>
          <w:lang w:val="sr-Cyrl-RS" w:eastAsia="sr-Latn-BA"/>
        </w:rPr>
        <w:t>15</w:t>
      </w:r>
      <w:r w:rsidR="00711007" w:rsidRPr="00711007">
        <w:rPr>
          <w:rFonts w:eastAsia="Calibri"/>
          <w:lang w:eastAsia="sr-Latn-BA"/>
        </w:rPr>
        <w:t>,</w:t>
      </w:r>
      <w:r w:rsidR="00711007" w:rsidRPr="00711007">
        <w:rPr>
          <w:rFonts w:eastAsia="Calibri"/>
          <w:lang w:val="sr-Cyrl-BA" w:eastAsia="sr-Latn-BA"/>
        </w:rPr>
        <w:t>2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RS" w:eastAsia="sr-Latn-BA"/>
        </w:rPr>
        <w:t>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plana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korištenog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svrhu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izrade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Rebalansa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</w:t>
      </w:r>
      <w:r>
        <w:rPr>
          <w:rFonts w:eastAsia="Calibri"/>
          <w:lang w:eastAsia="sr-Latn-BA"/>
        </w:rPr>
        <w:t>udžeta</w:t>
      </w:r>
      <w:r w:rsidR="00711007" w:rsidRPr="0071100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711007" w:rsidRPr="00711007">
        <w:rPr>
          <w:rFonts w:eastAsia="Calibri"/>
          <w:lang w:eastAsia="sr-Latn-BA"/>
        </w:rPr>
        <w:t xml:space="preserve"> 202</w:t>
      </w:r>
      <w:r w:rsidR="00711007" w:rsidRPr="00711007">
        <w:rPr>
          <w:rFonts w:eastAsia="Calibri"/>
          <w:lang w:val="sr-Cyrl-BA" w:eastAsia="sr-Latn-BA"/>
        </w:rPr>
        <w:t>5</w:t>
      </w:r>
      <w:r w:rsidR="00711007" w:rsidRPr="00711007">
        <w:rPr>
          <w:rFonts w:eastAsia="Calibri"/>
          <w:lang w:eastAsia="sr-Latn-BA"/>
        </w:rPr>
        <w:t xml:space="preserve">. </w:t>
      </w:r>
      <w:r>
        <w:rPr>
          <w:rFonts w:eastAsia="Calibri"/>
          <w:lang w:eastAsia="sr-Latn-BA"/>
        </w:rPr>
        <w:t>godinu</w:t>
      </w:r>
      <w:r w:rsidR="00711007" w:rsidRPr="00711007">
        <w:rPr>
          <w:rFonts w:eastAsia="Calibri"/>
          <w:lang w:eastAsia="sr-Latn-BA"/>
        </w:rPr>
        <w:t xml:space="preserve">. </w:t>
      </w:r>
      <w:r>
        <w:rPr>
          <w:rFonts w:eastAsia="Calibri"/>
          <w:lang w:eastAsia="sr-Latn-BA"/>
        </w:rPr>
        <w:t>U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okviru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drugog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</w:t>
      </w:r>
      <w:r>
        <w:rPr>
          <w:rFonts w:eastAsia="Calibri"/>
          <w:lang w:val="sr-Cyrl-BA" w:eastAsia="sr-Latn-BA"/>
        </w:rPr>
        <w:t>ebalansa</w:t>
      </w:r>
      <w:r w:rsidR="00711007" w:rsidRPr="0071100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Budžeta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711007" w:rsidRPr="00711007">
        <w:rPr>
          <w:rFonts w:eastAsia="Calibri"/>
          <w:lang w:eastAsia="sr-Latn-BA"/>
        </w:rPr>
        <w:t xml:space="preserve"> 2025. </w:t>
      </w:r>
      <w:r>
        <w:rPr>
          <w:rFonts w:eastAsia="Calibri"/>
          <w:lang w:eastAsia="sr-Latn-BA"/>
        </w:rPr>
        <w:t>godinu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planirane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su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refundacije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ino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kredita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JP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Putevi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RS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Željeznice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</w:t>
      </w:r>
      <w:r>
        <w:rPr>
          <w:rFonts w:eastAsia="Calibri"/>
          <w:lang w:val="sr-Cyrl-BA" w:eastAsia="sr-Latn-BA"/>
        </w:rPr>
        <w:t>epublike</w:t>
      </w:r>
      <w:r w:rsidR="005F38D4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S</w:t>
      </w:r>
      <w:r>
        <w:rPr>
          <w:rFonts w:eastAsia="Calibri"/>
          <w:lang w:val="sr-Cyrl-BA" w:eastAsia="sr-Latn-BA"/>
        </w:rPr>
        <w:t>rpske</w:t>
      </w:r>
      <w:r w:rsidR="00711007" w:rsidRPr="00711007">
        <w:rPr>
          <w:rFonts w:eastAsia="Calibri"/>
          <w:lang w:eastAsia="sr-Latn-BA"/>
        </w:rPr>
        <w:t xml:space="preserve">, </w:t>
      </w:r>
      <w:r>
        <w:rPr>
          <w:rFonts w:eastAsia="Calibri"/>
          <w:lang w:eastAsia="sr-Latn-BA"/>
        </w:rPr>
        <w:t>te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ukupan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potraživanja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pomenutih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krajnjih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korisnika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koja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dospijevaju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na</w:t>
      </w:r>
      <w:r w:rsidR="00711007" w:rsidRPr="0071100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naplatu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711007" w:rsidRPr="00711007">
        <w:rPr>
          <w:rFonts w:eastAsia="Calibri"/>
          <w:lang w:eastAsia="sr-Latn-BA"/>
        </w:rPr>
        <w:t xml:space="preserve"> 2025. </w:t>
      </w:r>
      <w:r>
        <w:rPr>
          <w:rFonts w:eastAsia="Calibri"/>
          <w:lang w:eastAsia="sr-Latn-BA"/>
        </w:rPr>
        <w:t>godini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711007" w:rsidRPr="00711007">
        <w:rPr>
          <w:rFonts w:eastAsia="Calibri"/>
          <w:lang w:eastAsia="sr-Latn-BA"/>
        </w:rPr>
        <w:t xml:space="preserve"> 18,</w:t>
      </w:r>
      <w:r w:rsidR="00711007" w:rsidRPr="00711007">
        <w:rPr>
          <w:rFonts w:eastAsia="Calibri"/>
          <w:lang w:val="sr-Cyrl-BA" w:eastAsia="sr-Latn-BA"/>
        </w:rPr>
        <w:t>2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RS" w:eastAsia="sr-Latn-BA"/>
        </w:rPr>
        <w:t>a</w:t>
      </w:r>
      <w:r w:rsidR="00711007" w:rsidRPr="0071100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711007" w:rsidRPr="00711007">
        <w:rPr>
          <w:rFonts w:eastAsia="Calibri"/>
          <w:lang w:val="sr-Cyrl-RS" w:eastAsia="sr-Latn-BA"/>
        </w:rPr>
        <w:t>.</w:t>
      </w:r>
      <w:r w:rsidR="00711007" w:rsidRPr="00711007">
        <w:rPr>
          <w:rFonts w:eastAsia="Calibri"/>
          <w:lang w:eastAsia="sr-Latn-BA"/>
        </w:rPr>
        <w:t xml:space="preserve"> </w:t>
      </w:r>
    </w:p>
    <w:p w:rsidR="00B84D47" w:rsidRPr="00711007" w:rsidRDefault="00B84D47" w:rsidP="00711007">
      <w:pPr>
        <w:pStyle w:val="Header"/>
        <w:spacing w:beforeLines="20" w:before="48" w:afterLines="20" w:after="48"/>
        <w:ind w:firstLine="851"/>
        <w:jc w:val="both"/>
        <w:rPr>
          <w:iCs/>
          <w:lang w:val="sr-Cyrl-BA"/>
        </w:rPr>
      </w:pPr>
      <w:r w:rsidRPr="00711007">
        <w:rPr>
          <w:iCs/>
          <w:lang w:val="sr-Cyrl-BA"/>
        </w:rPr>
        <w:t xml:space="preserve"> </w:t>
      </w:r>
    </w:p>
    <w:p w:rsidR="00606DFE" w:rsidRPr="00665589" w:rsidRDefault="00606DFE" w:rsidP="00B84D47">
      <w:pPr>
        <w:pStyle w:val="Header"/>
        <w:spacing w:beforeLines="20" w:before="48" w:afterLines="20" w:after="48"/>
        <w:jc w:val="both"/>
        <w:rPr>
          <w:iCs/>
          <w:lang w:val="sr-Cyrl-BA"/>
        </w:rPr>
      </w:pPr>
    </w:p>
    <w:p w:rsidR="00B84D47" w:rsidRDefault="00717223" w:rsidP="00B84D47">
      <w:pPr>
        <w:pStyle w:val="Header"/>
        <w:spacing w:beforeLines="20" w:before="48" w:afterLines="20" w:after="48"/>
        <w:jc w:val="both"/>
        <w:rPr>
          <w:b/>
          <w:iCs/>
          <w:sz w:val="28"/>
          <w:szCs w:val="28"/>
          <w:lang w:val="sr-Cyrl-BA"/>
        </w:rPr>
      </w:pPr>
      <w:r>
        <w:rPr>
          <w:b/>
          <w:iCs/>
          <w:sz w:val="28"/>
          <w:szCs w:val="28"/>
          <w:lang w:val="sr-Cyrl-BA"/>
        </w:rPr>
        <w:t>UKUPNI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BUDžETSKI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RASHODI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</w:t>
      </w:r>
      <w:r w:rsidR="00B84D47" w:rsidRPr="00665589">
        <w:rPr>
          <w:b/>
          <w:iCs/>
          <w:sz w:val="28"/>
          <w:szCs w:val="28"/>
          <w:lang w:val="sr-Cyrl-BA"/>
        </w:rPr>
        <w:t xml:space="preserve"> </w:t>
      </w:r>
      <w:r>
        <w:rPr>
          <w:b/>
          <w:iCs/>
          <w:sz w:val="28"/>
          <w:szCs w:val="28"/>
          <w:lang w:val="sr-Cyrl-BA"/>
        </w:rPr>
        <w:t>IZDACI</w:t>
      </w:r>
    </w:p>
    <w:p w:rsidR="00866690" w:rsidRPr="00665589" w:rsidRDefault="00866690" w:rsidP="00B84D47">
      <w:pPr>
        <w:pStyle w:val="Header"/>
        <w:spacing w:beforeLines="20" w:before="48" w:afterLines="20" w:after="48"/>
        <w:jc w:val="both"/>
        <w:rPr>
          <w:b/>
          <w:iCs/>
          <w:sz w:val="28"/>
          <w:szCs w:val="28"/>
          <w:lang w:val="sr-Cyrl-BA"/>
        </w:rPr>
      </w:pPr>
    </w:p>
    <w:p w:rsidR="00610471" w:rsidRDefault="00717223" w:rsidP="00FD5D6E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firstLine="851"/>
        <w:jc w:val="both"/>
        <w:rPr>
          <w:iCs/>
          <w:lang w:val="sr-Cyrl-BA"/>
        </w:rPr>
      </w:pPr>
      <w:r>
        <w:rPr>
          <w:iCs/>
          <w:lang w:val="sr-Cyrl-BA"/>
        </w:rPr>
        <w:t>Ukupni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uključujući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dugova</w:t>
      </w:r>
      <w:r w:rsidR="0086669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866690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86669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866690">
        <w:rPr>
          <w:iCs/>
          <w:lang w:val="sr-Cyrl-BA"/>
        </w:rPr>
        <w:t xml:space="preserve">, </w:t>
      </w:r>
      <w:r>
        <w:rPr>
          <w:iCs/>
          <w:lang w:val="sr-Cyrl-BA"/>
        </w:rPr>
        <w:t>iznose</w:t>
      </w:r>
      <w:r w:rsidR="00866690">
        <w:rPr>
          <w:iCs/>
          <w:lang w:val="sr-Cyrl-BA"/>
        </w:rPr>
        <w:t xml:space="preserve"> </w:t>
      </w:r>
      <w:r w:rsidR="0063637D">
        <w:rPr>
          <w:iCs/>
          <w:lang w:val="sr-Cyrl-BA"/>
        </w:rPr>
        <w:t>6.750</w:t>
      </w:r>
      <w:r w:rsidR="00FD5D6E" w:rsidRPr="00FD5D6E">
        <w:rPr>
          <w:iCs/>
          <w:lang w:val="sr-Cyrl-BA"/>
        </w:rPr>
        <w:t xml:space="preserve">,0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FD5D6E" w:rsidRPr="00FD5D6E">
        <w:rPr>
          <w:iCs/>
          <w:lang w:val="sr-Cyrl-BA"/>
        </w:rPr>
        <w:t xml:space="preserve"> </w:t>
      </w:r>
      <w:r w:rsidR="0063637D">
        <w:rPr>
          <w:iCs/>
          <w:lang w:val="sr-Cyrl-BA"/>
        </w:rPr>
        <w:t>260</w:t>
      </w:r>
      <w:r w:rsidR="00840A02">
        <w:rPr>
          <w:iCs/>
          <w:lang w:val="sr-Cyrl-BA"/>
        </w:rPr>
        <w:t>,</w:t>
      </w:r>
      <w:r w:rsidR="0063637D">
        <w:rPr>
          <w:iCs/>
          <w:lang w:val="sr-Cyrl-BA"/>
        </w:rPr>
        <w:t>0</w:t>
      </w:r>
      <w:r w:rsidR="00840A02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840A02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840A02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840A02">
        <w:rPr>
          <w:iCs/>
          <w:lang w:val="sr-Cyrl-BA"/>
        </w:rPr>
        <w:t xml:space="preserve"> </w:t>
      </w:r>
      <w:r w:rsidR="0063637D">
        <w:rPr>
          <w:iCs/>
          <w:lang w:val="sr-Cyrl-BA"/>
        </w:rPr>
        <w:t>4</w:t>
      </w:r>
      <w:r w:rsidR="00840A02">
        <w:rPr>
          <w:iCs/>
          <w:lang w:val="sr-Cyrl-BA"/>
        </w:rPr>
        <w:t>,</w:t>
      </w:r>
      <w:r w:rsidR="0063637D">
        <w:rPr>
          <w:iCs/>
          <w:lang w:val="sr-Cyrl-BA"/>
        </w:rPr>
        <w:t>0</w:t>
      </w:r>
      <w:r w:rsidR="005F38D4">
        <w:rPr>
          <w:iCs/>
          <w:lang w:val="sr-Cyrl-BA"/>
        </w:rPr>
        <w:t xml:space="preserve"> </w:t>
      </w:r>
      <w:r w:rsidR="00FD5D6E" w:rsidRPr="00FD5D6E">
        <w:rPr>
          <w:iCs/>
          <w:lang w:val="sr-Cyrl-BA"/>
        </w:rPr>
        <w:t xml:space="preserve">%  </w:t>
      </w:r>
      <w:r>
        <w:rPr>
          <w:iCs/>
          <w:lang w:val="sr-Cyrl-BA"/>
        </w:rPr>
        <w:t>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FD5D6E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FD5D6E" w:rsidRPr="00FD5D6E">
        <w:rPr>
          <w:iCs/>
          <w:lang w:val="sr-Cyrl-BA"/>
        </w:rPr>
        <w:t xml:space="preserve"> </w:t>
      </w:r>
      <w:r w:rsidR="009C53CE">
        <w:rPr>
          <w:iCs/>
          <w:lang w:val="sr-Cyrl-BA"/>
        </w:rPr>
        <w:t>2025</w:t>
      </w:r>
      <w:r w:rsidR="00FD5D6E" w:rsidRPr="00FD5D6E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FD5D6E" w:rsidRPr="00FD5D6E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ukupni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840A02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840A02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840A02">
        <w:rPr>
          <w:iCs/>
          <w:lang w:val="sr-Cyrl-BA"/>
        </w:rPr>
        <w:t xml:space="preserve"> (02) </w:t>
      </w:r>
      <w:r>
        <w:rPr>
          <w:iCs/>
          <w:lang w:val="sr-Cyrl-BA"/>
        </w:rPr>
        <w:t>iznose</w:t>
      </w:r>
      <w:r w:rsidR="00840A02">
        <w:rPr>
          <w:iCs/>
          <w:lang w:val="sr-Cyrl-BA"/>
        </w:rPr>
        <w:t xml:space="preserve"> </w:t>
      </w:r>
      <w:r w:rsidR="00634F11">
        <w:rPr>
          <w:iCs/>
          <w:lang w:val="sr-Cyrl-BA"/>
        </w:rPr>
        <w:t>341</w:t>
      </w:r>
      <w:r w:rsidR="00840A02">
        <w:rPr>
          <w:iCs/>
          <w:lang w:val="sr-Cyrl-BA"/>
        </w:rPr>
        <w:t>,</w:t>
      </w:r>
      <w:r w:rsidR="00634F11">
        <w:rPr>
          <w:iCs/>
          <w:lang w:val="sr-Cyrl-BA"/>
        </w:rPr>
        <w:t>6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D5D6E" w:rsidRPr="00FD5D6E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FD5D6E" w:rsidRPr="00FD5D6E">
        <w:rPr>
          <w:iCs/>
          <w:lang w:val="sr-Cyrl-BA"/>
        </w:rPr>
        <w:t>.</w:t>
      </w:r>
    </w:p>
    <w:p w:rsidR="0050548D" w:rsidRDefault="0050548D" w:rsidP="00FD5D6E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firstLine="851"/>
        <w:jc w:val="both"/>
        <w:rPr>
          <w:iCs/>
          <w:lang w:val="sr-Cyrl-BA"/>
        </w:rPr>
      </w:pPr>
    </w:p>
    <w:p w:rsidR="0050548D" w:rsidRDefault="0050548D" w:rsidP="00FD5D6E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firstLine="851"/>
        <w:jc w:val="both"/>
        <w:rPr>
          <w:iCs/>
          <w:lang w:val="sr-Cyrl-BA"/>
        </w:rPr>
      </w:pPr>
    </w:p>
    <w:p w:rsidR="0050548D" w:rsidRDefault="0050548D" w:rsidP="00FD5D6E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firstLine="851"/>
        <w:jc w:val="both"/>
        <w:rPr>
          <w:iCs/>
          <w:lang w:val="sr-Cyrl-BA"/>
        </w:rPr>
      </w:pPr>
    </w:p>
    <w:p w:rsidR="0050548D" w:rsidRDefault="0050548D" w:rsidP="00FD5D6E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firstLine="851"/>
        <w:jc w:val="both"/>
        <w:rPr>
          <w:iCs/>
          <w:lang w:val="sr-Cyrl-BA"/>
        </w:rPr>
      </w:pPr>
    </w:p>
    <w:p w:rsidR="0050548D" w:rsidRDefault="0050548D" w:rsidP="00FD5D6E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firstLine="851"/>
        <w:jc w:val="both"/>
        <w:rPr>
          <w:iCs/>
          <w:lang w:val="sr-Cyrl-BA"/>
        </w:rPr>
      </w:pPr>
      <w:bookmarkStart w:id="0" w:name="_GoBack"/>
      <w:bookmarkEnd w:id="0"/>
    </w:p>
    <w:p w:rsidR="00000E06" w:rsidRPr="00601680" w:rsidRDefault="00000E06" w:rsidP="00000E06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rPr>
          <w:b/>
          <w:iCs/>
          <w:sz w:val="28"/>
          <w:szCs w:val="28"/>
          <w:lang w:val="sr-Cyrl-RS"/>
        </w:rPr>
      </w:pPr>
      <w:r w:rsidRPr="00601680">
        <w:rPr>
          <w:b/>
          <w:iCs/>
          <w:sz w:val="28"/>
          <w:szCs w:val="28"/>
          <w:lang w:val="sr-Latn-CS"/>
        </w:rPr>
        <w:lastRenderedPageBreak/>
        <w:t>VI</w:t>
      </w:r>
      <w:r w:rsidRPr="00601680">
        <w:rPr>
          <w:b/>
          <w:iCs/>
          <w:sz w:val="28"/>
          <w:szCs w:val="28"/>
          <w:lang w:val="sr-Latn-BA"/>
        </w:rPr>
        <w:tab/>
      </w:r>
      <w:r w:rsidR="00717223">
        <w:rPr>
          <w:b/>
          <w:iCs/>
          <w:sz w:val="28"/>
          <w:szCs w:val="28"/>
          <w:lang w:val="sr-Cyrl-RS"/>
        </w:rPr>
        <w:t>RAZLOG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ZA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RANIJE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STUPANjE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NA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SNAGU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ODLUKE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O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USVAJANjU</w:t>
      </w:r>
      <w:r w:rsidR="000044AB" w:rsidRPr="00601680">
        <w:rPr>
          <w:b/>
          <w:iCs/>
          <w:sz w:val="28"/>
          <w:szCs w:val="28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DRUGOG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REBALANSA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  <w:r w:rsidR="00717223">
        <w:rPr>
          <w:b/>
          <w:iCs/>
          <w:sz w:val="28"/>
          <w:szCs w:val="28"/>
          <w:lang w:val="sr-Cyrl-RS"/>
        </w:rPr>
        <w:t>BUDžETA</w:t>
      </w:r>
      <w:r w:rsidRPr="00601680">
        <w:rPr>
          <w:b/>
          <w:iCs/>
          <w:sz w:val="28"/>
          <w:szCs w:val="28"/>
          <w:lang w:val="sr-Cyrl-RS"/>
        </w:rPr>
        <w:t xml:space="preserve"> </w:t>
      </w:r>
    </w:p>
    <w:p w:rsidR="00866690" w:rsidRPr="00601680" w:rsidRDefault="00866690" w:rsidP="00000E06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rPr>
          <w:b/>
          <w:iCs/>
          <w:sz w:val="28"/>
          <w:szCs w:val="28"/>
          <w:lang w:val="sr-Cyrl-RS"/>
        </w:rPr>
      </w:pPr>
    </w:p>
    <w:p w:rsidR="00000E06" w:rsidRPr="00601680" w:rsidRDefault="00717223" w:rsidP="00000E06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Članom</w:t>
      </w:r>
      <w:r w:rsidR="00000E06" w:rsidRPr="00601680">
        <w:rPr>
          <w:iCs/>
          <w:lang w:val="sr-Cyrl-RS"/>
        </w:rPr>
        <w:t xml:space="preserve"> 109. </w:t>
      </w:r>
      <w:r>
        <w:rPr>
          <w:iCs/>
          <w:lang w:val="sr-Cyrl-RS"/>
        </w:rPr>
        <w:t>Ustava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propisano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zakoni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drugi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opšti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akti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stupaju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najranije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osmog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objavljivanja</w:t>
      </w:r>
      <w:r w:rsidR="00000E06" w:rsidRPr="00601680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mogu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stupiti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naročito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opravdanim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okolnostima</w:t>
      </w:r>
      <w:r w:rsidR="00000E06" w:rsidRPr="00601680">
        <w:rPr>
          <w:iCs/>
          <w:lang w:val="sr-Cyrl-RS"/>
        </w:rPr>
        <w:t>.</w:t>
      </w:r>
    </w:p>
    <w:p w:rsidR="00000E06" w:rsidRDefault="00717223" w:rsidP="00000E06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Usvajanje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Odluke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drugom</w:t>
      </w:r>
      <w:r w:rsidR="000044AB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Rebalansu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njeno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stupanje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potrebno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cilju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stvaranja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preduslova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finansiranje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funkcija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budžetskih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korisnika</w:t>
      </w:r>
      <w:r w:rsidR="00000E06" w:rsidRPr="00601680">
        <w:rPr>
          <w:iCs/>
          <w:lang w:val="sr-Cyrl-RS"/>
        </w:rPr>
        <w:t xml:space="preserve">, </w:t>
      </w:r>
      <w:r>
        <w:rPr>
          <w:iCs/>
          <w:lang w:val="sr-Cyrl-RS"/>
        </w:rPr>
        <w:t>izvršavanje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njihovih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zadataka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kao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omogućavanja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izmirenja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dinamikom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njihovog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dospjeća</w:t>
      </w:r>
      <w:r w:rsidR="00000E06" w:rsidRPr="0060168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realizacije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mjera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koje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proistekle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zakonskih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podzakonskih</w:t>
      </w:r>
      <w:r w:rsidR="00EF1873">
        <w:rPr>
          <w:iCs/>
          <w:lang w:val="sr-Cyrl-RS"/>
        </w:rPr>
        <w:t xml:space="preserve"> </w:t>
      </w:r>
      <w:r>
        <w:rPr>
          <w:iCs/>
          <w:lang w:val="sr-Cyrl-RS"/>
        </w:rPr>
        <w:t>akata</w:t>
      </w:r>
      <w:r w:rsidR="00A33674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A33674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A33674">
        <w:rPr>
          <w:iCs/>
          <w:lang w:val="sr-Cyrl-RS"/>
        </w:rPr>
        <w:t xml:space="preserve"> </w:t>
      </w:r>
      <w:r>
        <w:rPr>
          <w:iCs/>
          <w:lang w:val="sr-Cyrl-RS"/>
        </w:rPr>
        <w:t>godine</w:t>
      </w:r>
      <w:r w:rsidR="00A33674">
        <w:rPr>
          <w:iCs/>
          <w:lang w:val="sr-Cyrl-RS"/>
        </w:rPr>
        <w:t>.</w:t>
      </w:r>
    </w:p>
    <w:p w:rsidR="005F38D4" w:rsidRDefault="005F38D4" w:rsidP="00000E06">
      <w:pPr>
        <w:ind w:firstLine="720"/>
        <w:jc w:val="both"/>
        <w:rPr>
          <w:iCs/>
          <w:lang w:val="sr-Cyrl-RS"/>
        </w:rPr>
      </w:pPr>
    </w:p>
    <w:p w:rsidR="005F38D4" w:rsidRPr="00601680" w:rsidRDefault="005F38D4" w:rsidP="00000E06">
      <w:pPr>
        <w:ind w:firstLine="720"/>
        <w:jc w:val="both"/>
        <w:rPr>
          <w:lang w:val="sr-Cyrl-BA"/>
        </w:rPr>
      </w:pPr>
    </w:p>
    <w:p w:rsidR="00B84D47" w:rsidRDefault="00B84D47" w:rsidP="00B84D47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rPr>
          <w:b/>
          <w:iCs/>
          <w:sz w:val="28"/>
          <w:szCs w:val="28"/>
          <w:lang w:val="sr-Cyrl-BA"/>
        </w:rPr>
      </w:pPr>
      <w:r w:rsidRPr="00665589">
        <w:rPr>
          <w:b/>
          <w:iCs/>
          <w:sz w:val="28"/>
          <w:szCs w:val="28"/>
          <w:lang w:val="sr-Latn-CS"/>
        </w:rPr>
        <w:t>VI</w:t>
      </w:r>
      <w:r w:rsidR="00C51321">
        <w:rPr>
          <w:b/>
          <w:iCs/>
          <w:sz w:val="28"/>
          <w:szCs w:val="28"/>
          <w:lang w:val="sr-Latn-CS"/>
        </w:rPr>
        <w:t>I</w:t>
      </w:r>
      <w:r w:rsidRPr="00665589">
        <w:rPr>
          <w:b/>
          <w:iCs/>
          <w:sz w:val="28"/>
          <w:szCs w:val="28"/>
          <w:lang w:val="sr-Latn-CS"/>
        </w:rPr>
        <w:tab/>
      </w:r>
      <w:r w:rsidR="00717223">
        <w:rPr>
          <w:b/>
          <w:iCs/>
          <w:sz w:val="28"/>
          <w:szCs w:val="28"/>
          <w:lang w:val="sr-Cyrl-BA"/>
        </w:rPr>
        <w:t>EKONOMSKA</w:t>
      </w:r>
      <w:r w:rsidRPr="00665589">
        <w:rPr>
          <w:b/>
          <w:iCs/>
          <w:sz w:val="28"/>
          <w:szCs w:val="28"/>
          <w:lang w:val="sr-Cyrl-BA"/>
        </w:rPr>
        <w:t xml:space="preserve"> </w:t>
      </w:r>
      <w:r w:rsidR="00717223">
        <w:rPr>
          <w:b/>
          <w:iCs/>
          <w:sz w:val="28"/>
          <w:szCs w:val="28"/>
          <w:lang w:val="sr-Cyrl-BA"/>
        </w:rPr>
        <w:t>OPRAVDANOST</w:t>
      </w:r>
      <w:r w:rsidRPr="00665589">
        <w:rPr>
          <w:b/>
          <w:iCs/>
          <w:sz w:val="28"/>
          <w:szCs w:val="28"/>
          <w:lang w:val="sr-Cyrl-BA"/>
        </w:rPr>
        <w:t xml:space="preserve"> </w:t>
      </w:r>
      <w:r w:rsidR="00717223">
        <w:rPr>
          <w:b/>
          <w:iCs/>
          <w:sz w:val="28"/>
          <w:szCs w:val="28"/>
          <w:lang w:val="sr-Cyrl-BA"/>
        </w:rPr>
        <w:t>DONOŠENjA</w:t>
      </w:r>
      <w:r w:rsidRPr="00665589">
        <w:rPr>
          <w:b/>
          <w:iCs/>
          <w:sz w:val="28"/>
          <w:szCs w:val="28"/>
          <w:lang w:val="sr-Cyrl-BA"/>
        </w:rPr>
        <w:t xml:space="preserve"> </w:t>
      </w:r>
      <w:r w:rsidR="00717223">
        <w:rPr>
          <w:b/>
          <w:iCs/>
          <w:sz w:val="28"/>
          <w:szCs w:val="28"/>
          <w:lang w:val="sr-Cyrl-BA"/>
        </w:rPr>
        <w:t>DRUGOG</w:t>
      </w:r>
      <w:r w:rsidR="007E5A4D" w:rsidRPr="00665589">
        <w:rPr>
          <w:b/>
          <w:iCs/>
          <w:sz w:val="28"/>
          <w:szCs w:val="28"/>
          <w:lang w:val="sr-Cyrl-BA"/>
        </w:rPr>
        <w:t xml:space="preserve"> </w:t>
      </w:r>
      <w:r w:rsidR="00717223">
        <w:rPr>
          <w:b/>
          <w:iCs/>
          <w:sz w:val="28"/>
          <w:szCs w:val="28"/>
          <w:lang w:val="sr-Cyrl-BA"/>
        </w:rPr>
        <w:t>REBALANSA</w:t>
      </w:r>
      <w:r w:rsidR="00CF5488" w:rsidRPr="00665589">
        <w:rPr>
          <w:b/>
          <w:iCs/>
          <w:sz w:val="28"/>
          <w:szCs w:val="28"/>
          <w:lang w:val="sr-Cyrl-BA"/>
        </w:rPr>
        <w:t xml:space="preserve"> </w:t>
      </w:r>
      <w:r w:rsidR="00717223">
        <w:rPr>
          <w:b/>
          <w:iCs/>
          <w:sz w:val="28"/>
          <w:szCs w:val="28"/>
          <w:lang w:val="sr-Cyrl-BA"/>
        </w:rPr>
        <w:t>BUDžETA</w:t>
      </w:r>
    </w:p>
    <w:p w:rsidR="00866690" w:rsidRPr="00665589" w:rsidRDefault="00866690" w:rsidP="00B84D47">
      <w:pPr>
        <w:pStyle w:val="Header"/>
        <w:tabs>
          <w:tab w:val="clear" w:pos="4320"/>
          <w:tab w:val="clear" w:pos="8640"/>
          <w:tab w:val="left" w:pos="567"/>
        </w:tabs>
        <w:spacing w:before="60" w:after="120"/>
        <w:rPr>
          <w:b/>
          <w:iCs/>
          <w:sz w:val="28"/>
          <w:szCs w:val="28"/>
          <w:lang w:val="sr-Cyrl-CS"/>
        </w:rPr>
      </w:pPr>
    </w:p>
    <w:p w:rsidR="00FD5D6E" w:rsidRPr="00FD5D6E" w:rsidRDefault="00717223" w:rsidP="00FD5D6E">
      <w:pPr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Za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realizaciju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Prijedloga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drugog</w:t>
      </w:r>
      <w:r w:rsidR="00FD5D6E">
        <w:rPr>
          <w:bCs/>
          <w:lang w:val="sr-Cyrl-CS"/>
        </w:rPr>
        <w:t xml:space="preserve"> </w:t>
      </w:r>
      <w:r>
        <w:rPr>
          <w:bCs/>
          <w:lang w:val="sr-Cyrl-CS"/>
        </w:rPr>
        <w:t>rebalansa</w:t>
      </w:r>
      <w:r w:rsidR="00FD5D6E">
        <w:rPr>
          <w:bCs/>
          <w:lang w:val="sr-Cyrl-CS"/>
        </w:rPr>
        <w:t xml:space="preserve"> </w:t>
      </w:r>
      <w:r>
        <w:rPr>
          <w:bCs/>
          <w:lang w:val="sr-Cyrl-CS"/>
        </w:rPr>
        <w:t>Budžeta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Republike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Srpske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za</w:t>
      </w:r>
      <w:r w:rsidR="00FD5D6E" w:rsidRPr="00FD5D6E">
        <w:rPr>
          <w:bCs/>
          <w:lang w:val="sr-Cyrl-CS"/>
        </w:rPr>
        <w:t xml:space="preserve"> </w:t>
      </w:r>
      <w:r w:rsidR="009C53CE">
        <w:rPr>
          <w:bCs/>
          <w:lang w:val="sr-Cyrl-CS"/>
        </w:rPr>
        <w:t>2025</w:t>
      </w:r>
      <w:r w:rsidR="00FD5D6E" w:rsidRPr="00FD5D6E">
        <w:rPr>
          <w:bCs/>
          <w:lang w:val="sr-Cyrl-CS"/>
        </w:rPr>
        <w:t xml:space="preserve">. </w:t>
      </w:r>
      <w:r>
        <w:rPr>
          <w:bCs/>
          <w:lang w:val="sr-Cyrl-CS"/>
        </w:rPr>
        <w:t>godinu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na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fondu</w:t>
      </w:r>
      <w:r w:rsidR="00FD5D6E" w:rsidRPr="00FD5D6E">
        <w:rPr>
          <w:bCs/>
          <w:lang w:val="sr-Cyrl-CS"/>
        </w:rPr>
        <w:t xml:space="preserve"> (01) </w:t>
      </w:r>
      <w:r>
        <w:rPr>
          <w:bCs/>
          <w:lang w:val="sr-Cyrl-CS"/>
        </w:rPr>
        <w:t>obezbijeđena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su</w:t>
      </w:r>
      <w:r w:rsidR="00840A02">
        <w:rPr>
          <w:bCs/>
          <w:lang w:val="sr-Cyrl-CS"/>
        </w:rPr>
        <w:t xml:space="preserve"> </w:t>
      </w:r>
      <w:r>
        <w:rPr>
          <w:bCs/>
          <w:lang w:val="sr-Cyrl-CS"/>
        </w:rPr>
        <w:t>sredstva</w:t>
      </w:r>
      <w:r w:rsidR="00840A02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840A02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840A02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840A02">
        <w:rPr>
          <w:bCs/>
          <w:lang w:val="sr-Cyrl-CS"/>
        </w:rPr>
        <w:t xml:space="preserve"> </w:t>
      </w:r>
      <w:r w:rsidR="00641378" w:rsidRPr="00641378">
        <w:rPr>
          <w:bCs/>
          <w:lang w:val="sr-Cyrl-CS"/>
        </w:rPr>
        <w:t xml:space="preserve">6.750,0 </w:t>
      </w:r>
      <w:r>
        <w:rPr>
          <w:bCs/>
          <w:lang w:val="sr-Cyrl-CS"/>
        </w:rPr>
        <w:t>miliona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FD5D6E" w:rsidRPr="00FD5D6E">
        <w:rPr>
          <w:bCs/>
          <w:lang w:val="sr-Cyrl-CS"/>
        </w:rPr>
        <w:t xml:space="preserve">, </w:t>
      </w:r>
      <w:r>
        <w:rPr>
          <w:bCs/>
          <w:lang w:val="sr-Cyrl-CS"/>
        </w:rPr>
        <w:t>a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na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fondu</w:t>
      </w:r>
      <w:r w:rsidR="00FD5D6E" w:rsidRPr="00FD5D6E">
        <w:rPr>
          <w:bCs/>
          <w:lang w:val="sr-Cyrl-CS"/>
        </w:rPr>
        <w:t xml:space="preserve"> (02) </w:t>
      </w:r>
      <w:r>
        <w:rPr>
          <w:bCs/>
          <w:lang w:val="sr-Cyrl-CS"/>
        </w:rPr>
        <w:t>obezbijeđena</w:t>
      </w:r>
      <w:r w:rsidR="00840A02">
        <w:rPr>
          <w:bCs/>
          <w:lang w:val="sr-Cyrl-CS"/>
        </w:rPr>
        <w:t xml:space="preserve"> </w:t>
      </w:r>
      <w:r>
        <w:rPr>
          <w:bCs/>
          <w:lang w:val="sr-Cyrl-CS"/>
        </w:rPr>
        <w:t>su</w:t>
      </w:r>
      <w:r w:rsidR="00840A02">
        <w:rPr>
          <w:bCs/>
          <w:lang w:val="sr-Cyrl-CS"/>
        </w:rPr>
        <w:t xml:space="preserve"> </w:t>
      </w:r>
      <w:r>
        <w:rPr>
          <w:bCs/>
          <w:lang w:val="sr-Cyrl-CS"/>
        </w:rPr>
        <w:t>sredstva</w:t>
      </w:r>
      <w:r w:rsidR="00840A02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840A02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840A02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840A02">
        <w:rPr>
          <w:bCs/>
          <w:lang w:val="sr-Cyrl-CS"/>
        </w:rPr>
        <w:t xml:space="preserve"> </w:t>
      </w:r>
      <w:r w:rsidR="00641378" w:rsidRPr="00641378">
        <w:rPr>
          <w:bCs/>
          <w:lang w:val="sr-Cyrl-CS"/>
        </w:rPr>
        <w:t xml:space="preserve">341,6 </w:t>
      </w:r>
      <w:r>
        <w:rPr>
          <w:bCs/>
          <w:lang w:val="sr-Cyrl-CS"/>
        </w:rPr>
        <w:t>miliona</w:t>
      </w:r>
      <w:r w:rsidR="00FD5D6E" w:rsidRPr="00FD5D6E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FD5D6E" w:rsidRPr="00FD5D6E">
        <w:rPr>
          <w:bCs/>
          <w:lang w:val="sr-Cyrl-CS"/>
        </w:rPr>
        <w:t>.</w:t>
      </w:r>
    </w:p>
    <w:p w:rsidR="00B84D47" w:rsidRPr="00665589" w:rsidRDefault="00B84D47" w:rsidP="00FD5D6E">
      <w:pPr>
        <w:spacing w:before="60" w:after="60"/>
        <w:ind w:firstLine="709"/>
        <w:jc w:val="both"/>
        <w:rPr>
          <w:bCs/>
        </w:rPr>
      </w:pPr>
    </w:p>
    <w:sectPr w:rsidR="00B84D47" w:rsidRPr="00665589" w:rsidSect="00881864">
      <w:footerReference w:type="default" r:id="rId8"/>
      <w:headerReference w:type="first" r:id="rId9"/>
      <w:pgSz w:w="11909" w:h="16834" w:code="9"/>
      <w:pgMar w:top="1008" w:right="1008" w:bottom="1008" w:left="1008" w:header="432" w:footer="706" w:gutter="0"/>
      <w:pgNumType w:start="1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A99" w:rsidRDefault="00093A99">
      <w:r>
        <w:separator/>
      </w:r>
    </w:p>
  </w:endnote>
  <w:endnote w:type="continuationSeparator" w:id="0">
    <w:p w:rsidR="00093A99" w:rsidRDefault="0009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37119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261A" w:rsidRDefault="00BB26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48D">
          <w:rPr>
            <w:noProof/>
          </w:rPr>
          <w:t>165</w:t>
        </w:r>
        <w:r>
          <w:rPr>
            <w:noProof/>
          </w:rPr>
          <w:fldChar w:fldCharType="end"/>
        </w:r>
      </w:p>
    </w:sdtContent>
  </w:sdt>
  <w:p w:rsidR="00BB261A" w:rsidRDefault="00BB26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A99" w:rsidRDefault="00093A99">
      <w:r>
        <w:separator/>
      </w:r>
    </w:p>
  </w:footnote>
  <w:footnote w:type="continuationSeparator" w:id="0">
    <w:p w:rsidR="00093A99" w:rsidRDefault="0009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829" w:rsidRDefault="00FC4829">
    <w:pPr>
      <w:pStyle w:val="Header"/>
      <w:rPr>
        <w:lang w:val="sr-Cyrl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474980</wp:posOffset>
              </wp:positionH>
              <wp:positionV relativeFrom="paragraph">
                <wp:posOffset>20320</wp:posOffset>
              </wp:positionV>
              <wp:extent cx="5527675" cy="5715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76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829" w:rsidRDefault="00FC4829">
                          <w:pPr>
                            <w:rPr>
                              <w:lang w:val="sr-Cyrl-CS"/>
                            </w:rPr>
                          </w:pPr>
                        </w:p>
                        <w:p w:rsidR="00FC4829" w:rsidRPr="00DB7450" w:rsidRDefault="00FC4829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7.4pt;margin-top:1.6pt;width:435.25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" stroked="f">
              <v:textbox>
                <w:txbxContent>
                  <w:p w:rsidR="00FC4829" w:rsidRDefault="00FC4829">
                    <w:pPr>
                      <w:rPr>
                        <w:lang w:val="sr-Cyrl-CS"/>
                      </w:rPr>
                    </w:pPr>
                  </w:p>
                  <w:p w:rsidR="00FC4829" w:rsidRPr="00DB7450" w:rsidRDefault="00FC4829">
                    <w:pPr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C4829" w:rsidRDefault="00FC4829">
    <w:pPr>
      <w:pStyle w:val="Header"/>
      <w:rPr>
        <w:lang w:val="sr-Cyrl-CS"/>
      </w:rPr>
    </w:pPr>
  </w:p>
  <w:p w:rsidR="00FC4829" w:rsidRPr="00F652A1" w:rsidRDefault="00FC4829">
    <w:pPr>
      <w:pStyle w:val="Header"/>
      <w:rPr>
        <w:lang w:val="sr-Latn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line">
                <wp:posOffset>27940</wp:posOffset>
              </wp:positionV>
              <wp:extent cx="6412230" cy="21717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23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829" w:rsidRPr="00FC4A19" w:rsidRDefault="00FC4829" w:rsidP="003920C5">
                          <w:pPr>
                            <w:rPr>
                              <w:rFonts w:ascii="Calibri" w:hAnsi="Calibri" w:cs="Calibr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margin-left:0;margin-top:2.2pt;width:504.9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" stroked="f">
              <v:textbox inset="0,0,0,0">
                <w:txbxContent>
                  <w:p w:rsidR="00FC4829" w:rsidRPr="00FC4A19" w:rsidRDefault="00FC4829" w:rsidP="003920C5">
                    <w:pPr>
                      <w:rPr>
                        <w:rFonts w:ascii="Calibri" w:hAnsi="Calibri" w:cs="Calibri"/>
                        <w:b/>
                      </w:rPr>
                    </w:pPr>
                  </w:p>
                </w:txbxContent>
              </v:textbox>
              <w10:wrap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D76BA"/>
    <w:multiLevelType w:val="hybridMultilevel"/>
    <w:tmpl w:val="E4727EE4"/>
    <w:lvl w:ilvl="0" w:tplc="367C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35356"/>
    <w:multiLevelType w:val="hybridMultilevel"/>
    <w:tmpl w:val="C486EAFC"/>
    <w:lvl w:ilvl="0" w:tplc="154080AC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E6251"/>
    <w:multiLevelType w:val="hybridMultilevel"/>
    <w:tmpl w:val="ADB0CEB8"/>
    <w:lvl w:ilvl="0" w:tplc="71F2AD08">
      <w:start w:val="1"/>
      <w:numFmt w:val="decimal"/>
      <w:lvlText w:val="(%1)"/>
      <w:lvlJc w:val="left"/>
      <w:pPr>
        <w:ind w:left="4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 w15:restartNumberingAfterBreak="0">
    <w:nsid w:val="337C6146"/>
    <w:multiLevelType w:val="hybridMultilevel"/>
    <w:tmpl w:val="22381A18"/>
    <w:lvl w:ilvl="0" w:tplc="367CAD10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4" w15:restartNumberingAfterBreak="0">
    <w:nsid w:val="36D969B8"/>
    <w:multiLevelType w:val="hybridMultilevel"/>
    <w:tmpl w:val="AC42D37C"/>
    <w:lvl w:ilvl="0" w:tplc="367CAD10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EAE5E28"/>
    <w:multiLevelType w:val="hybridMultilevel"/>
    <w:tmpl w:val="F588E756"/>
    <w:lvl w:ilvl="0" w:tplc="367CAD10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6" w15:restartNumberingAfterBreak="0">
    <w:nsid w:val="56B40236"/>
    <w:multiLevelType w:val="hybridMultilevel"/>
    <w:tmpl w:val="E93EA236"/>
    <w:lvl w:ilvl="0" w:tplc="367C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2C7EC8"/>
    <w:multiLevelType w:val="hybridMultilevel"/>
    <w:tmpl w:val="C276AF2C"/>
    <w:lvl w:ilvl="0" w:tplc="6CCC6BB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A9D050D"/>
    <w:multiLevelType w:val="hybridMultilevel"/>
    <w:tmpl w:val="E41A5A80"/>
    <w:lvl w:ilvl="0" w:tplc="71F2AD08">
      <w:start w:val="1"/>
      <w:numFmt w:val="decimal"/>
      <w:lvlText w:val="(%1)"/>
      <w:lvlJc w:val="left"/>
      <w:pPr>
        <w:ind w:left="5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D8"/>
    <w:rsid w:val="00000E06"/>
    <w:rsid w:val="000044AB"/>
    <w:rsid w:val="00005DC0"/>
    <w:rsid w:val="00007558"/>
    <w:rsid w:val="00007A0F"/>
    <w:rsid w:val="00010A67"/>
    <w:rsid w:val="000116F1"/>
    <w:rsid w:val="000119F3"/>
    <w:rsid w:val="00011A90"/>
    <w:rsid w:val="000121C5"/>
    <w:rsid w:val="000143BB"/>
    <w:rsid w:val="00015012"/>
    <w:rsid w:val="000162C8"/>
    <w:rsid w:val="00016717"/>
    <w:rsid w:val="00017406"/>
    <w:rsid w:val="00021E2F"/>
    <w:rsid w:val="000233AB"/>
    <w:rsid w:val="00023B62"/>
    <w:rsid w:val="00023E74"/>
    <w:rsid w:val="00025A17"/>
    <w:rsid w:val="000266AD"/>
    <w:rsid w:val="00027900"/>
    <w:rsid w:val="00030700"/>
    <w:rsid w:val="00031611"/>
    <w:rsid w:val="000327D6"/>
    <w:rsid w:val="00032860"/>
    <w:rsid w:val="00032C91"/>
    <w:rsid w:val="000332EC"/>
    <w:rsid w:val="000334FC"/>
    <w:rsid w:val="00034A7F"/>
    <w:rsid w:val="000363A1"/>
    <w:rsid w:val="000367CA"/>
    <w:rsid w:val="00040C0C"/>
    <w:rsid w:val="0004218E"/>
    <w:rsid w:val="0004244E"/>
    <w:rsid w:val="00042873"/>
    <w:rsid w:val="00042FA4"/>
    <w:rsid w:val="00043F96"/>
    <w:rsid w:val="000444E1"/>
    <w:rsid w:val="000458DB"/>
    <w:rsid w:val="00045C44"/>
    <w:rsid w:val="00046A8B"/>
    <w:rsid w:val="00051312"/>
    <w:rsid w:val="00051CF7"/>
    <w:rsid w:val="00052F27"/>
    <w:rsid w:val="00053632"/>
    <w:rsid w:val="00053BF2"/>
    <w:rsid w:val="0005450D"/>
    <w:rsid w:val="000555AC"/>
    <w:rsid w:val="00062F3C"/>
    <w:rsid w:val="000636B1"/>
    <w:rsid w:val="00063D7B"/>
    <w:rsid w:val="00063E81"/>
    <w:rsid w:val="0006492B"/>
    <w:rsid w:val="00065388"/>
    <w:rsid w:val="000701AD"/>
    <w:rsid w:val="00070A40"/>
    <w:rsid w:val="00070DA8"/>
    <w:rsid w:val="0007380C"/>
    <w:rsid w:val="000770CA"/>
    <w:rsid w:val="0008000D"/>
    <w:rsid w:val="0008000F"/>
    <w:rsid w:val="00080F04"/>
    <w:rsid w:val="00081412"/>
    <w:rsid w:val="000820B3"/>
    <w:rsid w:val="0008224E"/>
    <w:rsid w:val="000838A3"/>
    <w:rsid w:val="00083D87"/>
    <w:rsid w:val="000849CA"/>
    <w:rsid w:val="000862F0"/>
    <w:rsid w:val="000900E2"/>
    <w:rsid w:val="000902E9"/>
    <w:rsid w:val="000907BC"/>
    <w:rsid w:val="00090D06"/>
    <w:rsid w:val="00090E0E"/>
    <w:rsid w:val="00091589"/>
    <w:rsid w:val="00091C70"/>
    <w:rsid w:val="00093A99"/>
    <w:rsid w:val="00094C8E"/>
    <w:rsid w:val="000A048E"/>
    <w:rsid w:val="000A0F9E"/>
    <w:rsid w:val="000A142F"/>
    <w:rsid w:val="000A1AB2"/>
    <w:rsid w:val="000A3CAF"/>
    <w:rsid w:val="000A3DD0"/>
    <w:rsid w:val="000A4562"/>
    <w:rsid w:val="000A53DD"/>
    <w:rsid w:val="000A5DA8"/>
    <w:rsid w:val="000A676D"/>
    <w:rsid w:val="000B0BC0"/>
    <w:rsid w:val="000B11E3"/>
    <w:rsid w:val="000B1575"/>
    <w:rsid w:val="000B2CE8"/>
    <w:rsid w:val="000B2E71"/>
    <w:rsid w:val="000B3B4C"/>
    <w:rsid w:val="000B3E06"/>
    <w:rsid w:val="000B4714"/>
    <w:rsid w:val="000B68CF"/>
    <w:rsid w:val="000C0303"/>
    <w:rsid w:val="000C0A39"/>
    <w:rsid w:val="000C18E9"/>
    <w:rsid w:val="000C2C47"/>
    <w:rsid w:val="000C4672"/>
    <w:rsid w:val="000C65F9"/>
    <w:rsid w:val="000D103D"/>
    <w:rsid w:val="000D1E27"/>
    <w:rsid w:val="000D21BE"/>
    <w:rsid w:val="000D247C"/>
    <w:rsid w:val="000D3A9A"/>
    <w:rsid w:val="000D52B9"/>
    <w:rsid w:val="000D562B"/>
    <w:rsid w:val="000D7AD6"/>
    <w:rsid w:val="000D7EB0"/>
    <w:rsid w:val="000E0453"/>
    <w:rsid w:val="000E0A11"/>
    <w:rsid w:val="000E3531"/>
    <w:rsid w:val="000E39B0"/>
    <w:rsid w:val="000E3A35"/>
    <w:rsid w:val="000E451F"/>
    <w:rsid w:val="000F031F"/>
    <w:rsid w:val="000F1B32"/>
    <w:rsid w:val="000F1CA0"/>
    <w:rsid w:val="000F247A"/>
    <w:rsid w:val="000F4A2E"/>
    <w:rsid w:val="000F614F"/>
    <w:rsid w:val="000F6459"/>
    <w:rsid w:val="000F6A1B"/>
    <w:rsid w:val="000F6B42"/>
    <w:rsid w:val="000F797D"/>
    <w:rsid w:val="00101586"/>
    <w:rsid w:val="001015D3"/>
    <w:rsid w:val="00104C0C"/>
    <w:rsid w:val="00106042"/>
    <w:rsid w:val="00106D72"/>
    <w:rsid w:val="00110941"/>
    <w:rsid w:val="00110DE0"/>
    <w:rsid w:val="001132FE"/>
    <w:rsid w:val="00113379"/>
    <w:rsid w:val="001144E1"/>
    <w:rsid w:val="00116AC0"/>
    <w:rsid w:val="00116C5A"/>
    <w:rsid w:val="001213AE"/>
    <w:rsid w:val="001227EE"/>
    <w:rsid w:val="00122A62"/>
    <w:rsid w:val="00122F18"/>
    <w:rsid w:val="00123CA9"/>
    <w:rsid w:val="001252D5"/>
    <w:rsid w:val="00126C1A"/>
    <w:rsid w:val="00127003"/>
    <w:rsid w:val="001273FE"/>
    <w:rsid w:val="001321AA"/>
    <w:rsid w:val="00133674"/>
    <w:rsid w:val="00134CB6"/>
    <w:rsid w:val="00135CC4"/>
    <w:rsid w:val="00140626"/>
    <w:rsid w:val="00141902"/>
    <w:rsid w:val="0014270A"/>
    <w:rsid w:val="0014517D"/>
    <w:rsid w:val="0014552A"/>
    <w:rsid w:val="0015237E"/>
    <w:rsid w:val="001533C2"/>
    <w:rsid w:val="001534D1"/>
    <w:rsid w:val="00154427"/>
    <w:rsid w:val="00155753"/>
    <w:rsid w:val="001559B5"/>
    <w:rsid w:val="00156E18"/>
    <w:rsid w:val="001571EA"/>
    <w:rsid w:val="00160A11"/>
    <w:rsid w:val="00161645"/>
    <w:rsid w:val="00161B6B"/>
    <w:rsid w:val="00161E82"/>
    <w:rsid w:val="0016271A"/>
    <w:rsid w:val="00163BC2"/>
    <w:rsid w:val="00163F2C"/>
    <w:rsid w:val="001667B7"/>
    <w:rsid w:val="00166A19"/>
    <w:rsid w:val="00167D92"/>
    <w:rsid w:val="00170B47"/>
    <w:rsid w:val="00170FE9"/>
    <w:rsid w:val="00171E40"/>
    <w:rsid w:val="001742EC"/>
    <w:rsid w:val="001775A2"/>
    <w:rsid w:val="001808FF"/>
    <w:rsid w:val="00180C0D"/>
    <w:rsid w:val="001813DB"/>
    <w:rsid w:val="00181E11"/>
    <w:rsid w:val="001822F7"/>
    <w:rsid w:val="0018561B"/>
    <w:rsid w:val="00187AFC"/>
    <w:rsid w:val="001913F2"/>
    <w:rsid w:val="00193598"/>
    <w:rsid w:val="00193F66"/>
    <w:rsid w:val="00194CE4"/>
    <w:rsid w:val="00194E32"/>
    <w:rsid w:val="00194FDB"/>
    <w:rsid w:val="00195294"/>
    <w:rsid w:val="00195D57"/>
    <w:rsid w:val="0019696E"/>
    <w:rsid w:val="00196AE2"/>
    <w:rsid w:val="00197045"/>
    <w:rsid w:val="001971BC"/>
    <w:rsid w:val="001976BA"/>
    <w:rsid w:val="001A42E5"/>
    <w:rsid w:val="001A4E5F"/>
    <w:rsid w:val="001A50A4"/>
    <w:rsid w:val="001A5E66"/>
    <w:rsid w:val="001A7482"/>
    <w:rsid w:val="001B1426"/>
    <w:rsid w:val="001B16A1"/>
    <w:rsid w:val="001B326E"/>
    <w:rsid w:val="001B36F1"/>
    <w:rsid w:val="001B3CFA"/>
    <w:rsid w:val="001B3D53"/>
    <w:rsid w:val="001B49F9"/>
    <w:rsid w:val="001B4C08"/>
    <w:rsid w:val="001B5918"/>
    <w:rsid w:val="001B648E"/>
    <w:rsid w:val="001B65CA"/>
    <w:rsid w:val="001B6F52"/>
    <w:rsid w:val="001B7796"/>
    <w:rsid w:val="001C0253"/>
    <w:rsid w:val="001C0C04"/>
    <w:rsid w:val="001C29BC"/>
    <w:rsid w:val="001C36CB"/>
    <w:rsid w:val="001C5400"/>
    <w:rsid w:val="001C7829"/>
    <w:rsid w:val="001D0C83"/>
    <w:rsid w:val="001D0E35"/>
    <w:rsid w:val="001D0FEB"/>
    <w:rsid w:val="001D26E2"/>
    <w:rsid w:val="001D31A5"/>
    <w:rsid w:val="001D3419"/>
    <w:rsid w:val="001D351D"/>
    <w:rsid w:val="001D3BD8"/>
    <w:rsid w:val="001D4448"/>
    <w:rsid w:val="001D5605"/>
    <w:rsid w:val="001D5C11"/>
    <w:rsid w:val="001D63A1"/>
    <w:rsid w:val="001D67C0"/>
    <w:rsid w:val="001D71A7"/>
    <w:rsid w:val="001D7945"/>
    <w:rsid w:val="001E055C"/>
    <w:rsid w:val="001E0E4B"/>
    <w:rsid w:val="001E0F73"/>
    <w:rsid w:val="001E15A9"/>
    <w:rsid w:val="001E185D"/>
    <w:rsid w:val="001E1D9C"/>
    <w:rsid w:val="001E2BF8"/>
    <w:rsid w:val="001E2D61"/>
    <w:rsid w:val="001E3078"/>
    <w:rsid w:val="001E37C4"/>
    <w:rsid w:val="001E452E"/>
    <w:rsid w:val="001E630B"/>
    <w:rsid w:val="001E6D6E"/>
    <w:rsid w:val="001E7A34"/>
    <w:rsid w:val="001F0099"/>
    <w:rsid w:val="001F0DB8"/>
    <w:rsid w:val="001F3227"/>
    <w:rsid w:val="001F3733"/>
    <w:rsid w:val="001F4CB4"/>
    <w:rsid w:val="001F689E"/>
    <w:rsid w:val="00201F4F"/>
    <w:rsid w:val="0020312F"/>
    <w:rsid w:val="0020351A"/>
    <w:rsid w:val="002041E1"/>
    <w:rsid w:val="00205B4D"/>
    <w:rsid w:val="002071AF"/>
    <w:rsid w:val="002074D4"/>
    <w:rsid w:val="00207B63"/>
    <w:rsid w:val="00210DD6"/>
    <w:rsid w:val="00213089"/>
    <w:rsid w:val="00213E7D"/>
    <w:rsid w:val="0021434C"/>
    <w:rsid w:val="002151D7"/>
    <w:rsid w:val="002158B9"/>
    <w:rsid w:val="00216ABC"/>
    <w:rsid w:val="00217F76"/>
    <w:rsid w:val="00220D54"/>
    <w:rsid w:val="00220D61"/>
    <w:rsid w:val="002213BA"/>
    <w:rsid w:val="00221729"/>
    <w:rsid w:val="00223A43"/>
    <w:rsid w:val="00224076"/>
    <w:rsid w:val="00224DEC"/>
    <w:rsid w:val="00224EBC"/>
    <w:rsid w:val="00225F13"/>
    <w:rsid w:val="00226D8E"/>
    <w:rsid w:val="0022711B"/>
    <w:rsid w:val="0023084B"/>
    <w:rsid w:val="00231798"/>
    <w:rsid w:val="002333CB"/>
    <w:rsid w:val="00233506"/>
    <w:rsid w:val="0023423A"/>
    <w:rsid w:val="00235280"/>
    <w:rsid w:val="0023566E"/>
    <w:rsid w:val="00235E74"/>
    <w:rsid w:val="00236572"/>
    <w:rsid w:val="00237179"/>
    <w:rsid w:val="00237573"/>
    <w:rsid w:val="00237680"/>
    <w:rsid w:val="00237D77"/>
    <w:rsid w:val="00240635"/>
    <w:rsid w:val="00240A86"/>
    <w:rsid w:val="0024109C"/>
    <w:rsid w:val="00242C75"/>
    <w:rsid w:val="002432BE"/>
    <w:rsid w:val="00246754"/>
    <w:rsid w:val="00246978"/>
    <w:rsid w:val="002476A0"/>
    <w:rsid w:val="002503E6"/>
    <w:rsid w:val="00250B90"/>
    <w:rsid w:val="002517DB"/>
    <w:rsid w:val="0025187A"/>
    <w:rsid w:val="002519AA"/>
    <w:rsid w:val="002520A9"/>
    <w:rsid w:val="00253927"/>
    <w:rsid w:val="00253A91"/>
    <w:rsid w:val="00254A0D"/>
    <w:rsid w:val="00256BDD"/>
    <w:rsid w:val="00256F05"/>
    <w:rsid w:val="002576A6"/>
    <w:rsid w:val="0025794E"/>
    <w:rsid w:val="002615F7"/>
    <w:rsid w:val="002616CE"/>
    <w:rsid w:val="00261F0E"/>
    <w:rsid w:val="00263C8E"/>
    <w:rsid w:val="002640EF"/>
    <w:rsid w:val="002650A7"/>
    <w:rsid w:val="00265B00"/>
    <w:rsid w:val="00265EDB"/>
    <w:rsid w:val="00266FAF"/>
    <w:rsid w:val="00271234"/>
    <w:rsid w:val="002718B0"/>
    <w:rsid w:val="002737D7"/>
    <w:rsid w:val="00273FE8"/>
    <w:rsid w:val="002754A4"/>
    <w:rsid w:val="00275682"/>
    <w:rsid w:val="002804C0"/>
    <w:rsid w:val="00281DDD"/>
    <w:rsid w:val="0028242D"/>
    <w:rsid w:val="00282EF7"/>
    <w:rsid w:val="0028352D"/>
    <w:rsid w:val="00285741"/>
    <w:rsid w:val="00287A3D"/>
    <w:rsid w:val="00290DEB"/>
    <w:rsid w:val="0029102A"/>
    <w:rsid w:val="00295095"/>
    <w:rsid w:val="00296418"/>
    <w:rsid w:val="002964A5"/>
    <w:rsid w:val="00296F54"/>
    <w:rsid w:val="002A0044"/>
    <w:rsid w:val="002A0B67"/>
    <w:rsid w:val="002A10CC"/>
    <w:rsid w:val="002A1986"/>
    <w:rsid w:val="002A2783"/>
    <w:rsid w:val="002A2C3E"/>
    <w:rsid w:val="002A2EFE"/>
    <w:rsid w:val="002A2F2B"/>
    <w:rsid w:val="002A4AF0"/>
    <w:rsid w:val="002A4B9F"/>
    <w:rsid w:val="002A4E5C"/>
    <w:rsid w:val="002A604B"/>
    <w:rsid w:val="002A61FF"/>
    <w:rsid w:val="002A6512"/>
    <w:rsid w:val="002A720F"/>
    <w:rsid w:val="002A7BEB"/>
    <w:rsid w:val="002B045B"/>
    <w:rsid w:val="002B1284"/>
    <w:rsid w:val="002B319B"/>
    <w:rsid w:val="002B3DBA"/>
    <w:rsid w:val="002B3FCA"/>
    <w:rsid w:val="002B48A0"/>
    <w:rsid w:val="002B6354"/>
    <w:rsid w:val="002B6842"/>
    <w:rsid w:val="002B692D"/>
    <w:rsid w:val="002B6ED8"/>
    <w:rsid w:val="002B7280"/>
    <w:rsid w:val="002B79A1"/>
    <w:rsid w:val="002C0AD3"/>
    <w:rsid w:val="002C1F24"/>
    <w:rsid w:val="002C3DFE"/>
    <w:rsid w:val="002C546B"/>
    <w:rsid w:val="002C5534"/>
    <w:rsid w:val="002D0ECE"/>
    <w:rsid w:val="002D1214"/>
    <w:rsid w:val="002D1CF4"/>
    <w:rsid w:val="002D1FCD"/>
    <w:rsid w:val="002D38F1"/>
    <w:rsid w:val="002D3C1A"/>
    <w:rsid w:val="002D3F59"/>
    <w:rsid w:val="002D455B"/>
    <w:rsid w:val="002D46B5"/>
    <w:rsid w:val="002D4801"/>
    <w:rsid w:val="002D524F"/>
    <w:rsid w:val="002D52D7"/>
    <w:rsid w:val="002D5A3B"/>
    <w:rsid w:val="002D5C94"/>
    <w:rsid w:val="002D67AD"/>
    <w:rsid w:val="002E1A49"/>
    <w:rsid w:val="002E1D6E"/>
    <w:rsid w:val="002E4AD2"/>
    <w:rsid w:val="002E764C"/>
    <w:rsid w:val="002E7D53"/>
    <w:rsid w:val="002F0129"/>
    <w:rsid w:val="002F129F"/>
    <w:rsid w:val="002F26A0"/>
    <w:rsid w:val="002F287A"/>
    <w:rsid w:val="002F3832"/>
    <w:rsid w:val="002F38C9"/>
    <w:rsid w:val="002F42A4"/>
    <w:rsid w:val="002F535B"/>
    <w:rsid w:val="002F6938"/>
    <w:rsid w:val="002F76C1"/>
    <w:rsid w:val="00300A66"/>
    <w:rsid w:val="00301B3F"/>
    <w:rsid w:val="00303380"/>
    <w:rsid w:val="00304744"/>
    <w:rsid w:val="0030722E"/>
    <w:rsid w:val="00307A27"/>
    <w:rsid w:val="00307DD8"/>
    <w:rsid w:val="00310333"/>
    <w:rsid w:val="0031119E"/>
    <w:rsid w:val="00311634"/>
    <w:rsid w:val="00313D73"/>
    <w:rsid w:val="00314372"/>
    <w:rsid w:val="0031493E"/>
    <w:rsid w:val="003162D4"/>
    <w:rsid w:val="00316322"/>
    <w:rsid w:val="003233AF"/>
    <w:rsid w:val="00324242"/>
    <w:rsid w:val="003242A6"/>
    <w:rsid w:val="003250FE"/>
    <w:rsid w:val="00330933"/>
    <w:rsid w:val="00331FE6"/>
    <w:rsid w:val="00332B2A"/>
    <w:rsid w:val="00333E45"/>
    <w:rsid w:val="0033408A"/>
    <w:rsid w:val="0033431D"/>
    <w:rsid w:val="00334CC3"/>
    <w:rsid w:val="00340996"/>
    <w:rsid w:val="00342E13"/>
    <w:rsid w:val="0034660A"/>
    <w:rsid w:val="0034762D"/>
    <w:rsid w:val="0034768E"/>
    <w:rsid w:val="003476A7"/>
    <w:rsid w:val="0034795B"/>
    <w:rsid w:val="00350AD7"/>
    <w:rsid w:val="00353797"/>
    <w:rsid w:val="00353B22"/>
    <w:rsid w:val="003555A9"/>
    <w:rsid w:val="00356801"/>
    <w:rsid w:val="00356BFC"/>
    <w:rsid w:val="00356E0F"/>
    <w:rsid w:val="003572C6"/>
    <w:rsid w:val="003602A8"/>
    <w:rsid w:val="00360DAE"/>
    <w:rsid w:val="00361555"/>
    <w:rsid w:val="003628AD"/>
    <w:rsid w:val="00364E77"/>
    <w:rsid w:val="00364FA9"/>
    <w:rsid w:val="00365085"/>
    <w:rsid w:val="003655FD"/>
    <w:rsid w:val="00366A13"/>
    <w:rsid w:val="0036741E"/>
    <w:rsid w:val="003706BD"/>
    <w:rsid w:val="003707C9"/>
    <w:rsid w:val="00371226"/>
    <w:rsid w:val="00371B82"/>
    <w:rsid w:val="00372C86"/>
    <w:rsid w:val="003732C7"/>
    <w:rsid w:val="00374737"/>
    <w:rsid w:val="00374998"/>
    <w:rsid w:val="00375D13"/>
    <w:rsid w:val="00376D64"/>
    <w:rsid w:val="00377E5F"/>
    <w:rsid w:val="003807D5"/>
    <w:rsid w:val="003820CA"/>
    <w:rsid w:val="00382F73"/>
    <w:rsid w:val="003855EB"/>
    <w:rsid w:val="00385EBC"/>
    <w:rsid w:val="003920C5"/>
    <w:rsid w:val="00393B60"/>
    <w:rsid w:val="003940AC"/>
    <w:rsid w:val="00394A99"/>
    <w:rsid w:val="0039592E"/>
    <w:rsid w:val="00395FFC"/>
    <w:rsid w:val="00396EB7"/>
    <w:rsid w:val="00397B06"/>
    <w:rsid w:val="003A0310"/>
    <w:rsid w:val="003A095D"/>
    <w:rsid w:val="003A12E8"/>
    <w:rsid w:val="003A220E"/>
    <w:rsid w:val="003A30BA"/>
    <w:rsid w:val="003A3226"/>
    <w:rsid w:val="003A3E34"/>
    <w:rsid w:val="003A4088"/>
    <w:rsid w:val="003A4A21"/>
    <w:rsid w:val="003A54A5"/>
    <w:rsid w:val="003A6FEF"/>
    <w:rsid w:val="003A77DF"/>
    <w:rsid w:val="003B05EB"/>
    <w:rsid w:val="003B0E19"/>
    <w:rsid w:val="003B2C03"/>
    <w:rsid w:val="003B2C43"/>
    <w:rsid w:val="003B2CBE"/>
    <w:rsid w:val="003B303D"/>
    <w:rsid w:val="003B47DB"/>
    <w:rsid w:val="003B50BE"/>
    <w:rsid w:val="003B5592"/>
    <w:rsid w:val="003B720C"/>
    <w:rsid w:val="003C000E"/>
    <w:rsid w:val="003C03C5"/>
    <w:rsid w:val="003C142D"/>
    <w:rsid w:val="003C2302"/>
    <w:rsid w:val="003C5D8C"/>
    <w:rsid w:val="003C65B1"/>
    <w:rsid w:val="003C7339"/>
    <w:rsid w:val="003C773A"/>
    <w:rsid w:val="003D0035"/>
    <w:rsid w:val="003D02CD"/>
    <w:rsid w:val="003D07EE"/>
    <w:rsid w:val="003D211F"/>
    <w:rsid w:val="003D27C2"/>
    <w:rsid w:val="003D4A85"/>
    <w:rsid w:val="003D5327"/>
    <w:rsid w:val="003D66A8"/>
    <w:rsid w:val="003D6A4D"/>
    <w:rsid w:val="003D7293"/>
    <w:rsid w:val="003D74B6"/>
    <w:rsid w:val="003D7962"/>
    <w:rsid w:val="003E0389"/>
    <w:rsid w:val="003E03C6"/>
    <w:rsid w:val="003E1871"/>
    <w:rsid w:val="003E188E"/>
    <w:rsid w:val="003E1AF2"/>
    <w:rsid w:val="003E2801"/>
    <w:rsid w:val="003E3E93"/>
    <w:rsid w:val="003E44BA"/>
    <w:rsid w:val="003E744A"/>
    <w:rsid w:val="003E7BCF"/>
    <w:rsid w:val="003F1785"/>
    <w:rsid w:val="003F1EBA"/>
    <w:rsid w:val="003F31AC"/>
    <w:rsid w:val="003F3633"/>
    <w:rsid w:val="003F3984"/>
    <w:rsid w:val="003F5BB2"/>
    <w:rsid w:val="003F7043"/>
    <w:rsid w:val="003F73BF"/>
    <w:rsid w:val="00400584"/>
    <w:rsid w:val="00400624"/>
    <w:rsid w:val="00401140"/>
    <w:rsid w:val="0040213B"/>
    <w:rsid w:val="0040267B"/>
    <w:rsid w:val="00403F1A"/>
    <w:rsid w:val="0040449F"/>
    <w:rsid w:val="004076DD"/>
    <w:rsid w:val="00410822"/>
    <w:rsid w:val="00410D1D"/>
    <w:rsid w:val="00410DEE"/>
    <w:rsid w:val="004125B5"/>
    <w:rsid w:val="00412E15"/>
    <w:rsid w:val="004133AA"/>
    <w:rsid w:val="0041399C"/>
    <w:rsid w:val="00413CDC"/>
    <w:rsid w:val="00413F18"/>
    <w:rsid w:val="00413F90"/>
    <w:rsid w:val="0041444D"/>
    <w:rsid w:val="004144F5"/>
    <w:rsid w:val="004146A2"/>
    <w:rsid w:val="00414E86"/>
    <w:rsid w:val="004151DC"/>
    <w:rsid w:val="00417115"/>
    <w:rsid w:val="00417FB7"/>
    <w:rsid w:val="004203FD"/>
    <w:rsid w:val="004233DE"/>
    <w:rsid w:val="00423AFA"/>
    <w:rsid w:val="00424998"/>
    <w:rsid w:val="0042562C"/>
    <w:rsid w:val="004258AC"/>
    <w:rsid w:val="00427A6C"/>
    <w:rsid w:val="00430067"/>
    <w:rsid w:val="0043011D"/>
    <w:rsid w:val="0043073C"/>
    <w:rsid w:val="00430C17"/>
    <w:rsid w:val="00430E23"/>
    <w:rsid w:val="004312D8"/>
    <w:rsid w:val="0043215F"/>
    <w:rsid w:val="0043236B"/>
    <w:rsid w:val="00433713"/>
    <w:rsid w:val="0043419B"/>
    <w:rsid w:val="00435C15"/>
    <w:rsid w:val="00435D3C"/>
    <w:rsid w:val="00440A59"/>
    <w:rsid w:val="00441DEC"/>
    <w:rsid w:val="00442375"/>
    <w:rsid w:val="004429F7"/>
    <w:rsid w:val="0044321C"/>
    <w:rsid w:val="00444482"/>
    <w:rsid w:val="0044479B"/>
    <w:rsid w:val="00444D1C"/>
    <w:rsid w:val="004465A8"/>
    <w:rsid w:val="004472EF"/>
    <w:rsid w:val="00447B81"/>
    <w:rsid w:val="004506C8"/>
    <w:rsid w:val="00451EB2"/>
    <w:rsid w:val="0045692F"/>
    <w:rsid w:val="00461D4A"/>
    <w:rsid w:val="004627D3"/>
    <w:rsid w:val="004634A8"/>
    <w:rsid w:val="004636C7"/>
    <w:rsid w:val="00464067"/>
    <w:rsid w:val="00465E9F"/>
    <w:rsid w:val="00465F47"/>
    <w:rsid w:val="004704B1"/>
    <w:rsid w:val="00470BCB"/>
    <w:rsid w:val="004718C6"/>
    <w:rsid w:val="004719D6"/>
    <w:rsid w:val="0047403D"/>
    <w:rsid w:val="00474BD1"/>
    <w:rsid w:val="00476BD6"/>
    <w:rsid w:val="004771F9"/>
    <w:rsid w:val="00480E5F"/>
    <w:rsid w:val="0048158C"/>
    <w:rsid w:val="00481A69"/>
    <w:rsid w:val="00481D0F"/>
    <w:rsid w:val="004829CD"/>
    <w:rsid w:val="00483521"/>
    <w:rsid w:val="00483A29"/>
    <w:rsid w:val="00484C52"/>
    <w:rsid w:val="00484F14"/>
    <w:rsid w:val="0048612A"/>
    <w:rsid w:val="004866E6"/>
    <w:rsid w:val="00486B86"/>
    <w:rsid w:val="00487048"/>
    <w:rsid w:val="0048731A"/>
    <w:rsid w:val="004879C0"/>
    <w:rsid w:val="00490DC6"/>
    <w:rsid w:val="00492144"/>
    <w:rsid w:val="004923EC"/>
    <w:rsid w:val="00494AEC"/>
    <w:rsid w:val="00494CBF"/>
    <w:rsid w:val="00495E30"/>
    <w:rsid w:val="00495F69"/>
    <w:rsid w:val="004979C8"/>
    <w:rsid w:val="00497AF3"/>
    <w:rsid w:val="004A0C10"/>
    <w:rsid w:val="004A0D02"/>
    <w:rsid w:val="004A2015"/>
    <w:rsid w:val="004A2300"/>
    <w:rsid w:val="004A2EBB"/>
    <w:rsid w:val="004A516A"/>
    <w:rsid w:val="004A55FE"/>
    <w:rsid w:val="004A62B0"/>
    <w:rsid w:val="004A6A39"/>
    <w:rsid w:val="004A6E5A"/>
    <w:rsid w:val="004A7C4D"/>
    <w:rsid w:val="004B08F5"/>
    <w:rsid w:val="004B12B8"/>
    <w:rsid w:val="004B28E3"/>
    <w:rsid w:val="004B2BE6"/>
    <w:rsid w:val="004B3377"/>
    <w:rsid w:val="004B37B9"/>
    <w:rsid w:val="004B4ED0"/>
    <w:rsid w:val="004C06C5"/>
    <w:rsid w:val="004C26C3"/>
    <w:rsid w:val="004C3103"/>
    <w:rsid w:val="004C4A60"/>
    <w:rsid w:val="004C5C46"/>
    <w:rsid w:val="004C60FC"/>
    <w:rsid w:val="004C6409"/>
    <w:rsid w:val="004C6C7B"/>
    <w:rsid w:val="004C7225"/>
    <w:rsid w:val="004D0655"/>
    <w:rsid w:val="004D34E6"/>
    <w:rsid w:val="004D40F7"/>
    <w:rsid w:val="004D4522"/>
    <w:rsid w:val="004D64FA"/>
    <w:rsid w:val="004D728E"/>
    <w:rsid w:val="004D7FBC"/>
    <w:rsid w:val="004E0389"/>
    <w:rsid w:val="004E1839"/>
    <w:rsid w:val="004E23F3"/>
    <w:rsid w:val="004E37D7"/>
    <w:rsid w:val="004E5E63"/>
    <w:rsid w:val="004E6B61"/>
    <w:rsid w:val="004E6EE9"/>
    <w:rsid w:val="004F0F3A"/>
    <w:rsid w:val="004F2EB6"/>
    <w:rsid w:val="004F4688"/>
    <w:rsid w:val="004F612D"/>
    <w:rsid w:val="004F62F9"/>
    <w:rsid w:val="004F658C"/>
    <w:rsid w:val="004F7B0A"/>
    <w:rsid w:val="005014F3"/>
    <w:rsid w:val="00501C08"/>
    <w:rsid w:val="0050291D"/>
    <w:rsid w:val="005034C5"/>
    <w:rsid w:val="005052DA"/>
    <w:rsid w:val="0050548D"/>
    <w:rsid w:val="005067BB"/>
    <w:rsid w:val="00507EBD"/>
    <w:rsid w:val="00510C7E"/>
    <w:rsid w:val="00511FF1"/>
    <w:rsid w:val="005146A2"/>
    <w:rsid w:val="00514C0E"/>
    <w:rsid w:val="00515ED7"/>
    <w:rsid w:val="00517183"/>
    <w:rsid w:val="005212B1"/>
    <w:rsid w:val="00524498"/>
    <w:rsid w:val="00524A27"/>
    <w:rsid w:val="0052607A"/>
    <w:rsid w:val="00532ECD"/>
    <w:rsid w:val="00537369"/>
    <w:rsid w:val="0054073E"/>
    <w:rsid w:val="00540E39"/>
    <w:rsid w:val="00540FEE"/>
    <w:rsid w:val="0054245B"/>
    <w:rsid w:val="005425E2"/>
    <w:rsid w:val="005439F6"/>
    <w:rsid w:val="005469AD"/>
    <w:rsid w:val="00546DDA"/>
    <w:rsid w:val="00550223"/>
    <w:rsid w:val="00550DCC"/>
    <w:rsid w:val="00550F0B"/>
    <w:rsid w:val="005511A5"/>
    <w:rsid w:val="00552076"/>
    <w:rsid w:val="00552793"/>
    <w:rsid w:val="0055454F"/>
    <w:rsid w:val="00554F3D"/>
    <w:rsid w:val="0056030A"/>
    <w:rsid w:val="005608A2"/>
    <w:rsid w:val="005620AC"/>
    <w:rsid w:val="00563C81"/>
    <w:rsid w:val="00566969"/>
    <w:rsid w:val="005679B3"/>
    <w:rsid w:val="00567E35"/>
    <w:rsid w:val="005703A3"/>
    <w:rsid w:val="00571462"/>
    <w:rsid w:val="00571B9E"/>
    <w:rsid w:val="005729FD"/>
    <w:rsid w:val="005739A1"/>
    <w:rsid w:val="0057616C"/>
    <w:rsid w:val="0057616D"/>
    <w:rsid w:val="005817AD"/>
    <w:rsid w:val="00584F82"/>
    <w:rsid w:val="0058528A"/>
    <w:rsid w:val="00585908"/>
    <w:rsid w:val="00586D24"/>
    <w:rsid w:val="00587F14"/>
    <w:rsid w:val="0059005F"/>
    <w:rsid w:val="00590104"/>
    <w:rsid w:val="005901B6"/>
    <w:rsid w:val="00593690"/>
    <w:rsid w:val="0059430E"/>
    <w:rsid w:val="00594F0D"/>
    <w:rsid w:val="00595798"/>
    <w:rsid w:val="00596B18"/>
    <w:rsid w:val="00596BA4"/>
    <w:rsid w:val="00597BE9"/>
    <w:rsid w:val="005A1E3E"/>
    <w:rsid w:val="005A1FF1"/>
    <w:rsid w:val="005A21AF"/>
    <w:rsid w:val="005A2860"/>
    <w:rsid w:val="005A6E80"/>
    <w:rsid w:val="005B1F01"/>
    <w:rsid w:val="005B3307"/>
    <w:rsid w:val="005B3A95"/>
    <w:rsid w:val="005B3BE6"/>
    <w:rsid w:val="005B4EE5"/>
    <w:rsid w:val="005B591D"/>
    <w:rsid w:val="005C04E4"/>
    <w:rsid w:val="005C0D3F"/>
    <w:rsid w:val="005C12A1"/>
    <w:rsid w:val="005C3246"/>
    <w:rsid w:val="005C41F7"/>
    <w:rsid w:val="005C4DCA"/>
    <w:rsid w:val="005C53F1"/>
    <w:rsid w:val="005C73A1"/>
    <w:rsid w:val="005C7582"/>
    <w:rsid w:val="005C79DB"/>
    <w:rsid w:val="005D10D8"/>
    <w:rsid w:val="005D1570"/>
    <w:rsid w:val="005D1DBC"/>
    <w:rsid w:val="005D3052"/>
    <w:rsid w:val="005D3974"/>
    <w:rsid w:val="005D422D"/>
    <w:rsid w:val="005D5C88"/>
    <w:rsid w:val="005E1E54"/>
    <w:rsid w:val="005E1FC4"/>
    <w:rsid w:val="005E2CBD"/>
    <w:rsid w:val="005E3BA5"/>
    <w:rsid w:val="005E49EF"/>
    <w:rsid w:val="005E518A"/>
    <w:rsid w:val="005E6F41"/>
    <w:rsid w:val="005E6FD9"/>
    <w:rsid w:val="005E7B7B"/>
    <w:rsid w:val="005E7D0B"/>
    <w:rsid w:val="005F215C"/>
    <w:rsid w:val="005F37B2"/>
    <w:rsid w:val="005F38D4"/>
    <w:rsid w:val="005F53A3"/>
    <w:rsid w:val="005F53A6"/>
    <w:rsid w:val="005F6C13"/>
    <w:rsid w:val="005F700B"/>
    <w:rsid w:val="00600006"/>
    <w:rsid w:val="006005F3"/>
    <w:rsid w:val="00600D54"/>
    <w:rsid w:val="00601680"/>
    <w:rsid w:val="006019AA"/>
    <w:rsid w:val="006044C6"/>
    <w:rsid w:val="006048E8"/>
    <w:rsid w:val="00605D7A"/>
    <w:rsid w:val="00606DFE"/>
    <w:rsid w:val="00607BCC"/>
    <w:rsid w:val="00607C31"/>
    <w:rsid w:val="0061015A"/>
    <w:rsid w:val="0061025C"/>
    <w:rsid w:val="00610471"/>
    <w:rsid w:val="006106ED"/>
    <w:rsid w:val="00610850"/>
    <w:rsid w:val="00610880"/>
    <w:rsid w:val="00612037"/>
    <w:rsid w:val="00613665"/>
    <w:rsid w:val="006136BF"/>
    <w:rsid w:val="00614D70"/>
    <w:rsid w:val="00615D5A"/>
    <w:rsid w:val="00621DB2"/>
    <w:rsid w:val="00621E70"/>
    <w:rsid w:val="00622A87"/>
    <w:rsid w:val="00623226"/>
    <w:rsid w:val="00624A80"/>
    <w:rsid w:val="00625151"/>
    <w:rsid w:val="00625E94"/>
    <w:rsid w:val="006260DA"/>
    <w:rsid w:val="00627127"/>
    <w:rsid w:val="006276D5"/>
    <w:rsid w:val="006337DE"/>
    <w:rsid w:val="00633A6C"/>
    <w:rsid w:val="00634F11"/>
    <w:rsid w:val="00635198"/>
    <w:rsid w:val="006352B1"/>
    <w:rsid w:val="00635AB1"/>
    <w:rsid w:val="0063637D"/>
    <w:rsid w:val="00637357"/>
    <w:rsid w:val="006375C4"/>
    <w:rsid w:val="00640825"/>
    <w:rsid w:val="00641378"/>
    <w:rsid w:val="006416FD"/>
    <w:rsid w:val="00641C25"/>
    <w:rsid w:val="00641E47"/>
    <w:rsid w:val="00641FAE"/>
    <w:rsid w:val="0064231C"/>
    <w:rsid w:val="00643AFA"/>
    <w:rsid w:val="00645030"/>
    <w:rsid w:val="00645079"/>
    <w:rsid w:val="0064596C"/>
    <w:rsid w:val="00645C34"/>
    <w:rsid w:val="00645CEA"/>
    <w:rsid w:val="006464FA"/>
    <w:rsid w:val="00646B21"/>
    <w:rsid w:val="00647DC4"/>
    <w:rsid w:val="006506AE"/>
    <w:rsid w:val="00651B73"/>
    <w:rsid w:val="00654540"/>
    <w:rsid w:val="006549AA"/>
    <w:rsid w:val="00654D97"/>
    <w:rsid w:val="00655903"/>
    <w:rsid w:val="00655D27"/>
    <w:rsid w:val="0065619A"/>
    <w:rsid w:val="006565F5"/>
    <w:rsid w:val="006603FB"/>
    <w:rsid w:val="00660847"/>
    <w:rsid w:val="006609DA"/>
    <w:rsid w:val="00660A6C"/>
    <w:rsid w:val="00662787"/>
    <w:rsid w:val="00663136"/>
    <w:rsid w:val="006635C5"/>
    <w:rsid w:val="00664C1A"/>
    <w:rsid w:val="00664FBC"/>
    <w:rsid w:val="00665589"/>
    <w:rsid w:val="0066571D"/>
    <w:rsid w:val="00666B1C"/>
    <w:rsid w:val="00666B80"/>
    <w:rsid w:val="006676B5"/>
    <w:rsid w:val="00667F04"/>
    <w:rsid w:val="0067183D"/>
    <w:rsid w:val="00671D7E"/>
    <w:rsid w:val="0067274D"/>
    <w:rsid w:val="0067281F"/>
    <w:rsid w:val="00674492"/>
    <w:rsid w:val="00674625"/>
    <w:rsid w:val="00675854"/>
    <w:rsid w:val="00675E48"/>
    <w:rsid w:val="0067671D"/>
    <w:rsid w:val="00677452"/>
    <w:rsid w:val="00677DF1"/>
    <w:rsid w:val="00677F1D"/>
    <w:rsid w:val="00680CAF"/>
    <w:rsid w:val="006810D4"/>
    <w:rsid w:val="00681D53"/>
    <w:rsid w:val="006823EA"/>
    <w:rsid w:val="006826A9"/>
    <w:rsid w:val="00683296"/>
    <w:rsid w:val="00684208"/>
    <w:rsid w:val="0068568E"/>
    <w:rsid w:val="00685BE7"/>
    <w:rsid w:val="00686462"/>
    <w:rsid w:val="006874B0"/>
    <w:rsid w:val="006874EE"/>
    <w:rsid w:val="0069462B"/>
    <w:rsid w:val="00695073"/>
    <w:rsid w:val="006971E7"/>
    <w:rsid w:val="00697A78"/>
    <w:rsid w:val="006A1E02"/>
    <w:rsid w:val="006A43D8"/>
    <w:rsid w:val="006A4811"/>
    <w:rsid w:val="006A580E"/>
    <w:rsid w:val="006A6697"/>
    <w:rsid w:val="006A7452"/>
    <w:rsid w:val="006A7AA5"/>
    <w:rsid w:val="006A7C03"/>
    <w:rsid w:val="006A7E18"/>
    <w:rsid w:val="006B0704"/>
    <w:rsid w:val="006B09EF"/>
    <w:rsid w:val="006B2DCD"/>
    <w:rsid w:val="006B4C13"/>
    <w:rsid w:val="006B4E6E"/>
    <w:rsid w:val="006C1626"/>
    <w:rsid w:val="006C305C"/>
    <w:rsid w:val="006C32EE"/>
    <w:rsid w:val="006C3856"/>
    <w:rsid w:val="006C4DB3"/>
    <w:rsid w:val="006C68E1"/>
    <w:rsid w:val="006C6D3B"/>
    <w:rsid w:val="006C6DD2"/>
    <w:rsid w:val="006C7166"/>
    <w:rsid w:val="006C74BB"/>
    <w:rsid w:val="006D0532"/>
    <w:rsid w:val="006D0B94"/>
    <w:rsid w:val="006D22E2"/>
    <w:rsid w:val="006D30AA"/>
    <w:rsid w:val="006D4830"/>
    <w:rsid w:val="006D677B"/>
    <w:rsid w:val="006D7885"/>
    <w:rsid w:val="006E2321"/>
    <w:rsid w:val="006E3DFD"/>
    <w:rsid w:val="006E47F9"/>
    <w:rsid w:val="006E59CF"/>
    <w:rsid w:val="006E6F81"/>
    <w:rsid w:val="006E76D1"/>
    <w:rsid w:val="006E7C13"/>
    <w:rsid w:val="006F1095"/>
    <w:rsid w:val="006F1B43"/>
    <w:rsid w:val="006F51B0"/>
    <w:rsid w:val="006F5BA3"/>
    <w:rsid w:val="00704C7C"/>
    <w:rsid w:val="00704C86"/>
    <w:rsid w:val="00705D21"/>
    <w:rsid w:val="00705DB4"/>
    <w:rsid w:val="00705EC6"/>
    <w:rsid w:val="00707197"/>
    <w:rsid w:val="007078E3"/>
    <w:rsid w:val="00710ECD"/>
    <w:rsid w:val="00711007"/>
    <w:rsid w:val="007128AF"/>
    <w:rsid w:val="00714E93"/>
    <w:rsid w:val="0071657B"/>
    <w:rsid w:val="00716A8A"/>
    <w:rsid w:val="00717223"/>
    <w:rsid w:val="0072035D"/>
    <w:rsid w:val="00721037"/>
    <w:rsid w:val="0072208B"/>
    <w:rsid w:val="00727DE4"/>
    <w:rsid w:val="00730480"/>
    <w:rsid w:val="007307A4"/>
    <w:rsid w:val="00730A94"/>
    <w:rsid w:val="00730ADC"/>
    <w:rsid w:val="007318F5"/>
    <w:rsid w:val="00731D51"/>
    <w:rsid w:val="0073269F"/>
    <w:rsid w:val="00734EF3"/>
    <w:rsid w:val="00735B13"/>
    <w:rsid w:val="0073609B"/>
    <w:rsid w:val="007379EC"/>
    <w:rsid w:val="00740340"/>
    <w:rsid w:val="00741FC0"/>
    <w:rsid w:val="0074416B"/>
    <w:rsid w:val="00745D85"/>
    <w:rsid w:val="00746603"/>
    <w:rsid w:val="0075073C"/>
    <w:rsid w:val="00754202"/>
    <w:rsid w:val="007548B4"/>
    <w:rsid w:val="007551F7"/>
    <w:rsid w:val="00755AC8"/>
    <w:rsid w:val="00755CE2"/>
    <w:rsid w:val="00756165"/>
    <w:rsid w:val="00757DA2"/>
    <w:rsid w:val="00760E3D"/>
    <w:rsid w:val="0076281E"/>
    <w:rsid w:val="00762981"/>
    <w:rsid w:val="00762E95"/>
    <w:rsid w:val="007633F2"/>
    <w:rsid w:val="007635B6"/>
    <w:rsid w:val="00763A54"/>
    <w:rsid w:val="00763B08"/>
    <w:rsid w:val="0076573C"/>
    <w:rsid w:val="00765B07"/>
    <w:rsid w:val="00765DB1"/>
    <w:rsid w:val="007726EC"/>
    <w:rsid w:val="007733A2"/>
    <w:rsid w:val="0077442F"/>
    <w:rsid w:val="00774A5C"/>
    <w:rsid w:val="00774E0F"/>
    <w:rsid w:val="00774EDE"/>
    <w:rsid w:val="0077672E"/>
    <w:rsid w:val="00776FFC"/>
    <w:rsid w:val="00777E51"/>
    <w:rsid w:val="00780041"/>
    <w:rsid w:val="007800A2"/>
    <w:rsid w:val="00780B6F"/>
    <w:rsid w:val="0078148F"/>
    <w:rsid w:val="007816A2"/>
    <w:rsid w:val="00782F20"/>
    <w:rsid w:val="00783804"/>
    <w:rsid w:val="00784729"/>
    <w:rsid w:val="00785BBC"/>
    <w:rsid w:val="00787E64"/>
    <w:rsid w:val="00790BFF"/>
    <w:rsid w:val="007913F0"/>
    <w:rsid w:val="00791AE3"/>
    <w:rsid w:val="00791BC5"/>
    <w:rsid w:val="007923B3"/>
    <w:rsid w:val="007929AC"/>
    <w:rsid w:val="00792A7C"/>
    <w:rsid w:val="00793FA2"/>
    <w:rsid w:val="0079403B"/>
    <w:rsid w:val="00795F39"/>
    <w:rsid w:val="00796F88"/>
    <w:rsid w:val="00797EEC"/>
    <w:rsid w:val="007A07C5"/>
    <w:rsid w:val="007A3633"/>
    <w:rsid w:val="007A3C60"/>
    <w:rsid w:val="007A4530"/>
    <w:rsid w:val="007A4CF4"/>
    <w:rsid w:val="007A5390"/>
    <w:rsid w:val="007A5607"/>
    <w:rsid w:val="007A58AD"/>
    <w:rsid w:val="007A5E25"/>
    <w:rsid w:val="007A62C1"/>
    <w:rsid w:val="007A799E"/>
    <w:rsid w:val="007A7C07"/>
    <w:rsid w:val="007B0DDF"/>
    <w:rsid w:val="007B1602"/>
    <w:rsid w:val="007B1EDF"/>
    <w:rsid w:val="007B2828"/>
    <w:rsid w:val="007B29FD"/>
    <w:rsid w:val="007B2BE8"/>
    <w:rsid w:val="007B4A69"/>
    <w:rsid w:val="007B4BB7"/>
    <w:rsid w:val="007B4E86"/>
    <w:rsid w:val="007B63FC"/>
    <w:rsid w:val="007C023B"/>
    <w:rsid w:val="007C0249"/>
    <w:rsid w:val="007C44FE"/>
    <w:rsid w:val="007C46E4"/>
    <w:rsid w:val="007C5A40"/>
    <w:rsid w:val="007C5AEE"/>
    <w:rsid w:val="007C5B75"/>
    <w:rsid w:val="007C5EEA"/>
    <w:rsid w:val="007C68AD"/>
    <w:rsid w:val="007C6F4F"/>
    <w:rsid w:val="007C75DE"/>
    <w:rsid w:val="007C76EC"/>
    <w:rsid w:val="007D1784"/>
    <w:rsid w:val="007D214C"/>
    <w:rsid w:val="007D34FC"/>
    <w:rsid w:val="007D42E4"/>
    <w:rsid w:val="007D4633"/>
    <w:rsid w:val="007D4A55"/>
    <w:rsid w:val="007D5059"/>
    <w:rsid w:val="007D67D1"/>
    <w:rsid w:val="007D7560"/>
    <w:rsid w:val="007D7D92"/>
    <w:rsid w:val="007E0E7B"/>
    <w:rsid w:val="007E12D8"/>
    <w:rsid w:val="007E1508"/>
    <w:rsid w:val="007E1B0A"/>
    <w:rsid w:val="007E24B9"/>
    <w:rsid w:val="007E5A4D"/>
    <w:rsid w:val="007F033A"/>
    <w:rsid w:val="007F0FD4"/>
    <w:rsid w:val="007F4ED0"/>
    <w:rsid w:val="007F4FD4"/>
    <w:rsid w:val="007F641F"/>
    <w:rsid w:val="007F70F4"/>
    <w:rsid w:val="008022F4"/>
    <w:rsid w:val="00803E2C"/>
    <w:rsid w:val="0080521A"/>
    <w:rsid w:val="0080593F"/>
    <w:rsid w:val="008112A6"/>
    <w:rsid w:val="00811624"/>
    <w:rsid w:val="0081219E"/>
    <w:rsid w:val="008130CF"/>
    <w:rsid w:val="00815C5A"/>
    <w:rsid w:val="00815F34"/>
    <w:rsid w:val="008167DC"/>
    <w:rsid w:val="0081758C"/>
    <w:rsid w:val="00820CFA"/>
    <w:rsid w:val="00822A2C"/>
    <w:rsid w:val="00824B11"/>
    <w:rsid w:val="008254AC"/>
    <w:rsid w:val="00826273"/>
    <w:rsid w:val="00826A39"/>
    <w:rsid w:val="00832098"/>
    <w:rsid w:val="008324C2"/>
    <w:rsid w:val="00833F90"/>
    <w:rsid w:val="00834946"/>
    <w:rsid w:val="008353CB"/>
    <w:rsid w:val="00835AC8"/>
    <w:rsid w:val="00835C2C"/>
    <w:rsid w:val="00836A13"/>
    <w:rsid w:val="00840A02"/>
    <w:rsid w:val="00840D43"/>
    <w:rsid w:val="008416F7"/>
    <w:rsid w:val="00841979"/>
    <w:rsid w:val="00842222"/>
    <w:rsid w:val="00843144"/>
    <w:rsid w:val="00843AFC"/>
    <w:rsid w:val="00844A8C"/>
    <w:rsid w:val="008456EB"/>
    <w:rsid w:val="00846B93"/>
    <w:rsid w:val="00847295"/>
    <w:rsid w:val="0085374D"/>
    <w:rsid w:val="00854CF0"/>
    <w:rsid w:val="00855182"/>
    <w:rsid w:val="00855ADC"/>
    <w:rsid w:val="00855B6A"/>
    <w:rsid w:val="00856639"/>
    <w:rsid w:val="0085796D"/>
    <w:rsid w:val="0086072C"/>
    <w:rsid w:val="00860782"/>
    <w:rsid w:val="0086088C"/>
    <w:rsid w:val="00860DBC"/>
    <w:rsid w:val="00861AED"/>
    <w:rsid w:val="00863563"/>
    <w:rsid w:val="0086376D"/>
    <w:rsid w:val="008637CF"/>
    <w:rsid w:val="00863C49"/>
    <w:rsid w:val="0086448E"/>
    <w:rsid w:val="008651A0"/>
    <w:rsid w:val="008660BA"/>
    <w:rsid w:val="00866690"/>
    <w:rsid w:val="00866BF6"/>
    <w:rsid w:val="0086790A"/>
    <w:rsid w:val="00870215"/>
    <w:rsid w:val="008714BE"/>
    <w:rsid w:val="008727E1"/>
    <w:rsid w:val="00873631"/>
    <w:rsid w:val="00875A3F"/>
    <w:rsid w:val="008760CA"/>
    <w:rsid w:val="008763E5"/>
    <w:rsid w:val="00880A62"/>
    <w:rsid w:val="00881864"/>
    <w:rsid w:val="00881966"/>
    <w:rsid w:val="008834E5"/>
    <w:rsid w:val="00886EA3"/>
    <w:rsid w:val="00887F44"/>
    <w:rsid w:val="00890DB5"/>
    <w:rsid w:val="0089219C"/>
    <w:rsid w:val="00892950"/>
    <w:rsid w:val="00893798"/>
    <w:rsid w:val="008941D3"/>
    <w:rsid w:val="0089487A"/>
    <w:rsid w:val="0089623D"/>
    <w:rsid w:val="00896538"/>
    <w:rsid w:val="0089768F"/>
    <w:rsid w:val="00897C47"/>
    <w:rsid w:val="008A0414"/>
    <w:rsid w:val="008A098C"/>
    <w:rsid w:val="008A1CE0"/>
    <w:rsid w:val="008A2264"/>
    <w:rsid w:val="008A5023"/>
    <w:rsid w:val="008A5376"/>
    <w:rsid w:val="008A6891"/>
    <w:rsid w:val="008A6B3D"/>
    <w:rsid w:val="008B0533"/>
    <w:rsid w:val="008B0C6A"/>
    <w:rsid w:val="008B0D3A"/>
    <w:rsid w:val="008B37CA"/>
    <w:rsid w:val="008B6442"/>
    <w:rsid w:val="008B770B"/>
    <w:rsid w:val="008B7736"/>
    <w:rsid w:val="008C004A"/>
    <w:rsid w:val="008C1754"/>
    <w:rsid w:val="008C18F8"/>
    <w:rsid w:val="008C5371"/>
    <w:rsid w:val="008C6E49"/>
    <w:rsid w:val="008C7E2B"/>
    <w:rsid w:val="008D00A9"/>
    <w:rsid w:val="008D0764"/>
    <w:rsid w:val="008D0F64"/>
    <w:rsid w:val="008D1765"/>
    <w:rsid w:val="008D34CA"/>
    <w:rsid w:val="008D527C"/>
    <w:rsid w:val="008D5776"/>
    <w:rsid w:val="008D7796"/>
    <w:rsid w:val="008E1521"/>
    <w:rsid w:val="008E1610"/>
    <w:rsid w:val="008E1B24"/>
    <w:rsid w:val="008E1F85"/>
    <w:rsid w:val="008E226B"/>
    <w:rsid w:val="008E22CB"/>
    <w:rsid w:val="008E2F72"/>
    <w:rsid w:val="008E4C53"/>
    <w:rsid w:val="008E7A15"/>
    <w:rsid w:val="008F0957"/>
    <w:rsid w:val="008F0F45"/>
    <w:rsid w:val="008F13D3"/>
    <w:rsid w:val="008F1EFE"/>
    <w:rsid w:val="008F24D8"/>
    <w:rsid w:val="008F25AA"/>
    <w:rsid w:val="008F2B98"/>
    <w:rsid w:val="008F3F92"/>
    <w:rsid w:val="008F5246"/>
    <w:rsid w:val="008F686D"/>
    <w:rsid w:val="008F7F80"/>
    <w:rsid w:val="00900D31"/>
    <w:rsid w:val="00902301"/>
    <w:rsid w:val="00904C1B"/>
    <w:rsid w:val="00905A52"/>
    <w:rsid w:val="00910495"/>
    <w:rsid w:val="00911ACB"/>
    <w:rsid w:val="00911C1C"/>
    <w:rsid w:val="00912B64"/>
    <w:rsid w:val="00912C20"/>
    <w:rsid w:val="0091394C"/>
    <w:rsid w:val="00913E29"/>
    <w:rsid w:val="00917822"/>
    <w:rsid w:val="00920CD3"/>
    <w:rsid w:val="00921364"/>
    <w:rsid w:val="00924D41"/>
    <w:rsid w:val="009274F5"/>
    <w:rsid w:val="00927A3C"/>
    <w:rsid w:val="00931A13"/>
    <w:rsid w:val="00933195"/>
    <w:rsid w:val="009339D5"/>
    <w:rsid w:val="00934215"/>
    <w:rsid w:val="009344EB"/>
    <w:rsid w:val="0093566F"/>
    <w:rsid w:val="00935B00"/>
    <w:rsid w:val="00936556"/>
    <w:rsid w:val="00936A2C"/>
    <w:rsid w:val="00936FA1"/>
    <w:rsid w:val="009373D1"/>
    <w:rsid w:val="0093769F"/>
    <w:rsid w:val="00941210"/>
    <w:rsid w:val="00941F29"/>
    <w:rsid w:val="009439C4"/>
    <w:rsid w:val="00951ED4"/>
    <w:rsid w:val="00952152"/>
    <w:rsid w:val="0095291A"/>
    <w:rsid w:val="00953D22"/>
    <w:rsid w:val="0095466B"/>
    <w:rsid w:val="0095468F"/>
    <w:rsid w:val="00955D9E"/>
    <w:rsid w:val="00957992"/>
    <w:rsid w:val="00960180"/>
    <w:rsid w:val="00960E15"/>
    <w:rsid w:val="00961137"/>
    <w:rsid w:val="0096332E"/>
    <w:rsid w:val="00963BB8"/>
    <w:rsid w:val="009651E3"/>
    <w:rsid w:val="00965D48"/>
    <w:rsid w:val="00970979"/>
    <w:rsid w:val="00972792"/>
    <w:rsid w:val="00972E19"/>
    <w:rsid w:val="0097393D"/>
    <w:rsid w:val="00973B6C"/>
    <w:rsid w:val="00973EDE"/>
    <w:rsid w:val="0097561E"/>
    <w:rsid w:val="00977A00"/>
    <w:rsid w:val="00980F44"/>
    <w:rsid w:val="00981204"/>
    <w:rsid w:val="00981C53"/>
    <w:rsid w:val="00981C8A"/>
    <w:rsid w:val="00982200"/>
    <w:rsid w:val="00982E79"/>
    <w:rsid w:val="00983B16"/>
    <w:rsid w:val="009843A7"/>
    <w:rsid w:val="00984E54"/>
    <w:rsid w:val="009852D7"/>
    <w:rsid w:val="009904DA"/>
    <w:rsid w:val="009948A6"/>
    <w:rsid w:val="009972B7"/>
    <w:rsid w:val="00997C5D"/>
    <w:rsid w:val="009A0301"/>
    <w:rsid w:val="009A042D"/>
    <w:rsid w:val="009A38C4"/>
    <w:rsid w:val="009A44A7"/>
    <w:rsid w:val="009A4DD7"/>
    <w:rsid w:val="009A5A95"/>
    <w:rsid w:val="009B11AC"/>
    <w:rsid w:val="009B20D8"/>
    <w:rsid w:val="009B2177"/>
    <w:rsid w:val="009B29EF"/>
    <w:rsid w:val="009B3260"/>
    <w:rsid w:val="009B57C7"/>
    <w:rsid w:val="009B58A6"/>
    <w:rsid w:val="009B6571"/>
    <w:rsid w:val="009B7171"/>
    <w:rsid w:val="009B73B4"/>
    <w:rsid w:val="009B7AB6"/>
    <w:rsid w:val="009C09CF"/>
    <w:rsid w:val="009C106C"/>
    <w:rsid w:val="009C12BB"/>
    <w:rsid w:val="009C33E1"/>
    <w:rsid w:val="009C343E"/>
    <w:rsid w:val="009C53CE"/>
    <w:rsid w:val="009C58B0"/>
    <w:rsid w:val="009C6027"/>
    <w:rsid w:val="009C6627"/>
    <w:rsid w:val="009C6DE8"/>
    <w:rsid w:val="009C73DE"/>
    <w:rsid w:val="009D05A7"/>
    <w:rsid w:val="009D09D7"/>
    <w:rsid w:val="009D2B63"/>
    <w:rsid w:val="009D2D66"/>
    <w:rsid w:val="009D328A"/>
    <w:rsid w:val="009D4140"/>
    <w:rsid w:val="009D4DCE"/>
    <w:rsid w:val="009D4F1B"/>
    <w:rsid w:val="009D574B"/>
    <w:rsid w:val="009D7B69"/>
    <w:rsid w:val="009E087A"/>
    <w:rsid w:val="009E141B"/>
    <w:rsid w:val="009E17F5"/>
    <w:rsid w:val="009E26A7"/>
    <w:rsid w:val="009E3256"/>
    <w:rsid w:val="009E4026"/>
    <w:rsid w:val="009E477D"/>
    <w:rsid w:val="009E5DD4"/>
    <w:rsid w:val="009E694E"/>
    <w:rsid w:val="009F031E"/>
    <w:rsid w:val="009F03A8"/>
    <w:rsid w:val="009F3E7F"/>
    <w:rsid w:val="009F47F5"/>
    <w:rsid w:val="009F4EC1"/>
    <w:rsid w:val="009F57C9"/>
    <w:rsid w:val="009F6C17"/>
    <w:rsid w:val="009F78BE"/>
    <w:rsid w:val="00A00D11"/>
    <w:rsid w:val="00A02F0B"/>
    <w:rsid w:val="00A04254"/>
    <w:rsid w:val="00A05AD4"/>
    <w:rsid w:val="00A078DC"/>
    <w:rsid w:val="00A07BED"/>
    <w:rsid w:val="00A100C0"/>
    <w:rsid w:val="00A11F1E"/>
    <w:rsid w:val="00A128F7"/>
    <w:rsid w:val="00A13E84"/>
    <w:rsid w:val="00A145BC"/>
    <w:rsid w:val="00A1538C"/>
    <w:rsid w:val="00A155AF"/>
    <w:rsid w:val="00A165CD"/>
    <w:rsid w:val="00A17097"/>
    <w:rsid w:val="00A17210"/>
    <w:rsid w:val="00A20BD1"/>
    <w:rsid w:val="00A239A7"/>
    <w:rsid w:val="00A2413F"/>
    <w:rsid w:val="00A2423E"/>
    <w:rsid w:val="00A24A7B"/>
    <w:rsid w:val="00A24C53"/>
    <w:rsid w:val="00A24C70"/>
    <w:rsid w:val="00A25114"/>
    <w:rsid w:val="00A2556D"/>
    <w:rsid w:val="00A2630A"/>
    <w:rsid w:val="00A27CDF"/>
    <w:rsid w:val="00A300D9"/>
    <w:rsid w:val="00A30968"/>
    <w:rsid w:val="00A30C4E"/>
    <w:rsid w:val="00A32299"/>
    <w:rsid w:val="00A3353A"/>
    <w:rsid w:val="00A33674"/>
    <w:rsid w:val="00A3422B"/>
    <w:rsid w:val="00A345FC"/>
    <w:rsid w:val="00A348A2"/>
    <w:rsid w:val="00A35A4F"/>
    <w:rsid w:val="00A36577"/>
    <w:rsid w:val="00A411D1"/>
    <w:rsid w:val="00A41A8A"/>
    <w:rsid w:val="00A42AD1"/>
    <w:rsid w:val="00A42D91"/>
    <w:rsid w:val="00A42DA1"/>
    <w:rsid w:val="00A43963"/>
    <w:rsid w:val="00A469E8"/>
    <w:rsid w:val="00A47117"/>
    <w:rsid w:val="00A477D7"/>
    <w:rsid w:val="00A50550"/>
    <w:rsid w:val="00A50B82"/>
    <w:rsid w:val="00A51A9B"/>
    <w:rsid w:val="00A521DF"/>
    <w:rsid w:val="00A56273"/>
    <w:rsid w:val="00A5673E"/>
    <w:rsid w:val="00A56991"/>
    <w:rsid w:val="00A57B2A"/>
    <w:rsid w:val="00A60B57"/>
    <w:rsid w:val="00A60EE0"/>
    <w:rsid w:val="00A65EAC"/>
    <w:rsid w:val="00A6628C"/>
    <w:rsid w:val="00A664B2"/>
    <w:rsid w:val="00A67A8A"/>
    <w:rsid w:val="00A701FC"/>
    <w:rsid w:val="00A709F1"/>
    <w:rsid w:val="00A70C11"/>
    <w:rsid w:val="00A71043"/>
    <w:rsid w:val="00A7220A"/>
    <w:rsid w:val="00A73284"/>
    <w:rsid w:val="00A7609D"/>
    <w:rsid w:val="00A771FC"/>
    <w:rsid w:val="00A83D51"/>
    <w:rsid w:val="00A8455B"/>
    <w:rsid w:val="00A84640"/>
    <w:rsid w:val="00A855EB"/>
    <w:rsid w:val="00A8698C"/>
    <w:rsid w:val="00A86E17"/>
    <w:rsid w:val="00A87B8C"/>
    <w:rsid w:val="00A87D61"/>
    <w:rsid w:val="00A907C1"/>
    <w:rsid w:val="00A908D1"/>
    <w:rsid w:val="00A90A10"/>
    <w:rsid w:val="00A90EC7"/>
    <w:rsid w:val="00A956E1"/>
    <w:rsid w:val="00A962AC"/>
    <w:rsid w:val="00A97015"/>
    <w:rsid w:val="00A97AF5"/>
    <w:rsid w:val="00AA0CEC"/>
    <w:rsid w:val="00AA2A70"/>
    <w:rsid w:val="00AA2EC2"/>
    <w:rsid w:val="00AA3A43"/>
    <w:rsid w:val="00AA4028"/>
    <w:rsid w:val="00AA56F1"/>
    <w:rsid w:val="00AA6604"/>
    <w:rsid w:val="00AA6707"/>
    <w:rsid w:val="00AA6E96"/>
    <w:rsid w:val="00AB2DB7"/>
    <w:rsid w:val="00AB40BF"/>
    <w:rsid w:val="00AB410A"/>
    <w:rsid w:val="00AB4673"/>
    <w:rsid w:val="00AB5445"/>
    <w:rsid w:val="00AB5B7B"/>
    <w:rsid w:val="00AB6817"/>
    <w:rsid w:val="00AB7BB7"/>
    <w:rsid w:val="00AC01F9"/>
    <w:rsid w:val="00AC04A7"/>
    <w:rsid w:val="00AD1B4F"/>
    <w:rsid w:val="00AD1ED4"/>
    <w:rsid w:val="00AD2FE9"/>
    <w:rsid w:val="00AD3316"/>
    <w:rsid w:val="00AD3755"/>
    <w:rsid w:val="00AD5153"/>
    <w:rsid w:val="00AD70A5"/>
    <w:rsid w:val="00AD71F7"/>
    <w:rsid w:val="00AE0479"/>
    <w:rsid w:val="00AE0508"/>
    <w:rsid w:val="00AE07E2"/>
    <w:rsid w:val="00AE0E66"/>
    <w:rsid w:val="00AE3BB5"/>
    <w:rsid w:val="00AE4A30"/>
    <w:rsid w:val="00AE4FF4"/>
    <w:rsid w:val="00AF5855"/>
    <w:rsid w:val="00AF5FC4"/>
    <w:rsid w:val="00AF6E63"/>
    <w:rsid w:val="00B00C16"/>
    <w:rsid w:val="00B01577"/>
    <w:rsid w:val="00B018DC"/>
    <w:rsid w:val="00B01B00"/>
    <w:rsid w:val="00B021D4"/>
    <w:rsid w:val="00B025DB"/>
    <w:rsid w:val="00B03950"/>
    <w:rsid w:val="00B03CFE"/>
    <w:rsid w:val="00B06B7A"/>
    <w:rsid w:val="00B06DA2"/>
    <w:rsid w:val="00B0703D"/>
    <w:rsid w:val="00B077E5"/>
    <w:rsid w:val="00B07F02"/>
    <w:rsid w:val="00B115E6"/>
    <w:rsid w:val="00B119AB"/>
    <w:rsid w:val="00B11C05"/>
    <w:rsid w:val="00B125A4"/>
    <w:rsid w:val="00B13981"/>
    <w:rsid w:val="00B13D3E"/>
    <w:rsid w:val="00B14D5A"/>
    <w:rsid w:val="00B21B2C"/>
    <w:rsid w:val="00B22202"/>
    <w:rsid w:val="00B22B3A"/>
    <w:rsid w:val="00B2493E"/>
    <w:rsid w:val="00B24B57"/>
    <w:rsid w:val="00B256F0"/>
    <w:rsid w:val="00B25DAE"/>
    <w:rsid w:val="00B27625"/>
    <w:rsid w:val="00B31D7E"/>
    <w:rsid w:val="00B337D1"/>
    <w:rsid w:val="00B34521"/>
    <w:rsid w:val="00B3567F"/>
    <w:rsid w:val="00B3582A"/>
    <w:rsid w:val="00B36AED"/>
    <w:rsid w:val="00B36C84"/>
    <w:rsid w:val="00B37FFB"/>
    <w:rsid w:val="00B421D1"/>
    <w:rsid w:val="00B42DCC"/>
    <w:rsid w:val="00B44A32"/>
    <w:rsid w:val="00B44E96"/>
    <w:rsid w:val="00B45F97"/>
    <w:rsid w:val="00B46820"/>
    <w:rsid w:val="00B505EB"/>
    <w:rsid w:val="00B51E3D"/>
    <w:rsid w:val="00B53BC5"/>
    <w:rsid w:val="00B54CDC"/>
    <w:rsid w:val="00B61B5C"/>
    <w:rsid w:val="00B62097"/>
    <w:rsid w:val="00B64AA6"/>
    <w:rsid w:val="00B64B0F"/>
    <w:rsid w:val="00B65A43"/>
    <w:rsid w:val="00B67411"/>
    <w:rsid w:val="00B6750D"/>
    <w:rsid w:val="00B67AF3"/>
    <w:rsid w:val="00B7236F"/>
    <w:rsid w:val="00B72CEC"/>
    <w:rsid w:val="00B73274"/>
    <w:rsid w:val="00B73742"/>
    <w:rsid w:val="00B73EDD"/>
    <w:rsid w:val="00B743F5"/>
    <w:rsid w:val="00B75505"/>
    <w:rsid w:val="00B768BF"/>
    <w:rsid w:val="00B77A8C"/>
    <w:rsid w:val="00B80FE0"/>
    <w:rsid w:val="00B810A9"/>
    <w:rsid w:val="00B81BF6"/>
    <w:rsid w:val="00B820FB"/>
    <w:rsid w:val="00B8214F"/>
    <w:rsid w:val="00B82291"/>
    <w:rsid w:val="00B82B16"/>
    <w:rsid w:val="00B832C7"/>
    <w:rsid w:val="00B83CE3"/>
    <w:rsid w:val="00B84D47"/>
    <w:rsid w:val="00B8564D"/>
    <w:rsid w:val="00B85FC9"/>
    <w:rsid w:val="00B87AEE"/>
    <w:rsid w:val="00B90061"/>
    <w:rsid w:val="00B90147"/>
    <w:rsid w:val="00B908C8"/>
    <w:rsid w:val="00B915BC"/>
    <w:rsid w:val="00B92CB4"/>
    <w:rsid w:val="00B9407F"/>
    <w:rsid w:val="00B945A9"/>
    <w:rsid w:val="00B94920"/>
    <w:rsid w:val="00B95F2C"/>
    <w:rsid w:val="00B97E77"/>
    <w:rsid w:val="00BA1F16"/>
    <w:rsid w:val="00BA20FF"/>
    <w:rsid w:val="00BA3BCB"/>
    <w:rsid w:val="00BA3CAF"/>
    <w:rsid w:val="00BA3FA5"/>
    <w:rsid w:val="00BA6183"/>
    <w:rsid w:val="00BB1542"/>
    <w:rsid w:val="00BB261A"/>
    <w:rsid w:val="00BB2DD3"/>
    <w:rsid w:val="00BB4F55"/>
    <w:rsid w:val="00BB5787"/>
    <w:rsid w:val="00BB6600"/>
    <w:rsid w:val="00BB7B6A"/>
    <w:rsid w:val="00BC0C57"/>
    <w:rsid w:val="00BC162D"/>
    <w:rsid w:val="00BC2273"/>
    <w:rsid w:val="00BC33DD"/>
    <w:rsid w:val="00BC38B7"/>
    <w:rsid w:val="00BC5127"/>
    <w:rsid w:val="00BC57C0"/>
    <w:rsid w:val="00BC6344"/>
    <w:rsid w:val="00BC6984"/>
    <w:rsid w:val="00BC7FA4"/>
    <w:rsid w:val="00BD3265"/>
    <w:rsid w:val="00BD3ACD"/>
    <w:rsid w:val="00BD4017"/>
    <w:rsid w:val="00BD4AA5"/>
    <w:rsid w:val="00BD5B89"/>
    <w:rsid w:val="00BD5FF5"/>
    <w:rsid w:val="00BE011E"/>
    <w:rsid w:val="00BE06E0"/>
    <w:rsid w:val="00BE0776"/>
    <w:rsid w:val="00BE0EBE"/>
    <w:rsid w:val="00BE4102"/>
    <w:rsid w:val="00BE4563"/>
    <w:rsid w:val="00BE4F4B"/>
    <w:rsid w:val="00BE5975"/>
    <w:rsid w:val="00BE713D"/>
    <w:rsid w:val="00BE7670"/>
    <w:rsid w:val="00BF01C9"/>
    <w:rsid w:val="00BF02B0"/>
    <w:rsid w:val="00BF03C0"/>
    <w:rsid w:val="00BF1195"/>
    <w:rsid w:val="00BF3618"/>
    <w:rsid w:val="00BF58B3"/>
    <w:rsid w:val="00BF617F"/>
    <w:rsid w:val="00BF6294"/>
    <w:rsid w:val="00BF6595"/>
    <w:rsid w:val="00C004FB"/>
    <w:rsid w:val="00C00A24"/>
    <w:rsid w:val="00C0103D"/>
    <w:rsid w:val="00C0226B"/>
    <w:rsid w:val="00C02720"/>
    <w:rsid w:val="00C03E4E"/>
    <w:rsid w:val="00C047F4"/>
    <w:rsid w:val="00C0513A"/>
    <w:rsid w:val="00C05E88"/>
    <w:rsid w:val="00C06262"/>
    <w:rsid w:val="00C0660C"/>
    <w:rsid w:val="00C069A1"/>
    <w:rsid w:val="00C076DF"/>
    <w:rsid w:val="00C104A3"/>
    <w:rsid w:val="00C119D9"/>
    <w:rsid w:val="00C12322"/>
    <w:rsid w:val="00C14310"/>
    <w:rsid w:val="00C14856"/>
    <w:rsid w:val="00C15BF1"/>
    <w:rsid w:val="00C16581"/>
    <w:rsid w:val="00C176AD"/>
    <w:rsid w:val="00C1780C"/>
    <w:rsid w:val="00C17B1B"/>
    <w:rsid w:val="00C21304"/>
    <w:rsid w:val="00C216E9"/>
    <w:rsid w:val="00C21C31"/>
    <w:rsid w:val="00C2218B"/>
    <w:rsid w:val="00C2261E"/>
    <w:rsid w:val="00C22942"/>
    <w:rsid w:val="00C22C63"/>
    <w:rsid w:val="00C22EAE"/>
    <w:rsid w:val="00C2301D"/>
    <w:rsid w:val="00C24A0B"/>
    <w:rsid w:val="00C25762"/>
    <w:rsid w:val="00C25867"/>
    <w:rsid w:val="00C30902"/>
    <w:rsid w:val="00C30AA1"/>
    <w:rsid w:val="00C3112B"/>
    <w:rsid w:val="00C31A35"/>
    <w:rsid w:val="00C3236E"/>
    <w:rsid w:val="00C32C95"/>
    <w:rsid w:val="00C342E9"/>
    <w:rsid w:val="00C35C57"/>
    <w:rsid w:val="00C35F88"/>
    <w:rsid w:val="00C372F2"/>
    <w:rsid w:val="00C40550"/>
    <w:rsid w:val="00C405BF"/>
    <w:rsid w:val="00C411DC"/>
    <w:rsid w:val="00C427CE"/>
    <w:rsid w:val="00C42B53"/>
    <w:rsid w:val="00C435EF"/>
    <w:rsid w:val="00C439E0"/>
    <w:rsid w:val="00C4438F"/>
    <w:rsid w:val="00C4508B"/>
    <w:rsid w:val="00C45AC6"/>
    <w:rsid w:val="00C46DD9"/>
    <w:rsid w:val="00C51321"/>
    <w:rsid w:val="00C52039"/>
    <w:rsid w:val="00C52710"/>
    <w:rsid w:val="00C54602"/>
    <w:rsid w:val="00C54B4C"/>
    <w:rsid w:val="00C55181"/>
    <w:rsid w:val="00C551DA"/>
    <w:rsid w:val="00C55A8C"/>
    <w:rsid w:val="00C55BCA"/>
    <w:rsid w:val="00C5669D"/>
    <w:rsid w:val="00C56E13"/>
    <w:rsid w:val="00C6005C"/>
    <w:rsid w:val="00C62AA4"/>
    <w:rsid w:val="00C63109"/>
    <w:rsid w:val="00C6377D"/>
    <w:rsid w:val="00C662F9"/>
    <w:rsid w:val="00C66648"/>
    <w:rsid w:val="00C66DCB"/>
    <w:rsid w:val="00C6729C"/>
    <w:rsid w:val="00C67454"/>
    <w:rsid w:val="00C6781C"/>
    <w:rsid w:val="00C67D86"/>
    <w:rsid w:val="00C71086"/>
    <w:rsid w:val="00C722FB"/>
    <w:rsid w:val="00C73678"/>
    <w:rsid w:val="00C740DB"/>
    <w:rsid w:val="00C744C7"/>
    <w:rsid w:val="00C749EA"/>
    <w:rsid w:val="00C75B9F"/>
    <w:rsid w:val="00C766C7"/>
    <w:rsid w:val="00C77C4E"/>
    <w:rsid w:val="00C82F60"/>
    <w:rsid w:val="00C83487"/>
    <w:rsid w:val="00C84C89"/>
    <w:rsid w:val="00C8793E"/>
    <w:rsid w:val="00C9055E"/>
    <w:rsid w:val="00C905A6"/>
    <w:rsid w:val="00C90BBA"/>
    <w:rsid w:val="00C90FD6"/>
    <w:rsid w:val="00C92AA2"/>
    <w:rsid w:val="00C92D14"/>
    <w:rsid w:val="00C93722"/>
    <w:rsid w:val="00C93B7C"/>
    <w:rsid w:val="00C940B9"/>
    <w:rsid w:val="00C9640D"/>
    <w:rsid w:val="00C967D2"/>
    <w:rsid w:val="00C975DB"/>
    <w:rsid w:val="00CA11F4"/>
    <w:rsid w:val="00CA204E"/>
    <w:rsid w:val="00CA2D5E"/>
    <w:rsid w:val="00CA33B3"/>
    <w:rsid w:val="00CA3946"/>
    <w:rsid w:val="00CA4400"/>
    <w:rsid w:val="00CA4C5D"/>
    <w:rsid w:val="00CA6C91"/>
    <w:rsid w:val="00CB18AB"/>
    <w:rsid w:val="00CB1A42"/>
    <w:rsid w:val="00CB2980"/>
    <w:rsid w:val="00CB2AC2"/>
    <w:rsid w:val="00CB3937"/>
    <w:rsid w:val="00CB525F"/>
    <w:rsid w:val="00CB5521"/>
    <w:rsid w:val="00CC06C1"/>
    <w:rsid w:val="00CC155C"/>
    <w:rsid w:val="00CC17FC"/>
    <w:rsid w:val="00CC3366"/>
    <w:rsid w:val="00CC528A"/>
    <w:rsid w:val="00CC6271"/>
    <w:rsid w:val="00CC7041"/>
    <w:rsid w:val="00CC7849"/>
    <w:rsid w:val="00CD110D"/>
    <w:rsid w:val="00CD15C6"/>
    <w:rsid w:val="00CD1A4F"/>
    <w:rsid w:val="00CD1ED9"/>
    <w:rsid w:val="00CD3991"/>
    <w:rsid w:val="00CD3EEC"/>
    <w:rsid w:val="00CD7470"/>
    <w:rsid w:val="00CD76C4"/>
    <w:rsid w:val="00CE06AD"/>
    <w:rsid w:val="00CE1F49"/>
    <w:rsid w:val="00CE2DD0"/>
    <w:rsid w:val="00CE58CB"/>
    <w:rsid w:val="00CF0CDB"/>
    <w:rsid w:val="00CF1565"/>
    <w:rsid w:val="00CF2561"/>
    <w:rsid w:val="00CF4516"/>
    <w:rsid w:val="00CF4FF8"/>
    <w:rsid w:val="00CF51C8"/>
    <w:rsid w:val="00CF5488"/>
    <w:rsid w:val="00D00051"/>
    <w:rsid w:val="00D011F5"/>
    <w:rsid w:val="00D0369D"/>
    <w:rsid w:val="00D03805"/>
    <w:rsid w:val="00D04B31"/>
    <w:rsid w:val="00D05999"/>
    <w:rsid w:val="00D06597"/>
    <w:rsid w:val="00D10A7B"/>
    <w:rsid w:val="00D115B0"/>
    <w:rsid w:val="00D12024"/>
    <w:rsid w:val="00D123D7"/>
    <w:rsid w:val="00D123F7"/>
    <w:rsid w:val="00D1281F"/>
    <w:rsid w:val="00D1431F"/>
    <w:rsid w:val="00D1512F"/>
    <w:rsid w:val="00D1729C"/>
    <w:rsid w:val="00D17C12"/>
    <w:rsid w:val="00D20DC7"/>
    <w:rsid w:val="00D21ABA"/>
    <w:rsid w:val="00D24561"/>
    <w:rsid w:val="00D24D4B"/>
    <w:rsid w:val="00D24E11"/>
    <w:rsid w:val="00D26569"/>
    <w:rsid w:val="00D27514"/>
    <w:rsid w:val="00D27BDE"/>
    <w:rsid w:val="00D27E2D"/>
    <w:rsid w:val="00D302A7"/>
    <w:rsid w:val="00D30E44"/>
    <w:rsid w:val="00D31DEE"/>
    <w:rsid w:val="00D329F1"/>
    <w:rsid w:val="00D32E4B"/>
    <w:rsid w:val="00D349BF"/>
    <w:rsid w:val="00D35222"/>
    <w:rsid w:val="00D35D9F"/>
    <w:rsid w:val="00D40919"/>
    <w:rsid w:val="00D41BB0"/>
    <w:rsid w:val="00D421C1"/>
    <w:rsid w:val="00D4279F"/>
    <w:rsid w:val="00D42AC7"/>
    <w:rsid w:val="00D43062"/>
    <w:rsid w:val="00D43C27"/>
    <w:rsid w:val="00D43F4C"/>
    <w:rsid w:val="00D440E3"/>
    <w:rsid w:val="00D45608"/>
    <w:rsid w:val="00D45B3E"/>
    <w:rsid w:val="00D45EA4"/>
    <w:rsid w:val="00D4611B"/>
    <w:rsid w:val="00D46B06"/>
    <w:rsid w:val="00D47FC5"/>
    <w:rsid w:val="00D50318"/>
    <w:rsid w:val="00D5036D"/>
    <w:rsid w:val="00D503A1"/>
    <w:rsid w:val="00D506C0"/>
    <w:rsid w:val="00D51B5B"/>
    <w:rsid w:val="00D5406A"/>
    <w:rsid w:val="00D55833"/>
    <w:rsid w:val="00D56B31"/>
    <w:rsid w:val="00D5725D"/>
    <w:rsid w:val="00D603B4"/>
    <w:rsid w:val="00D6177B"/>
    <w:rsid w:val="00D632DD"/>
    <w:rsid w:val="00D6358F"/>
    <w:rsid w:val="00D641F6"/>
    <w:rsid w:val="00D64869"/>
    <w:rsid w:val="00D649D7"/>
    <w:rsid w:val="00D66028"/>
    <w:rsid w:val="00D660EC"/>
    <w:rsid w:val="00D70D29"/>
    <w:rsid w:val="00D724C7"/>
    <w:rsid w:val="00D72F17"/>
    <w:rsid w:val="00D74982"/>
    <w:rsid w:val="00D751DD"/>
    <w:rsid w:val="00D7655C"/>
    <w:rsid w:val="00D76883"/>
    <w:rsid w:val="00D7754B"/>
    <w:rsid w:val="00D8080E"/>
    <w:rsid w:val="00D81A26"/>
    <w:rsid w:val="00D81DE2"/>
    <w:rsid w:val="00D83BFF"/>
    <w:rsid w:val="00D84BD0"/>
    <w:rsid w:val="00D871CC"/>
    <w:rsid w:val="00D876D8"/>
    <w:rsid w:val="00D87783"/>
    <w:rsid w:val="00D87923"/>
    <w:rsid w:val="00D87961"/>
    <w:rsid w:val="00D90567"/>
    <w:rsid w:val="00D911EC"/>
    <w:rsid w:val="00D914CE"/>
    <w:rsid w:val="00D91535"/>
    <w:rsid w:val="00D91B97"/>
    <w:rsid w:val="00D93BAD"/>
    <w:rsid w:val="00D95A6A"/>
    <w:rsid w:val="00DA0227"/>
    <w:rsid w:val="00DA0EA8"/>
    <w:rsid w:val="00DA1BC3"/>
    <w:rsid w:val="00DA272F"/>
    <w:rsid w:val="00DA3688"/>
    <w:rsid w:val="00DA42DD"/>
    <w:rsid w:val="00DA4996"/>
    <w:rsid w:val="00DA5119"/>
    <w:rsid w:val="00DA5FA8"/>
    <w:rsid w:val="00DB052D"/>
    <w:rsid w:val="00DB0F01"/>
    <w:rsid w:val="00DB1879"/>
    <w:rsid w:val="00DB1ADD"/>
    <w:rsid w:val="00DB43EA"/>
    <w:rsid w:val="00DB6392"/>
    <w:rsid w:val="00DB71F0"/>
    <w:rsid w:val="00DB7450"/>
    <w:rsid w:val="00DB7FF9"/>
    <w:rsid w:val="00DC0074"/>
    <w:rsid w:val="00DC12F9"/>
    <w:rsid w:val="00DC186C"/>
    <w:rsid w:val="00DC244B"/>
    <w:rsid w:val="00DC4023"/>
    <w:rsid w:val="00DC44A5"/>
    <w:rsid w:val="00DC4BB4"/>
    <w:rsid w:val="00DC4F07"/>
    <w:rsid w:val="00DC5A8C"/>
    <w:rsid w:val="00DC7999"/>
    <w:rsid w:val="00DD10AD"/>
    <w:rsid w:val="00DD1C69"/>
    <w:rsid w:val="00DD2977"/>
    <w:rsid w:val="00DD3D87"/>
    <w:rsid w:val="00DD3F12"/>
    <w:rsid w:val="00DD42A7"/>
    <w:rsid w:val="00DD4C76"/>
    <w:rsid w:val="00DD63FC"/>
    <w:rsid w:val="00DE1142"/>
    <w:rsid w:val="00DE1999"/>
    <w:rsid w:val="00DE1C0D"/>
    <w:rsid w:val="00DE21A2"/>
    <w:rsid w:val="00DE2CF7"/>
    <w:rsid w:val="00DE3B81"/>
    <w:rsid w:val="00DE3DD8"/>
    <w:rsid w:val="00DE4B67"/>
    <w:rsid w:val="00DE4DCC"/>
    <w:rsid w:val="00DE50A4"/>
    <w:rsid w:val="00DE578B"/>
    <w:rsid w:val="00DE5888"/>
    <w:rsid w:val="00DE6341"/>
    <w:rsid w:val="00DE655A"/>
    <w:rsid w:val="00DE6D54"/>
    <w:rsid w:val="00DE7539"/>
    <w:rsid w:val="00DE7702"/>
    <w:rsid w:val="00DF15C7"/>
    <w:rsid w:val="00DF1973"/>
    <w:rsid w:val="00DF29DC"/>
    <w:rsid w:val="00DF29E9"/>
    <w:rsid w:val="00DF4935"/>
    <w:rsid w:val="00DF4F56"/>
    <w:rsid w:val="00DF6AE7"/>
    <w:rsid w:val="00DF6C69"/>
    <w:rsid w:val="00E018E1"/>
    <w:rsid w:val="00E01E39"/>
    <w:rsid w:val="00E02324"/>
    <w:rsid w:val="00E02FBC"/>
    <w:rsid w:val="00E04004"/>
    <w:rsid w:val="00E04DD3"/>
    <w:rsid w:val="00E05185"/>
    <w:rsid w:val="00E07AC8"/>
    <w:rsid w:val="00E100EA"/>
    <w:rsid w:val="00E10636"/>
    <w:rsid w:val="00E10A62"/>
    <w:rsid w:val="00E10EFF"/>
    <w:rsid w:val="00E11062"/>
    <w:rsid w:val="00E12223"/>
    <w:rsid w:val="00E12E78"/>
    <w:rsid w:val="00E14709"/>
    <w:rsid w:val="00E15282"/>
    <w:rsid w:val="00E15ACB"/>
    <w:rsid w:val="00E16EE7"/>
    <w:rsid w:val="00E17490"/>
    <w:rsid w:val="00E1756C"/>
    <w:rsid w:val="00E17867"/>
    <w:rsid w:val="00E20C88"/>
    <w:rsid w:val="00E2227F"/>
    <w:rsid w:val="00E23674"/>
    <w:rsid w:val="00E24615"/>
    <w:rsid w:val="00E246DC"/>
    <w:rsid w:val="00E24ECC"/>
    <w:rsid w:val="00E2516B"/>
    <w:rsid w:val="00E254E1"/>
    <w:rsid w:val="00E26DA5"/>
    <w:rsid w:val="00E278E3"/>
    <w:rsid w:val="00E27A9D"/>
    <w:rsid w:val="00E32EC6"/>
    <w:rsid w:val="00E3302E"/>
    <w:rsid w:val="00E40114"/>
    <w:rsid w:val="00E40B46"/>
    <w:rsid w:val="00E40F9D"/>
    <w:rsid w:val="00E41F68"/>
    <w:rsid w:val="00E44545"/>
    <w:rsid w:val="00E4689C"/>
    <w:rsid w:val="00E469EF"/>
    <w:rsid w:val="00E46E71"/>
    <w:rsid w:val="00E47463"/>
    <w:rsid w:val="00E50783"/>
    <w:rsid w:val="00E51CB6"/>
    <w:rsid w:val="00E531A0"/>
    <w:rsid w:val="00E53524"/>
    <w:rsid w:val="00E5478F"/>
    <w:rsid w:val="00E55481"/>
    <w:rsid w:val="00E56C56"/>
    <w:rsid w:val="00E57512"/>
    <w:rsid w:val="00E57863"/>
    <w:rsid w:val="00E57A38"/>
    <w:rsid w:val="00E57A3A"/>
    <w:rsid w:val="00E57D4B"/>
    <w:rsid w:val="00E615E1"/>
    <w:rsid w:val="00E61773"/>
    <w:rsid w:val="00E61F3C"/>
    <w:rsid w:val="00E6232B"/>
    <w:rsid w:val="00E66B9F"/>
    <w:rsid w:val="00E66D5F"/>
    <w:rsid w:val="00E67292"/>
    <w:rsid w:val="00E70937"/>
    <w:rsid w:val="00E70F6B"/>
    <w:rsid w:val="00E7229F"/>
    <w:rsid w:val="00E73403"/>
    <w:rsid w:val="00E7357F"/>
    <w:rsid w:val="00E75632"/>
    <w:rsid w:val="00E75AFC"/>
    <w:rsid w:val="00E81E0B"/>
    <w:rsid w:val="00E82081"/>
    <w:rsid w:val="00E82750"/>
    <w:rsid w:val="00E8277D"/>
    <w:rsid w:val="00E84B1E"/>
    <w:rsid w:val="00E85539"/>
    <w:rsid w:val="00E85696"/>
    <w:rsid w:val="00E97626"/>
    <w:rsid w:val="00E97DB9"/>
    <w:rsid w:val="00EA002E"/>
    <w:rsid w:val="00EA040B"/>
    <w:rsid w:val="00EA1007"/>
    <w:rsid w:val="00EA2296"/>
    <w:rsid w:val="00EA2458"/>
    <w:rsid w:val="00EA3F2C"/>
    <w:rsid w:val="00EA4B27"/>
    <w:rsid w:val="00EA6C96"/>
    <w:rsid w:val="00EB1646"/>
    <w:rsid w:val="00EB2AFE"/>
    <w:rsid w:val="00EB4237"/>
    <w:rsid w:val="00EB4479"/>
    <w:rsid w:val="00EB4C42"/>
    <w:rsid w:val="00EB70DB"/>
    <w:rsid w:val="00EB710D"/>
    <w:rsid w:val="00EC047C"/>
    <w:rsid w:val="00EC082B"/>
    <w:rsid w:val="00EC1F28"/>
    <w:rsid w:val="00EC3F1F"/>
    <w:rsid w:val="00EC4296"/>
    <w:rsid w:val="00EC537A"/>
    <w:rsid w:val="00EC75D4"/>
    <w:rsid w:val="00ED016C"/>
    <w:rsid w:val="00ED10ED"/>
    <w:rsid w:val="00ED1C73"/>
    <w:rsid w:val="00ED413B"/>
    <w:rsid w:val="00ED69A1"/>
    <w:rsid w:val="00ED750E"/>
    <w:rsid w:val="00EE1351"/>
    <w:rsid w:val="00EE19B6"/>
    <w:rsid w:val="00EE2CC7"/>
    <w:rsid w:val="00EE3A2E"/>
    <w:rsid w:val="00EE6C21"/>
    <w:rsid w:val="00EE764A"/>
    <w:rsid w:val="00EF1873"/>
    <w:rsid w:val="00EF2F0C"/>
    <w:rsid w:val="00EF32CF"/>
    <w:rsid w:val="00EF5139"/>
    <w:rsid w:val="00EF5E22"/>
    <w:rsid w:val="00EF7B79"/>
    <w:rsid w:val="00F0032C"/>
    <w:rsid w:val="00F0101F"/>
    <w:rsid w:val="00F0216C"/>
    <w:rsid w:val="00F021AA"/>
    <w:rsid w:val="00F02758"/>
    <w:rsid w:val="00F02C0E"/>
    <w:rsid w:val="00F02E72"/>
    <w:rsid w:val="00F02EDE"/>
    <w:rsid w:val="00F03451"/>
    <w:rsid w:val="00F06FD5"/>
    <w:rsid w:val="00F07497"/>
    <w:rsid w:val="00F11122"/>
    <w:rsid w:val="00F11421"/>
    <w:rsid w:val="00F123CF"/>
    <w:rsid w:val="00F13699"/>
    <w:rsid w:val="00F1517A"/>
    <w:rsid w:val="00F15C89"/>
    <w:rsid w:val="00F2088C"/>
    <w:rsid w:val="00F20C06"/>
    <w:rsid w:val="00F21729"/>
    <w:rsid w:val="00F21AB2"/>
    <w:rsid w:val="00F23F94"/>
    <w:rsid w:val="00F2453D"/>
    <w:rsid w:val="00F24DB1"/>
    <w:rsid w:val="00F25394"/>
    <w:rsid w:val="00F25395"/>
    <w:rsid w:val="00F25FC5"/>
    <w:rsid w:val="00F26412"/>
    <w:rsid w:val="00F312F9"/>
    <w:rsid w:val="00F32EA6"/>
    <w:rsid w:val="00F33468"/>
    <w:rsid w:val="00F34A68"/>
    <w:rsid w:val="00F34AD4"/>
    <w:rsid w:val="00F35851"/>
    <w:rsid w:val="00F37336"/>
    <w:rsid w:val="00F431AC"/>
    <w:rsid w:val="00F44A78"/>
    <w:rsid w:val="00F44ABB"/>
    <w:rsid w:val="00F45322"/>
    <w:rsid w:val="00F46388"/>
    <w:rsid w:val="00F473E3"/>
    <w:rsid w:val="00F47D82"/>
    <w:rsid w:val="00F509A0"/>
    <w:rsid w:val="00F5364D"/>
    <w:rsid w:val="00F54424"/>
    <w:rsid w:val="00F5633B"/>
    <w:rsid w:val="00F56468"/>
    <w:rsid w:val="00F62554"/>
    <w:rsid w:val="00F63BA8"/>
    <w:rsid w:val="00F6442D"/>
    <w:rsid w:val="00F6483D"/>
    <w:rsid w:val="00F652A1"/>
    <w:rsid w:val="00F6582C"/>
    <w:rsid w:val="00F65A30"/>
    <w:rsid w:val="00F65B8A"/>
    <w:rsid w:val="00F6655A"/>
    <w:rsid w:val="00F66733"/>
    <w:rsid w:val="00F66859"/>
    <w:rsid w:val="00F7036B"/>
    <w:rsid w:val="00F723EF"/>
    <w:rsid w:val="00F72DB0"/>
    <w:rsid w:val="00F73A27"/>
    <w:rsid w:val="00F741F3"/>
    <w:rsid w:val="00F7666F"/>
    <w:rsid w:val="00F805F1"/>
    <w:rsid w:val="00F80E77"/>
    <w:rsid w:val="00F813D4"/>
    <w:rsid w:val="00F815CB"/>
    <w:rsid w:val="00F82993"/>
    <w:rsid w:val="00F83355"/>
    <w:rsid w:val="00F83C64"/>
    <w:rsid w:val="00F84975"/>
    <w:rsid w:val="00F86981"/>
    <w:rsid w:val="00F86BE0"/>
    <w:rsid w:val="00F90DF3"/>
    <w:rsid w:val="00F92E97"/>
    <w:rsid w:val="00F9345A"/>
    <w:rsid w:val="00F94B71"/>
    <w:rsid w:val="00F97F8B"/>
    <w:rsid w:val="00FA1169"/>
    <w:rsid w:val="00FA15FD"/>
    <w:rsid w:val="00FA1BBB"/>
    <w:rsid w:val="00FA2874"/>
    <w:rsid w:val="00FA4A07"/>
    <w:rsid w:val="00FA6E7D"/>
    <w:rsid w:val="00FA70C4"/>
    <w:rsid w:val="00FA7959"/>
    <w:rsid w:val="00FB1236"/>
    <w:rsid w:val="00FB18D2"/>
    <w:rsid w:val="00FB2198"/>
    <w:rsid w:val="00FB397C"/>
    <w:rsid w:val="00FB4A93"/>
    <w:rsid w:val="00FB5015"/>
    <w:rsid w:val="00FB70FE"/>
    <w:rsid w:val="00FB7115"/>
    <w:rsid w:val="00FB7A4C"/>
    <w:rsid w:val="00FC0E55"/>
    <w:rsid w:val="00FC1D9D"/>
    <w:rsid w:val="00FC2DDD"/>
    <w:rsid w:val="00FC4404"/>
    <w:rsid w:val="00FC4829"/>
    <w:rsid w:val="00FC4A19"/>
    <w:rsid w:val="00FC60F8"/>
    <w:rsid w:val="00FC6193"/>
    <w:rsid w:val="00FC6C5B"/>
    <w:rsid w:val="00FD2B89"/>
    <w:rsid w:val="00FD2B8D"/>
    <w:rsid w:val="00FD5D6E"/>
    <w:rsid w:val="00FD5E04"/>
    <w:rsid w:val="00FD72B0"/>
    <w:rsid w:val="00FD797B"/>
    <w:rsid w:val="00FE050D"/>
    <w:rsid w:val="00FE0B47"/>
    <w:rsid w:val="00FE110E"/>
    <w:rsid w:val="00FE2CC5"/>
    <w:rsid w:val="00FE3B93"/>
    <w:rsid w:val="00FE6452"/>
    <w:rsid w:val="00FF0EA5"/>
    <w:rsid w:val="00FF1D6F"/>
    <w:rsid w:val="00FF386A"/>
    <w:rsid w:val="00FF3C5B"/>
    <w:rsid w:val="00FF43B1"/>
    <w:rsid w:val="00FF50F9"/>
    <w:rsid w:val="00FF532B"/>
    <w:rsid w:val="00FF6FDE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BABEC"/>
  <w15:docId w15:val="{F50820DC-16D8-42EF-AF1E-9EC96768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C7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826A39"/>
    <w:pPr>
      <w:keepNext/>
      <w:jc w:val="center"/>
      <w:outlineLvl w:val="0"/>
    </w:pPr>
    <w:rPr>
      <w:rFonts w:ascii="Calibri" w:hAnsi="Calibri"/>
      <w:bCs/>
      <w:sz w:val="20"/>
      <w:lang w:val="sr-Cyrl-C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83D8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lang w:val="sr-Cyrl-CS"/>
    </w:rPr>
  </w:style>
  <w:style w:type="paragraph" w:styleId="BalloonText">
    <w:name w:val="Balloon Text"/>
    <w:basedOn w:val="Normal"/>
    <w:semiHidden/>
    <w:rsid w:val="00674625"/>
    <w:rPr>
      <w:rFonts w:ascii="Tahoma" w:hAnsi="Tahoma" w:cs="Tahoma"/>
      <w:sz w:val="16"/>
      <w:szCs w:val="16"/>
    </w:rPr>
  </w:style>
  <w:style w:type="character" w:styleId="Hyperlink">
    <w:name w:val="Hyperlink"/>
    <w:rsid w:val="00A25114"/>
    <w:rPr>
      <w:rFonts w:ascii="Arial" w:hAnsi="Arial" w:cs="Arial" w:hint="default"/>
      <w:b/>
      <w:bCs/>
      <w:strike w:val="0"/>
      <w:dstrike w:val="0"/>
      <w:color w:val="000066"/>
      <w:sz w:val="15"/>
      <w:szCs w:val="15"/>
      <w:u w:val="none"/>
      <w:effect w:val="none"/>
    </w:rPr>
  </w:style>
  <w:style w:type="table" w:styleId="TableGrid">
    <w:name w:val="Table Grid"/>
    <w:basedOn w:val="TableNormal"/>
    <w:rsid w:val="00E24615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E24615"/>
    <w:pPr>
      <w:ind w:firstLine="720"/>
      <w:jc w:val="both"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2A2C3E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character" w:customStyle="1" w:styleId="HeaderChar">
    <w:name w:val="Header Char"/>
    <w:link w:val="Header"/>
    <w:rsid w:val="00CF15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62554"/>
    <w:pPr>
      <w:ind w:left="720"/>
    </w:pPr>
  </w:style>
  <w:style w:type="character" w:customStyle="1" w:styleId="FooterChar">
    <w:name w:val="Footer Char"/>
    <w:link w:val="Footer"/>
    <w:uiPriority w:val="99"/>
    <w:rsid w:val="001C29BC"/>
    <w:rPr>
      <w:sz w:val="24"/>
      <w:szCs w:val="24"/>
    </w:rPr>
  </w:style>
  <w:style w:type="character" w:customStyle="1" w:styleId="Heading1Char">
    <w:name w:val="Heading 1 Char"/>
    <w:link w:val="Heading1"/>
    <w:rsid w:val="00826A39"/>
    <w:rPr>
      <w:rFonts w:ascii="Calibri" w:hAnsi="Calibri"/>
      <w:bCs/>
      <w:szCs w:val="24"/>
      <w:lang w:val="sr-Cyrl-CS"/>
    </w:rPr>
  </w:style>
  <w:style w:type="character" w:customStyle="1" w:styleId="Heading8Char">
    <w:name w:val="Heading 8 Char"/>
    <w:link w:val="Heading8"/>
    <w:semiHidden/>
    <w:rsid w:val="00083D87"/>
    <w:rPr>
      <w:rFonts w:ascii="Calibri" w:eastAsia="Times New Roman" w:hAnsi="Calibri" w:cs="Times New Roman"/>
      <w:i/>
      <w:iCs/>
      <w:sz w:val="24"/>
      <w:szCs w:val="24"/>
    </w:rPr>
  </w:style>
  <w:style w:type="character" w:styleId="LineNumber">
    <w:name w:val="line number"/>
    <w:basedOn w:val="DefaultParagraphFont"/>
    <w:semiHidden/>
    <w:unhideWhenUsed/>
    <w:rsid w:val="00C87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tesanovic\Desktop\Memorandum%20novi%20-%20m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F9D7C-8CCB-46D4-A5B7-485CA2D2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novi - mf.dot</Template>
  <TotalTime>723</TotalTime>
  <Pages>13</Pages>
  <Words>5570</Words>
  <Characters>31752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Датум:</vt:lpstr>
    </vt:vector>
  </TitlesOfParts>
  <Company>NNN</Company>
  <LinksUpToDate>false</LinksUpToDate>
  <CharactersWithSpaces>37248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Датум:</dc:title>
  <dc:creator>Jasmina Tesanovic</dc:creator>
  <cp:lastModifiedBy>Jasmina Tesanovic</cp:lastModifiedBy>
  <cp:revision>194</cp:revision>
  <cp:lastPrinted>2025-11-20T09:30:00Z</cp:lastPrinted>
  <dcterms:created xsi:type="dcterms:W3CDTF">2025-11-04T09:15:00Z</dcterms:created>
  <dcterms:modified xsi:type="dcterms:W3CDTF">2025-11-20T09:39:00Z</dcterms:modified>
</cp:coreProperties>
</file>